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C41D3" w14:textId="77777777" w:rsidR="00642504" w:rsidRDefault="00642504" w:rsidP="00BE6BF0">
      <w:pPr>
        <w:pStyle w:val="datumtevilka"/>
        <w:spacing w:line="276" w:lineRule="auto"/>
        <w:jc w:val="both"/>
      </w:pPr>
    </w:p>
    <w:p w14:paraId="3601A047" w14:textId="77777777" w:rsidR="00AB4D39" w:rsidRPr="00AB4D39" w:rsidRDefault="00AB4D39" w:rsidP="00573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4"/>
          <w:szCs w:val="24"/>
        </w:rPr>
      </w:pPr>
      <w:r w:rsidRPr="00AB4D39">
        <w:rPr>
          <w:rFonts w:ascii="Arial" w:hAnsi="Arial" w:cs="Arial"/>
          <w:b/>
          <w:iCs/>
          <w:noProof/>
          <w:sz w:val="24"/>
          <w:szCs w:val="24"/>
        </w:rPr>
        <w:t>1. ŠPORTNI PROGRAM</w:t>
      </w:r>
    </w:p>
    <w:p w14:paraId="776E91A4" w14:textId="77777777" w:rsidR="00AB4D39" w:rsidRPr="00AB4D39" w:rsidRDefault="00AB4D39" w:rsidP="00573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Arial" w:hAnsi="Arial" w:cs="Arial"/>
          <w:b/>
          <w:iCs/>
          <w:noProof/>
          <w:sz w:val="22"/>
          <w:szCs w:val="22"/>
        </w:rPr>
      </w:pPr>
      <w:r w:rsidRPr="00AB4D39">
        <w:rPr>
          <w:rFonts w:ascii="Arial" w:hAnsi="Arial" w:cs="Arial"/>
          <w:b/>
          <w:iCs/>
          <w:noProof/>
          <w:sz w:val="22"/>
          <w:szCs w:val="22"/>
        </w:rPr>
        <w:t>1.1. PROSTOČASNA VZGOJA OTROK IN MLADINE</w:t>
      </w:r>
    </w:p>
    <w:p w14:paraId="67D63637" w14:textId="77777777" w:rsidR="00AB4D39" w:rsidRPr="00AB4D39" w:rsidRDefault="00AB4D39" w:rsidP="00573396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clear" w:pos="4536"/>
          <w:tab w:val="clear" w:pos="9072"/>
        </w:tabs>
        <w:rPr>
          <w:rFonts w:ascii="Arial" w:hAnsi="Arial" w:cs="Arial"/>
          <w:b/>
          <w:iCs/>
          <w:noProof/>
          <w:sz w:val="22"/>
          <w:szCs w:val="22"/>
        </w:rPr>
      </w:pPr>
      <w:r w:rsidRPr="00AB4D39">
        <w:rPr>
          <w:rFonts w:ascii="Arial" w:hAnsi="Arial" w:cs="Arial"/>
          <w:b/>
          <w:iCs/>
          <w:noProof/>
          <w:sz w:val="22"/>
          <w:szCs w:val="22"/>
        </w:rPr>
        <w:t>1.1.1. Promocijski športni programi</w:t>
      </w:r>
    </w:p>
    <w:p w14:paraId="2EDEDEB7" w14:textId="77777777" w:rsidR="00A7231F" w:rsidRPr="00AB4D39" w:rsidRDefault="00A7231F" w:rsidP="00A7231F">
      <w:pPr>
        <w:rPr>
          <w:rFonts w:ascii="Arial" w:hAnsi="Arial" w:cs="Arial"/>
          <w:iCs/>
        </w:rPr>
      </w:pPr>
    </w:p>
    <w:p w14:paraId="69F88EDE" w14:textId="77777777" w:rsidR="00AB4D39" w:rsidRPr="00AB4D39" w:rsidRDefault="00AB4D39" w:rsidP="00A7231F">
      <w:pPr>
        <w:rPr>
          <w:rFonts w:ascii="Arial" w:hAnsi="Arial" w:cs="Arial"/>
          <w:iCs/>
        </w:rPr>
      </w:pPr>
    </w:p>
    <w:p w14:paraId="1A208FD7" w14:textId="77777777" w:rsidR="00AB4D39" w:rsidRPr="00AB4D39" w:rsidRDefault="00AB4D39" w:rsidP="00A7231F">
      <w:pPr>
        <w:rPr>
          <w:rFonts w:ascii="Arial" w:hAnsi="Arial" w:cs="Arial"/>
          <w:iCs/>
        </w:rPr>
      </w:pPr>
      <w:r w:rsidRPr="00AB4D39">
        <w:rPr>
          <w:rFonts w:ascii="Arial" w:hAnsi="Arial" w:cs="Arial"/>
          <w:iCs/>
        </w:rPr>
        <w:t>Starostne skupine:</w:t>
      </w:r>
    </w:p>
    <w:p w14:paraId="011C099E" w14:textId="77777777" w:rsidR="00AB4D39" w:rsidRPr="00AB4D39" w:rsidRDefault="00AB4D39" w:rsidP="00AB4D39">
      <w:pPr>
        <w:pStyle w:val="Odstavekseznama"/>
        <w:numPr>
          <w:ilvl w:val="0"/>
          <w:numId w:val="1"/>
        </w:numPr>
        <w:rPr>
          <w:rFonts w:ascii="Arial" w:hAnsi="Arial" w:cs="Arial"/>
          <w:iCs/>
        </w:rPr>
      </w:pPr>
      <w:r w:rsidRPr="00AB4D39">
        <w:rPr>
          <w:rFonts w:ascii="Arial" w:hAnsi="Arial" w:cs="Arial"/>
          <w:iCs/>
        </w:rPr>
        <w:t>Predšolski (do 6 let)</w:t>
      </w:r>
    </w:p>
    <w:p w14:paraId="630FAB31" w14:textId="77777777" w:rsidR="00AB4D39" w:rsidRPr="00AB4D39" w:rsidRDefault="00AB4D39" w:rsidP="00AB4D39">
      <w:pPr>
        <w:pStyle w:val="Odstavekseznama"/>
        <w:numPr>
          <w:ilvl w:val="0"/>
          <w:numId w:val="1"/>
        </w:numPr>
        <w:rPr>
          <w:rFonts w:ascii="Arial" w:hAnsi="Arial" w:cs="Arial"/>
          <w:iCs/>
        </w:rPr>
      </w:pPr>
      <w:r w:rsidRPr="00AB4D39">
        <w:rPr>
          <w:rFonts w:ascii="Arial" w:hAnsi="Arial" w:cs="Arial"/>
          <w:iCs/>
        </w:rPr>
        <w:t>Šoloobvezni (do 15 let)</w:t>
      </w:r>
    </w:p>
    <w:p w14:paraId="4013429B" w14:textId="77777777" w:rsidR="00AB4D39" w:rsidRPr="00AB4D39" w:rsidRDefault="00AB4D39" w:rsidP="00AB4D39">
      <w:pPr>
        <w:pStyle w:val="Odstavekseznama"/>
        <w:numPr>
          <w:ilvl w:val="0"/>
          <w:numId w:val="1"/>
        </w:numPr>
        <w:rPr>
          <w:rFonts w:ascii="Arial" w:hAnsi="Arial" w:cs="Arial"/>
          <w:iCs/>
        </w:rPr>
      </w:pPr>
      <w:r w:rsidRPr="00AB4D39">
        <w:rPr>
          <w:rFonts w:ascii="Arial" w:hAnsi="Arial" w:cs="Arial"/>
          <w:iCs/>
        </w:rPr>
        <w:t>Predšolski PP (do 6 let)</w:t>
      </w:r>
    </w:p>
    <w:p w14:paraId="558AFE45" w14:textId="77777777" w:rsidR="00AB4D39" w:rsidRDefault="00AB4D39" w:rsidP="00AB4D39">
      <w:pPr>
        <w:pStyle w:val="Odstavekseznama"/>
        <w:numPr>
          <w:ilvl w:val="0"/>
          <w:numId w:val="1"/>
        </w:numPr>
        <w:rPr>
          <w:rFonts w:ascii="Arial" w:hAnsi="Arial" w:cs="Arial"/>
          <w:iCs/>
        </w:rPr>
      </w:pPr>
      <w:r w:rsidRPr="00AB4D39">
        <w:rPr>
          <w:rFonts w:ascii="Arial" w:hAnsi="Arial" w:cs="Arial"/>
          <w:iCs/>
        </w:rPr>
        <w:t>Šoloobvezni PP (do 15 let)</w:t>
      </w:r>
    </w:p>
    <w:p w14:paraId="2E54E917" w14:textId="77777777" w:rsidR="00AB4D39" w:rsidRPr="00AB4D39" w:rsidRDefault="00AB4D39" w:rsidP="00AB4D39"/>
    <w:p w14:paraId="42C41F2A" w14:textId="77777777" w:rsidR="00AB4D39" w:rsidRPr="00AB4D39" w:rsidRDefault="00AB4D39" w:rsidP="00AB4D39"/>
    <w:p w14:paraId="1FEF5DEE" w14:textId="77777777" w:rsidR="00AB4D39" w:rsidRDefault="00AB4D39" w:rsidP="00AB4D39">
      <w:pPr>
        <w:rPr>
          <w:rFonts w:ascii="Arial" w:hAnsi="Arial" w:cs="Arial"/>
          <w:iCs/>
        </w:rPr>
      </w:pPr>
    </w:p>
    <w:p w14:paraId="1D4DEF59" w14:textId="77777777" w:rsidR="00AB4D39" w:rsidRPr="00AB4D39" w:rsidRDefault="00AB4D39" w:rsidP="00AB4D39">
      <w:pPr>
        <w:rPr>
          <w:rFonts w:ascii="Arial" w:hAnsi="Arial" w:cs="Arial"/>
          <w:iCs/>
          <w:noProof/>
        </w:rPr>
      </w:pPr>
      <w:r w:rsidRPr="00AB4D39">
        <w:rPr>
          <w:rFonts w:ascii="Arial" w:hAnsi="Arial" w:cs="Arial"/>
          <w:iCs/>
          <w:noProof/>
        </w:rPr>
        <w:t>IZPOLNITE TABELO:</w:t>
      </w:r>
    </w:p>
    <w:p w14:paraId="51E3EC8B" w14:textId="77777777" w:rsidR="00AB4D39" w:rsidRPr="00AB4D39" w:rsidRDefault="00AB4D39" w:rsidP="00AB4D39">
      <w:pPr>
        <w:rPr>
          <w:rFonts w:ascii="Arial" w:hAnsi="Arial" w:cs="Arial"/>
          <w:iCs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2126"/>
        <w:gridCol w:w="2552"/>
      </w:tblGrid>
      <w:tr w:rsidR="00AB4D39" w:rsidRPr="00AB4D39" w14:paraId="0B0C46FF" w14:textId="77777777" w:rsidTr="004B335D">
        <w:tc>
          <w:tcPr>
            <w:tcW w:w="2480" w:type="dxa"/>
          </w:tcPr>
          <w:p w14:paraId="2FF667B7" w14:textId="77777777" w:rsidR="00AB4D39" w:rsidRPr="00AB4D39" w:rsidRDefault="00AB4D39" w:rsidP="004B335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Ime programa</w:t>
            </w:r>
          </w:p>
        </w:tc>
        <w:tc>
          <w:tcPr>
            <w:tcW w:w="1843" w:type="dxa"/>
          </w:tcPr>
          <w:p w14:paraId="1AF59B71" w14:textId="77777777" w:rsidR="00AB4D39" w:rsidRPr="00AB4D39" w:rsidRDefault="00AB4D39" w:rsidP="004B335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Starostna skupina</w:t>
            </w:r>
          </w:p>
        </w:tc>
        <w:tc>
          <w:tcPr>
            <w:tcW w:w="2126" w:type="dxa"/>
          </w:tcPr>
          <w:p w14:paraId="5B590E39" w14:textId="77777777" w:rsidR="00AB4D39" w:rsidRPr="00AB4D39" w:rsidRDefault="00AB4D39" w:rsidP="004B335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Št. vključenih otrok</w:t>
            </w:r>
          </w:p>
        </w:tc>
        <w:tc>
          <w:tcPr>
            <w:tcW w:w="2552" w:type="dxa"/>
          </w:tcPr>
          <w:p w14:paraId="02838830" w14:textId="77777777" w:rsidR="00AB4D39" w:rsidRPr="00AB4D39" w:rsidRDefault="00AB4D39" w:rsidP="004B335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Ime in priimek mentorja</w:t>
            </w:r>
          </w:p>
        </w:tc>
      </w:tr>
      <w:tr w:rsidR="00AB4D39" w:rsidRPr="00AB4D39" w14:paraId="681B6AC6" w14:textId="77777777" w:rsidTr="004B335D">
        <w:tc>
          <w:tcPr>
            <w:tcW w:w="2480" w:type="dxa"/>
          </w:tcPr>
          <w:p w14:paraId="710C68E5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Naučimo se plavati</w:t>
            </w:r>
          </w:p>
        </w:tc>
        <w:tc>
          <w:tcPr>
            <w:tcW w:w="1843" w:type="dxa"/>
          </w:tcPr>
          <w:p w14:paraId="04211C3C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0544E884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3F98C4B4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62BF026F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54CD3C62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60925032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B4D39" w:rsidRPr="00AB4D39" w14:paraId="649AC162" w14:textId="77777777" w:rsidTr="004B335D">
        <w:tc>
          <w:tcPr>
            <w:tcW w:w="2480" w:type="dxa"/>
          </w:tcPr>
          <w:p w14:paraId="7EDC1B3F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Ciciban planinec</w:t>
            </w:r>
          </w:p>
        </w:tc>
        <w:tc>
          <w:tcPr>
            <w:tcW w:w="1843" w:type="dxa"/>
          </w:tcPr>
          <w:p w14:paraId="5D0E409D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06D1A347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33717EE9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241E7941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401E6677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694DB161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B4D39" w:rsidRPr="00AB4D39" w14:paraId="56ABBC4D" w14:textId="77777777" w:rsidTr="004B335D">
        <w:tc>
          <w:tcPr>
            <w:tcW w:w="2480" w:type="dxa"/>
          </w:tcPr>
          <w:p w14:paraId="1FF9C311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Mladi planinec</w:t>
            </w:r>
          </w:p>
        </w:tc>
        <w:tc>
          <w:tcPr>
            <w:tcW w:w="1843" w:type="dxa"/>
          </w:tcPr>
          <w:p w14:paraId="4BBD1D52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311AAAD5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67187143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2FBE06E9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281BDDE1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01BD448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B4D39" w:rsidRPr="00AB4D39" w14:paraId="58BCD701" w14:textId="77777777" w:rsidTr="004B335D">
        <w:tc>
          <w:tcPr>
            <w:tcW w:w="2480" w:type="dxa"/>
          </w:tcPr>
          <w:p w14:paraId="1563B044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Mali sonček</w:t>
            </w:r>
          </w:p>
        </w:tc>
        <w:tc>
          <w:tcPr>
            <w:tcW w:w="1843" w:type="dxa"/>
          </w:tcPr>
          <w:p w14:paraId="2C6DCF76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0BBCA289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5EB40BE1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3C3893BA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61880A01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3AF4B47C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B4D39" w:rsidRPr="00AB4D39" w14:paraId="189B4C12" w14:textId="77777777" w:rsidTr="004B335D">
        <w:tc>
          <w:tcPr>
            <w:tcW w:w="2480" w:type="dxa"/>
          </w:tcPr>
          <w:p w14:paraId="5F913906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Zlati sonček</w:t>
            </w:r>
          </w:p>
        </w:tc>
        <w:tc>
          <w:tcPr>
            <w:tcW w:w="1843" w:type="dxa"/>
          </w:tcPr>
          <w:p w14:paraId="61457817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411CED30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0DC41452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364C4503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270058E9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535FADCC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AB4D39" w:rsidRPr="00AB4D39" w14:paraId="59D2700A" w14:textId="77777777" w:rsidTr="004B335D">
        <w:tc>
          <w:tcPr>
            <w:tcW w:w="2480" w:type="dxa"/>
          </w:tcPr>
          <w:p w14:paraId="18C203AA" w14:textId="77777777" w:rsidR="00AB4D39" w:rsidRPr="00AB4D39" w:rsidRDefault="00AB4D39" w:rsidP="00AB4D39">
            <w:pPr>
              <w:numPr>
                <w:ilvl w:val="0"/>
                <w:numId w:val="2"/>
              </w:numPr>
              <w:spacing w:before="240"/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Krpan</w:t>
            </w:r>
          </w:p>
        </w:tc>
        <w:tc>
          <w:tcPr>
            <w:tcW w:w="1843" w:type="dxa"/>
          </w:tcPr>
          <w:p w14:paraId="66136247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a)</w:t>
            </w:r>
          </w:p>
          <w:p w14:paraId="10AE2F9D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b)</w:t>
            </w:r>
          </w:p>
          <w:p w14:paraId="05654A25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c)</w:t>
            </w:r>
          </w:p>
          <w:p w14:paraId="19DA1216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  <w:r w:rsidRPr="00AB4D39">
              <w:rPr>
                <w:rFonts w:ascii="Arial" w:hAnsi="Arial" w:cs="Arial"/>
                <w:iCs/>
                <w:noProof/>
              </w:rPr>
              <w:t>d)</w:t>
            </w:r>
          </w:p>
        </w:tc>
        <w:tc>
          <w:tcPr>
            <w:tcW w:w="2126" w:type="dxa"/>
          </w:tcPr>
          <w:p w14:paraId="5DF482A6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552" w:type="dxa"/>
          </w:tcPr>
          <w:p w14:paraId="0844FE0A" w14:textId="77777777" w:rsidR="00AB4D39" w:rsidRPr="00AB4D39" w:rsidRDefault="00AB4D39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4C3A6C67" w14:textId="77777777" w:rsidR="00AB4D39" w:rsidRDefault="00AB4D39" w:rsidP="00AB4D3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bookmarkStart w:id="0" w:name="_Hlk506805101"/>
    </w:p>
    <w:p w14:paraId="7921287D" w14:textId="1B52A2C0" w:rsidR="00AB4D39" w:rsidRPr="00AB4D39" w:rsidRDefault="00AB4D39" w:rsidP="00AB4D39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AB4D39">
        <w:rPr>
          <w:rFonts w:ascii="Arial" w:hAnsi="Arial" w:cs="Arial"/>
          <w:iCs/>
          <w:noProof/>
        </w:rPr>
        <w:t>*PRILOŽITI POTRDILO O STROKOVNI USPOSOBLJENOSTI MENTORJA</w:t>
      </w:r>
    </w:p>
    <w:bookmarkEnd w:id="0"/>
    <w:p w14:paraId="081B4317" w14:textId="77777777" w:rsidR="00AB4D39" w:rsidRPr="006519F8" w:rsidRDefault="00AB4D39" w:rsidP="00AB4D39">
      <w:pPr>
        <w:rPr>
          <w:rFonts w:ascii="Palatino Linotype" w:hAnsi="Palatino Linotype"/>
          <w:b/>
          <w:i/>
          <w:noProof/>
          <w:sz w:val="22"/>
          <w:szCs w:val="22"/>
        </w:rPr>
      </w:pPr>
    </w:p>
    <w:p w14:paraId="58D303B8" w14:textId="6D095D71" w:rsidR="00AB4D39" w:rsidRDefault="00AB4D39" w:rsidP="00AB4D39">
      <w:pPr>
        <w:rPr>
          <w:rFonts w:ascii="Arial" w:hAnsi="Arial" w:cs="Arial"/>
          <w:iCs/>
        </w:rPr>
      </w:pPr>
      <w:r>
        <w:rPr>
          <w:rFonts w:ascii="France" w:hAnsi="France"/>
          <w:sz w:val="32"/>
        </w:rPr>
        <w:t xml:space="preserve">             </w:t>
      </w:r>
    </w:p>
    <w:p w14:paraId="3D46DC4C" w14:textId="77777777" w:rsidR="00AB4D39" w:rsidRDefault="00AB4D39" w:rsidP="00AB4D39">
      <w:pPr>
        <w:rPr>
          <w:rFonts w:ascii="Arial" w:hAnsi="Arial" w:cs="Arial"/>
          <w:iCs/>
        </w:rPr>
      </w:pPr>
    </w:p>
    <w:p w14:paraId="253DC1BC" w14:textId="78D02E02" w:rsidR="00AB4D39" w:rsidRPr="00AB4D39" w:rsidRDefault="00AB4D39" w:rsidP="00AB4D39">
      <w:pPr>
        <w:sectPr w:rsidR="00AB4D39" w:rsidRPr="00AB4D39" w:rsidSect="003235E2">
          <w:headerReference w:type="default" r:id="rId8"/>
          <w:footerReference w:type="default" r:id="rId9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Default="001410A2" w:rsidP="00BE6BF0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F573122" w14:textId="77777777" w:rsidR="00C80E1D" w:rsidRDefault="00C80E1D" w:rsidP="00C80E1D">
      <w:pPr>
        <w:rPr>
          <w:rFonts w:ascii="Arial" w:hAnsi="Arial" w:cs="Arial"/>
          <w:color w:val="000000" w:themeColor="text1"/>
        </w:rPr>
      </w:pPr>
    </w:p>
    <w:p w14:paraId="31767A92" w14:textId="77777777" w:rsidR="00C80E1D" w:rsidRPr="00C80E1D" w:rsidRDefault="00C80E1D" w:rsidP="00C80E1D">
      <w:pPr>
        <w:rPr>
          <w:rFonts w:ascii="Arial" w:hAnsi="Arial" w:cs="Arial"/>
          <w:b/>
          <w:iCs/>
          <w:noProof/>
        </w:rPr>
      </w:pPr>
      <w:r w:rsidRPr="00C80E1D">
        <w:rPr>
          <w:rFonts w:ascii="Arial" w:hAnsi="Arial" w:cs="Arial"/>
          <w:b/>
          <w:iCs/>
          <w:noProof/>
        </w:rPr>
        <w:t>Urnik izvajanja programov:</w:t>
      </w:r>
    </w:p>
    <w:p w14:paraId="29490F6D" w14:textId="77777777" w:rsidR="00C80E1D" w:rsidRDefault="00C80E1D" w:rsidP="00C80E1D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43C31039" w14:textId="77777777" w:rsidR="00C80E1D" w:rsidRPr="00C80E1D" w:rsidRDefault="00C80E1D" w:rsidP="00C80E1D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72E1A103" w14:textId="77777777" w:rsidR="00C80E1D" w:rsidRPr="00C80E1D" w:rsidRDefault="00C80E1D" w:rsidP="00C80E1D">
      <w:pPr>
        <w:rPr>
          <w:rFonts w:ascii="Arial" w:hAnsi="Arial" w:cs="Arial"/>
          <w:iCs/>
          <w:noProof/>
        </w:rPr>
      </w:pPr>
      <w:r w:rsidRPr="00C80E1D">
        <w:rPr>
          <w:rFonts w:ascii="Arial" w:hAnsi="Arial" w:cs="Arial"/>
          <w:iCs/>
          <w:noProof/>
        </w:rPr>
        <w:t xml:space="preserve">Program vadbe traja od meseca _________________do meseca ______________________. </w:t>
      </w:r>
    </w:p>
    <w:p w14:paraId="27A3E2A3" w14:textId="77777777" w:rsidR="00C80E1D" w:rsidRPr="00C80E1D" w:rsidRDefault="00C80E1D" w:rsidP="00C80E1D">
      <w:pPr>
        <w:rPr>
          <w:rFonts w:ascii="Arial" w:hAnsi="Arial" w:cs="Arial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127"/>
        <w:gridCol w:w="1134"/>
        <w:gridCol w:w="992"/>
        <w:gridCol w:w="992"/>
        <w:gridCol w:w="992"/>
        <w:gridCol w:w="993"/>
      </w:tblGrid>
      <w:tr w:rsidR="00C80E1D" w:rsidRPr="00C80E1D" w14:paraId="4EBBD907" w14:textId="77777777" w:rsidTr="004B335D">
        <w:tc>
          <w:tcPr>
            <w:tcW w:w="1771" w:type="dxa"/>
          </w:tcPr>
          <w:p w14:paraId="013F7A2E" w14:textId="77777777" w:rsidR="00C80E1D" w:rsidRPr="00C80E1D" w:rsidRDefault="00C80E1D" w:rsidP="004B335D">
            <w:pPr>
              <w:pStyle w:val="Telobesedila2"/>
              <w:spacing w:before="240"/>
              <w:rPr>
                <w:rFonts w:ascii="Arial" w:hAnsi="Arial" w:cs="Arial"/>
                <w:b/>
                <w:iCs/>
                <w:noProof/>
              </w:rPr>
            </w:pPr>
            <w:r w:rsidRPr="00C80E1D">
              <w:rPr>
                <w:rFonts w:ascii="Arial" w:hAnsi="Arial" w:cs="Arial"/>
                <w:b/>
                <w:iCs/>
                <w:noProof/>
              </w:rPr>
              <w:t>Naziv programa</w:t>
            </w:r>
          </w:p>
        </w:tc>
        <w:tc>
          <w:tcPr>
            <w:tcW w:w="2127" w:type="dxa"/>
          </w:tcPr>
          <w:p w14:paraId="7B3EEBD5" w14:textId="77777777" w:rsidR="00C80E1D" w:rsidRPr="00C80E1D" w:rsidRDefault="00C80E1D" w:rsidP="004B335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Kraj - mesto vadbe</w:t>
            </w:r>
          </w:p>
        </w:tc>
        <w:tc>
          <w:tcPr>
            <w:tcW w:w="1134" w:type="dxa"/>
          </w:tcPr>
          <w:p w14:paraId="37EA4244" w14:textId="77777777" w:rsidR="00C80E1D" w:rsidRPr="00C80E1D" w:rsidRDefault="00C80E1D" w:rsidP="00C80E1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ponedeljek</w:t>
            </w:r>
          </w:p>
        </w:tc>
        <w:tc>
          <w:tcPr>
            <w:tcW w:w="992" w:type="dxa"/>
          </w:tcPr>
          <w:p w14:paraId="30FD01B2" w14:textId="77777777" w:rsidR="00C80E1D" w:rsidRPr="00C80E1D" w:rsidRDefault="00C80E1D" w:rsidP="00C80E1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torek</w:t>
            </w:r>
          </w:p>
        </w:tc>
        <w:tc>
          <w:tcPr>
            <w:tcW w:w="992" w:type="dxa"/>
          </w:tcPr>
          <w:p w14:paraId="7536DF14" w14:textId="77777777" w:rsidR="00C80E1D" w:rsidRPr="00C80E1D" w:rsidRDefault="00C80E1D" w:rsidP="00C80E1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sreda</w:t>
            </w:r>
          </w:p>
        </w:tc>
        <w:tc>
          <w:tcPr>
            <w:tcW w:w="992" w:type="dxa"/>
          </w:tcPr>
          <w:p w14:paraId="5519052A" w14:textId="77777777" w:rsidR="00C80E1D" w:rsidRPr="00C80E1D" w:rsidRDefault="00C80E1D" w:rsidP="00C80E1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četrtek</w:t>
            </w:r>
          </w:p>
        </w:tc>
        <w:tc>
          <w:tcPr>
            <w:tcW w:w="993" w:type="dxa"/>
          </w:tcPr>
          <w:p w14:paraId="3BE802AF" w14:textId="77777777" w:rsidR="00C80E1D" w:rsidRPr="00C80E1D" w:rsidRDefault="00C80E1D" w:rsidP="00C80E1D">
            <w:pPr>
              <w:spacing w:before="240"/>
              <w:jc w:val="center"/>
              <w:rPr>
                <w:rFonts w:ascii="Arial" w:hAnsi="Arial" w:cs="Arial"/>
                <w:iCs/>
                <w:noProof/>
              </w:rPr>
            </w:pPr>
            <w:r w:rsidRPr="00C80E1D">
              <w:rPr>
                <w:rFonts w:ascii="Arial" w:hAnsi="Arial" w:cs="Arial"/>
                <w:iCs/>
                <w:noProof/>
              </w:rPr>
              <w:t>petek</w:t>
            </w:r>
          </w:p>
        </w:tc>
      </w:tr>
      <w:tr w:rsidR="00C80E1D" w:rsidRPr="00C80E1D" w14:paraId="679186C0" w14:textId="77777777" w:rsidTr="004B335D">
        <w:tc>
          <w:tcPr>
            <w:tcW w:w="1771" w:type="dxa"/>
          </w:tcPr>
          <w:p w14:paraId="1781B923" w14:textId="77777777" w:rsidR="00C80E1D" w:rsidRPr="00C80E1D" w:rsidRDefault="00C80E1D" w:rsidP="004B335D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2127" w:type="dxa"/>
          </w:tcPr>
          <w:p w14:paraId="66A83427" w14:textId="77777777" w:rsidR="00C80E1D" w:rsidRPr="00C80E1D" w:rsidRDefault="00C80E1D" w:rsidP="004B335D">
            <w:pPr>
              <w:rPr>
                <w:rFonts w:ascii="Arial" w:hAnsi="Arial" w:cs="Arial"/>
                <w:b/>
                <w:iCs/>
                <w:noProof/>
              </w:rPr>
            </w:pPr>
          </w:p>
        </w:tc>
        <w:tc>
          <w:tcPr>
            <w:tcW w:w="1134" w:type="dxa"/>
          </w:tcPr>
          <w:p w14:paraId="5DE59E19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4CEF0E6E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A097AA4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28B28F8A" w14:textId="77777777" w:rsidR="00C80E1D" w:rsidRPr="00C80E1D" w:rsidRDefault="00C80E1D" w:rsidP="004B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6539702E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C80E1D" w:rsidRPr="00C80E1D" w14:paraId="050333CD" w14:textId="77777777" w:rsidTr="004B335D">
        <w:tc>
          <w:tcPr>
            <w:tcW w:w="1771" w:type="dxa"/>
          </w:tcPr>
          <w:p w14:paraId="54EB5F1F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7" w:type="dxa"/>
          </w:tcPr>
          <w:p w14:paraId="64AD0D43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134" w:type="dxa"/>
          </w:tcPr>
          <w:p w14:paraId="5DE2BDD9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E9A06FF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560B4452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948D5E9" w14:textId="77777777" w:rsidR="00C80E1D" w:rsidRPr="00C80E1D" w:rsidRDefault="00C80E1D" w:rsidP="004B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4A42F022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C80E1D" w:rsidRPr="00C80E1D" w14:paraId="692C8FBB" w14:textId="77777777" w:rsidTr="004B335D">
        <w:tc>
          <w:tcPr>
            <w:tcW w:w="1771" w:type="dxa"/>
          </w:tcPr>
          <w:p w14:paraId="66E70514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7" w:type="dxa"/>
          </w:tcPr>
          <w:p w14:paraId="47BAC6A7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134" w:type="dxa"/>
          </w:tcPr>
          <w:p w14:paraId="6363CE35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6EAA36B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728C0361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06A9355" w14:textId="77777777" w:rsidR="00C80E1D" w:rsidRPr="00C80E1D" w:rsidRDefault="00C80E1D" w:rsidP="004B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13A2D75C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  <w:tr w:rsidR="00C80E1D" w:rsidRPr="00C80E1D" w14:paraId="02B1B44B" w14:textId="77777777" w:rsidTr="004B335D">
        <w:tc>
          <w:tcPr>
            <w:tcW w:w="1771" w:type="dxa"/>
          </w:tcPr>
          <w:p w14:paraId="6D92DDD2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2127" w:type="dxa"/>
          </w:tcPr>
          <w:p w14:paraId="3654C490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1134" w:type="dxa"/>
          </w:tcPr>
          <w:p w14:paraId="6D05AB24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D837453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07124B87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2" w:type="dxa"/>
          </w:tcPr>
          <w:p w14:paraId="63E8366F" w14:textId="77777777" w:rsidR="00C80E1D" w:rsidRPr="00C80E1D" w:rsidRDefault="00C80E1D" w:rsidP="004B335D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noProof/>
              </w:rPr>
            </w:pPr>
          </w:p>
        </w:tc>
        <w:tc>
          <w:tcPr>
            <w:tcW w:w="993" w:type="dxa"/>
          </w:tcPr>
          <w:p w14:paraId="5E7D2999" w14:textId="77777777" w:rsidR="00C80E1D" w:rsidRPr="00C80E1D" w:rsidRDefault="00C80E1D" w:rsidP="004B335D">
            <w:pPr>
              <w:rPr>
                <w:rFonts w:ascii="Arial" w:hAnsi="Arial" w:cs="Arial"/>
                <w:iCs/>
                <w:noProof/>
              </w:rPr>
            </w:pPr>
          </w:p>
        </w:tc>
      </w:tr>
    </w:tbl>
    <w:p w14:paraId="457D331E" w14:textId="77777777" w:rsidR="00C80E1D" w:rsidRDefault="00C80E1D" w:rsidP="00C80E1D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</w:p>
    <w:p w14:paraId="765E4F53" w14:textId="2D52330D" w:rsidR="00C80E1D" w:rsidRPr="00C80E1D" w:rsidRDefault="00C80E1D" w:rsidP="00C80E1D">
      <w:pPr>
        <w:pStyle w:val="Glava"/>
        <w:tabs>
          <w:tab w:val="clear" w:pos="4536"/>
          <w:tab w:val="clear" w:pos="9072"/>
        </w:tabs>
        <w:rPr>
          <w:rFonts w:ascii="Arial" w:hAnsi="Arial" w:cs="Arial"/>
          <w:iCs/>
          <w:noProof/>
        </w:rPr>
      </w:pPr>
      <w:r w:rsidRPr="00C80E1D">
        <w:rPr>
          <w:rFonts w:ascii="Arial" w:hAnsi="Arial" w:cs="Arial"/>
          <w:iCs/>
          <w:noProof/>
        </w:rPr>
        <w:t>*PRILOŽITI SEZNAM VKLJUČENIH OTROK V POSAMEZNI PROGRAM (ime in priimek, letnica rojstva)</w:t>
      </w:r>
    </w:p>
    <w:p w14:paraId="1B161832" w14:textId="77777777" w:rsidR="00C80E1D" w:rsidRPr="00C80E1D" w:rsidRDefault="00C80E1D" w:rsidP="00C80E1D">
      <w:pPr>
        <w:pStyle w:val="Telobesedila2"/>
        <w:rPr>
          <w:rFonts w:ascii="Arial" w:hAnsi="Arial" w:cs="Arial"/>
          <w:b/>
          <w:iCs/>
          <w:noProof/>
        </w:rPr>
      </w:pPr>
    </w:p>
    <w:p w14:paraId="5288BC7D" w14:textId="77777777" w:rsidR="00C80E1D" w:rsidRPr="00C80E1D" w:rsidRDefault="00C80E1D" w:rsidP="00C80E1D">
      <w:pPr>
        <w:pStyle w:val="Telobesedila2"/>
        <w:rPr>
          <w:rFonts w:ascii="Arial" w:hAnsi="Arial" w:cs="Arial"/>
          <w:b/>
          <w:iCs/>
          <w:noProof/>
        </w:rPr>
      </w:pPr>
    </w:p>
    <w:p w14:paraId="62B3ED89" w14:textId="77777777" w:rsidR="00C80E1D" w:rsidRPr="00C80E1D" w:rsidRDefault="00C80E1D" w:rsidP="00C80E1D">
      <w:pPr>
        <w:ind w:left="3540"/>
        <w:rPr>
          <w:rFonts w:ascii="Arial" w:hAnsi="Arial" w:cs="Arial"/>
          <w:b/>
          <w:iCs/>
          <w:noProof/>
          <w:sz w:val="22"/>
          <w:szCs w:val="22"/>
        </w:rPr>
      </w:pPr>
      <w:r w:rsidRPr="00C80E1D">
        <w:rPr>
          <w:rFonts w:ascii="Arial" w:hAnsi="Arial" w:cs="Arial"/>
          <w:b/>
          <w:iCs/>
          <w:noProof/>
          <w:sz w:val="22"/>
          <w:szCs w:val="22"/>
        </w:rPr>
        <w:t>Žig                             Podpis zastopnika izvajalca</w:t>
      </w:r>
    </w:p>
    <w:p w14:paraId="7F1B17C3" w14:textId="77777777" w:rsidR="00C80E1D" w:rsidRPr="00C80E1D" w:rsidRDefault="00C80E1D" w:rsidP="00C80E1D">
      <w:pPr>
        <w:rPr>
          <w:rFonts w:ascii="Arial" w:hAnsi="Arial" w:cs="Arial"/>
        </w:rPr>
      </w:pPr>
    </w:p>
    <w:sectPr w:rsidR="00C80E1D" w:rsidRPr="00C80E1D" w:rsidSect="003235E2">
      <w:headerReference w:type="default" r:id="rId10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E0E4" w14:textId="77777777" w:rsidR="00693BC7" w:rsidRDefault="00693BC7">
      <w:r>
        <w:separator/>
      </w:r>
    </w:p>
  </w:endnote>
  <w:endnote w:type="continuationSeparator" w:id="0">
    <w:p w14:paraId="6E21DA8A" w14:textId="77777777" w:rsidR="00693BC7" w:rsidRDefault="006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0E81" w14:textId="12A22DAC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7456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444949685" name="Slika 444949685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030E04" wp14:editId="0683F1D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AB4C42" id="Raven povezovalnik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="009D71A1"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2AB8F" wp14:editId="26DB3C5A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A942C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31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174017417" name="Slika 117401741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1BDF" w14:textId="77777777" w:rsidR="00693BC7" w:rsidRDefault="00693BC7">
      <w:r>
        <w:separator/>
      </w:r>
    </w:p>
  </w:footnote>
  <w:footnote w:type="continuationSeparator" w:id="0">
    <w:p w14:paraId="7BCC3DCA" w14:textId="77777777" w:rsidR="00693BC7" w:rsidRDefault="006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6FAA20C7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9AF51" wp14:editId="2203D25B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6F7BA5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24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264183591" name="Slika 126418359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336CA99D" w14:textId="67EBC7AA" w:rsidR="000F1E41" w:rsidRPr="001B74F1" w:rsidRDefault="00F1255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784356">
      <w:rPr>
        <w:rFonts w:ascii="Arial" w:hAnsi="Arial" w:cs="Arial"/>
        <w:b/>
        <w:szCs w:val="24"/>
      </w:rPr>
      <w:t xml:space="preserve">                                                                            </w:t>
    </w:r>
    <w:r w:rsidR="00784356">
      <w:rPr>
        <w:rFonts w:ascii="Arial" w:hAnsi="Arial" w:cs="Arial"/>
        <w:b/>
        <w:sz w:val="18"/>
        <w:szCs w:val="22"/>
      </w:rPr>
      <w:t>OBR</w:t>
    </w:r>
    <w:r w:rsidR="00AB4D39">
      <w:rPr>
        <w:rFonts w:ascii="Arial" w:hAnsi="Arial" w:cs="Arial"/>
        <w:b/>
        <w:sz w:val="18"/>
        <w:szCs w:val="22"/>
      </w:rPr>
      <w:t xml:space="preserve"> – 1.1.1.</w:t>
    </w:r>
    <w:r w:rsidR="000F1E41"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619C"/>
    <w:multiLevelType w:val="hybridMultilevel"/>
    <w:tmpl w:val="BDBA108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6100"/>
    <w:multiLevelType w:val="hybridMultilevel"/>
    <w:tmpl w:val="10D2A6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46295">
    <w:abstractNumId w:val="1"/>
  </w:num>
  <w:num w:numId="2" w16cid:durableId="101360931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06410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54C30"/>
    <w:rsid w:val="00162A44"/>
    <w:rsid w:val="00164AB7"/>
    <w:rsid w:val="00197A5E"/>
    <w:rsid w:val="001A6083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4DB0"/>
    <w:rsid w:val="003A5519"/>
    <w:rsid w:val="003B2565"/>
    <w:rsid w:val="003D0070"/>
    <w:rsid w:val="003D5F36"/>
    <w:rsid w:val="003D676F"/>
    <w:rsid w:val="003E18FB"/>
    <w:rsid w:val="003E7380"/>
    <w:rsid w:val="00402223"/>
    <w:rsid w:val="0040295F"/>
    <w:rsid w:val="00415BA4"/>
    <w:rsid w:val="004275BB"/>
    <w:rsid w:val="004324F6"/>
    <w:rsid w:val="004375FA"/>
    <w:rsid w:val="00444866"/>
    <w:rsid w:val="00447307"/>
    <w:rsid w:val="004532AB"/>
    <w:rsid w:val="004559D8"/>
    <w:rsid w:val="00470095"/>
    <w:rsid w:val="004968B8"/>
    <w:rsid w:val="00496F7B"/>
    <w:rsid w:val="004A074E"/>
    <w:rsid w:val="004D2C07"/>
    <w:rsid w:val="004E1A48"/>
    <w:rsid w:val="00507CE9"/>
    <w:rsid w:val="00510045"/>
    <w:rsid w:val="0051333B"/>
    <w:rsid w:val="005138A5"/>
    <w:rsid w:val="00524800"/>
    <w:rsid w:val="00531191"/>
    <w:rsid w:val="00534D6E"/>
    <w:rsid w:val="0053528D"/>
    <w:rsid w:val="005675BE"/>
    <w:rsid w:val="00573396"/>
    <w:rsid w:val="005743A5"/>
    <w:rsid w:val="005852DB"/>
    <w:rsid w:val="00594B5F"/>
    <w:rsid w:val="005B1F2E"/>
    <w:rsid w:val="005C6976"/>
    <w:rsid w:val="005D0044"/>
    <w:rsid w:val="005D0A0C"/>
    <w:rsid w:val="005E31D1"/>
    <w:rsid w:val="005F4B6A"/>
    <w:rsid w:val="00607E81"/>
    <w:rsid w:val="006120D3"/>
    <w:rsid w:val="00626C53"/>
    <w:rsid w:val="00642504"/>
    <w:rsid w:val="006466FA"/>
    <w:rsid w:val="006507C2"/>
    <w:rsid w:val="00670BB4"/>
    <w:rsid w:val="0067150C"/>
    <w:rsid w:val="0067217E"/>
    <w:rsid w:val="00675C87"/>
    <w:rsid w:val="0067781E"/>
    <w:rsid w:val="006819BD"/>
    <w:rsid w:val="00687FF4"/>
    <w:rsid w:val="00693BC7"/>
    <w:rsid w:val="006A5005"/>
    <w:rsid w:val="006A5205"/>
    <w:rsid w:val="006A7820"/>
    <w:rsid w:val="006C20CB"/>
    <w:rsid w:val="006C40BF"/>
    <w:rsid w:val="006D0666"/>
    <w:rsid w:val="00700E38"/>
    <w:rsid w:val="00707066"/>
    <w:rsid w:val="00712D0D"/>
    <w:rsid w:val="00721DFD"/>
    <w:rsid w:val="0072707F"/>
    <w:rsid w:val="00737710"/>
    <w:rsid w:val="0075153D"/>
    <w:rsid w:val="007633C2"/>
    <w:rsid w:val="00774DF1"/>
    <w:rsid w:val="007762C5"/>
    <w:rsid w:val="00784356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903E01"/>
    <w:rsid w:val="00904B8F"/>
    <w:rsid w:val="00905C9C"/>
    <w:rsid w:val="009170F5"/>
    <w:rsid w:val="00935FF5"/>
    <w:rsid w:val="00937014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A4B4C"/>
    <w:rsid w:val="00AB4D39"/>
    <w:rsid w:val="00AC1406"/>
    <w:rsid w:val="00AC78D2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842A6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16375"/>
    <w:rsid w:val="00C32145"/>
    <w:rsid w:val="00C37D82"/>
    <w:rsid w:val="00C426D8"/>
    <w:rsid w:val="00C61815"/>
    <w:rsid w:val="00C67BAD"/>
    <w:rsid w:val="00C72577"/>
    <w:rsid w:val="00C76C75"/>
    <w:rsid w:val="00C80927"/>
    <w:rsid w:val="00C80E1D"/>
    <w:rsid w:val="00C90FF1"/>
    <w:rsid w:val="00C94A54"/>
    <w:rsid w:val="00C97AFC"/>
    <w:rsid w:val="00CC019E"/>
    <w:rsid w:val="00CC272D"/>
    <w:rsid w:val="00CC3FFB"/>
    <w:rsid w:val="00CD7063"/>
    <w:rsid w:val="00CE7E71"/>
    <w:rsid w:val="00D02702"/>
    <w:rsid w:val="00D05111"/>
    <w:rsid w:val="00D1411E"/>
    <w:rsid w:val="00D17D6A"/>
    <w:rsid w:val="00D56B34"/>
    <w:rsid w:val="00D74B52"/>
    <w:rsid w:val="00D7703B"/>
    <w:rsid w:val="00D92FE5"/>
    <w:rsid w:val="00D95B98"/>
    <w:rsid w:val="00DC7E1A"/>
    <w:rsid w:val="00DD393A"/>
    <w:rsid w:val="00DD3BA1"/>
    <w:rsid w:val="00DD61F7"/>
    <w:rsid w:val="00DE33C3"/>
    <w:rsid w:val="00DF0AD9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C7094"/>
    <w:rsid w:val="00EE67F1"/>
    <w:rsid w:val="00F11798"/>
    <w:rsid w:val="00F12557"/>
    <w:rsid w:val="00F17620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character" w:styleId="Nerazreenaomemba">
    <w:name w:val="Unresolved Mention"/>
    <w:basedOn w:val="Privzetapisavaodstavka"/>
    <w:uiPriority w:val="99"/>
    <w:semiHidden/>
    <w:unhideWhenUsed/>
    <w:rsid w:val="00642504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semiHidden/>
    <w:unhideWhenUsed/>
    <w:rsid w:val="00AB4D3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AB4D3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E2DB59-DA2B-4057-B8EF-F5055203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2</TotalTime>
  <Pages>2</Pages>
  <Words>136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932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3</cp:revision>
  <cp:lastPrinted>2023-07-05T07:28:00Z</cp:lastPrinted>
  <dcterms:created xsi:type="dcterms:W3CDTF">2024-01-04T11:06:00Z</dcterms:created>
  <dcterms:modified xsi:type="dcterms:W3CDTF">2024-12-23T07:31:00Z</dcterms:modified>
</cp:coreProperties>
</file>