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8EE89" w14:textId="77777777" w:rsidR="0066130E" w:rsidRPr="0066130E" w:rsidRDefault="0066130E" w:rsidP="00227D4B">
      <w:pPr>
        <w:numPr>
          <w:ilvl w:val="0"/>
          <w:numId w:val="9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center"/>
        <w:rPr>
          <w:rFonts w:ascii="Arial" w:hAnsi="Arial" w:cs="Arial"/>
          <w:b/>
          <w:sz w:val="24"/>
          <w:szCs w:val="24"/>
        </w:rPr>
      </w:pPr>
      <w:r w:rsidRPr="0066130E">
        <w:rPr>
          <w:rFonts w:ascii="Arial" w:hAnsi="Arial" w:cs="Arial"/>
          <w:b/>
          <w:sz w:val="24"/>
          <w:szCs w:val="24"/>
        </w:rPr>
        <w:t xml:space="preserve">SPLOŠNI PODATKI O VLAGATELJU </w:t>
      </w:r>
    </w:p>
    <w:p w14:paraId="3523CC5F" w14:textId="77777777" w:rsidR="0066130E" w:rsidRPr="0066130E" w:rsidRDefault="0066130E" w:rsidP="0066130E">
      <w:pPr>
        <w:jc w:val="center"/>
        <w:rPr>
          <w:rFonts w:ascii="Arial" w:hAnsi="Arial" w:cs="Arial"/>
          <w:b/>
          <w:sz w:val="22"/>
          <w:szCs w:val="22"/>
        </w:rPr>
      </w:pPr>
      <w:r w:rsidRPr="0066130E">
        <w:rPr>
          <w:rFonts w:ascii="Arial" w:hAnsi="Arial" w:cs="Arial"/>
          <w:b/>
          <w:sz w:val="22"/>
          <w:szCs w:val="22"/>
        </w:rPr>
        <w:t>(društvo, organizacija, združenje</w:t>
      </w:r>
      <w:r w:rsidRPr="0066130E">
        <w:rPr>
          <w:rFonts w:ascii="Arial" w:hAnsi="Arial" w:cs="Arial"/>
          <w:sz w:val="22"/>
          <w:szCs w:val="22"/>
        </w:rPr>
        <w:t>, v nadaljevanju: društvo</w:t>
      </w:r>
      <w:r w:rsidRPr="0066130E">
        <w:rPr>
          <w:rFonts w:ascii="Arial" w:hAnsi="Arial" w:cs="Arial"/>
          <w:b/>
          <w:sz w:val="22"/>
          <w:szCs w:val="22"/>
        </w:rPr>
        <w:t>)</w:t>
      </w:r>
    </w:p>
    <w:p w14:paraId="396420BE" w14:textId="77777777" w:rsidR="0066130E" w:rsidRPr="0066130E" w:rsidRDefault="0066130E" w:rsidP="0066130E">
      <w:pPr>
        <w:rPr>
          <w:rFonts w:ascii="Arial" w:hAnsi="Arial" w:cs="Arial"/>
          <w:b/>
          <w:sz w:val="22"/>
          <w:szCs w:val="22"/>
        </w:rPr>
      </w:pPr>
    </w:p>
    <w:p w14:paraId="5148F6C2" w14:textId="77777777" w:rsidR="0066130E" w:rsidRPr="0066130E" w:rsidRDefault="0066130E" w:rsidP="0066130E">
      <w:pPr>
        <w:rPr>
          <w:rFonts w:ascii="Arial" w:hAnsi="Arial" w:cs="Arial"/>
          <w:b/>
          <w:sz w:val="22"/>
          <w:szCs w:val="22"/>
        </w:rPr>
      </w:pPr>
    </w:p>
    <w:p w14:paraId="772F533B" w14:textId="02475BF8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Naziv društva:</w:t>
      </w:r>
      <w:r w:rsidRPr="0066130E">
        <w:rPr>
          <w:rFonts w:ascii="Arial" w:hAnsi="Arial" w:cs="Arial"/>
          <w:sz w:val="22"/>
          <w:szCs w:val="22"/>
        </w:rPr>
        <w:tab/>
        <w:t>______________________________________________________________</w:t>
      </w:r>
    </w:p>
    <w:p w14:paraId="6D98E7B5" w14:textId="77777777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FDEC8A" w14:textId="388976BB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Matična številka:</w:t>
      </w:r>
      <w:r>
        <w:rPr>
          <w:rFonts w:ascii="Arial" w:hAnsi="Arial" w:cs="Arial"/>
          <w:sz w:val="22"/>
          <w:szCs w:val="22"/>
        </w:rPr>
        <w:t xml:space="preserve"> ____</w:t>
      </w:r>
      <w:r w:rsidRPr="0066130E">
        <w:rPr>
          <w:rFonts w:ascii="Arial" w:hAnsi="Arial" w:cs="Arial"/>
          <w:sz w:val="22"/>
          <w:szCs w:val="22"/>
        </w:rPr>
        <w:t>________________________________________________________</w:t>
      </w:r>
    </w:p>
    <w:p w14:paraId="31681F42" w14:textId="77777777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283F881" w14:textId="107EE3B5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Davčna številka:</w:t>
      </w:r>
      <w:r>
        <w:rPr>
          <w:rFonts w:ascii="Arial" w:hAnsi="Arial" w:cs="Arial"/>
          <w:sz w:val="22"/>
          <w:szCs w:val="22"/>
        </w:rPr>
        <w:t xml:space="preserve"> ____</w:t>
      </w:r>
      <w:r w:rsidRPr="0066130E">
        <w:rPr>
          <w:rFonts w:ascii="Arial" w:hAnsi="Arial" w:cs="Arial"/>
          <w:sz w:val="22"/>
          <w:szCs w:val="22"/>
        </w:rPr>
        <w:t>________________________________________________________</w:t>
      </w:r>
    </w:p>
    <w:p w14:paraId="1BE111F5" w14:textId="77777777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47A941D" w14:textId="609CB659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Št. TRR:</w:t>
      </w:r>
      <w:r>
        <w:rPr>
          <w:rFonts w:ascii="Arial" w:hAnsi="Arial" w:cs="Arial"/>
          <w:sz w:val="22"/>
          <w:szCs w:val="22"/>
        </w:rPr>
        <w:t xml:space="preserve">  </w:t>
      </w:r>
      <w:r w:rsidRPr="0066130E">
        <w:rPr>
          <w:rFonts w:ascii="Arial" w:hAnsi="Arial" w:cs="Arial"/>
          <w:sz w:val="22"/>
          <w:szCs w:val="22"/>
        </w:rPr>
        <w:t>SI56 __________________</w:t>
      </w:r>
      <w:r>
        <w:rPr>
          <w:rFonts w:ascii="Arial" w:hAnsi="Arial" w:cs="Arial"/>
          <w:sz w:val="22"/>
          <w:szCs w:val="22"/>
        </w:rPr>
        <w:t>___________</w:t>
      </w:r>
      <w:r w:rsidRPr="0066130E">
        <w:rPr>
          <w:rFonts w:ascii="Arial" w:hAnsi="Arial" w:cs="Arial"/>
          <w:sz w:val="22"/>
          <w:szCs w:val="22"/>
        </w:rPr>
        <w:t>_________________________________</w:t>
      </w:r>
    </w:p>
    <w:p w14:paraId="0D90D82E" w14:textId="77777777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8C226AB" w14:textId="1A7E20BD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Sedež društva:</w:t>
      </w:r>
      <w:r>
        <w:rPr>
          <w:rFonts w:ascii="Arial" w:hAnsi="Arial" w:cs="Arial"/>
          <w:sz w:val="22"/>
          <w:szCs w:val="22"/>
        </w:rPr>
        <w:t xml:space="preserve"> __________</w:t>
      </w:r>
      <w:r w:rsidRPr="0066130E">
        <w:rPr>
          <w:rFonts w:ascii="Arial" w:hAnsi="Arial" w:cs="Arial"/>
          <w:sz w:val="22"/>
          <w:szCs w:val="22"/>
        </w:rPr>
        <w:t>___________________________________________________</w:t>
      </w:r>
    </w:p>
    <w:p w14:paraId="1B522C50" w14:textId="77777777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A7AC9C3" w14:textId="453E1F22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Število članov:</w:t>
      </w:r>
      <w:r>
        <w:rPr>
          <w:rFonts w:ascii="Arial" w:hAnsi="Arial" w:cs="Arial"/>
          <w:sz w:val="22"/>
          <w:szCs w:val="22"/>
        </w:rPr>
        <w:t xml:space="preserve"> _______</w:t>
      </w:r>
      <w:r w:rsidRPr="0066130E">
        <w:rPr>
          <w:rFonts w:ascii="Arial" w:hAnsi="Arial" w:cs="Arial"/>
          <w:sz w:val="22"/>
          <w:szCs w:val="22"/>
        </w:rPr>
        <w:t>_______________________________________________________</w:t>
      </w:r>
    </w:p>
    <w:p w14:paraId="139B095F" w14:textId="77777777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DC33896" w14:textId="59B9AC00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Odgovorna oseba (ime in priimek): ______________________________________________</w:t>
      </w:r>
    </w:p>
    <w:p w14:paraId="055E9961" w14:textId="77777777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ECB46" w14:textId="1C0021B0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Kontaktna oseba (ime in priimek):</w:t>
      </w:r>
      <w:r>
        <w:rPr>
          <w:rFonts w:ascii="Arial" w:hAnsi="Arial" w:cs="Arial"/>
          <w:sz w:val="22"/>
          <w:szCs w:val="22"/>
        </w:rPr>
        <w:t xml:space="preserve"> __</w:t>
      </w:r>
      <w:r w:rsidRPr="0066130E">
        <w:rPr>
          <w:rFonts w:ascii="Arial" w:hAnsi="Arial" w:cs="Arial"/>
          <w:sz w:val="22"/>
          <w:szCs w:val="22"/>
        </w:rPr>
        <w:t>_____________________________________________</w:t>
      </w:r>
    </w:p>
    <w:p w14:paraId="3338F647" w14:textId="7A12F31B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- telefon:</w:t>
      </w:r>
      <w:r w:rsidRPr="0066130E">
        <w:rPr>
          <w:rFonts w:ascii="Arial" w:hAnsi="Arial" w:cs="Arial"/>
          <w:sz w:val="22"/>
          <w:szCs w:val="22"/>
        </w:rPr>
        <w:tab/>
        <w:t xml:space="preserve">             _______________________________________</w:t>
      </w:r>
      <w:r>
        <w:rPr>
          <w:rFonts w:ascii="Arial" w:hAnsi="Arial" w:cs="Arial"/>
          <w:sz w:val="22"/>
          <w:szCs w:val="22"/>
        </w:rPr>
        <w:t>_</w:t>
      </w:r>
      <w:r w:rsidRPr="0066130E">
        <w:rPr>
          <w:rFonts w:ascii="Arial" w:hAnsi="Arial" w:cs="Arial"/>
          <w:sz w:val="22"/>
          <w:szCs w:val="22"/>
        </w:rPr>
        <w:t>______</w:t>
      </w:r>
    </w:p>
    <w:p w14:paraId="2B4CBDF6" w14:textId="4C191A4E" w:rsidR="0066130E" w:rsidRPr="0066130E" w:rsidRDefault="0066130E" w:rsidP="006613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130E">
        <w:rPr>
          <w:rFonts w:ascii="Arial" w:hAnsi="Arial" w:cs="Arial"/>
          <w:sz w:val="22"/>
          <w:szCs w:val="22"/>
        </w:rPr>
        <w:t>- elektronska pošta:</w:t>
      </w:r>
      <w:r w:rsidRPr="0066130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 w:rsidRPr="0066130E">
        <w:rPr>
          <w:rFonts w:ascii="Arial" w:hAnsi="Arial" w:cs="Arial"/>
          <w:sz w:val="22"/>
          <w:szCs w:val="22"/>
        </w:rPr>
        <w:t>______________________________________________</w:t>
      </w:r>
    </w:p>
    <w:p w14:paraId="1A34B883" w14:textId="77777777" w:rsidR="0066130E" w:rsidRDefault="0066130E" w:rsidP="0066130E">
      <w:pPr>
        <w:jc w:val="center"/>
        <w:rPr>
          <w:rFonts w:ascii="Arial" w:hAnsi="Arial" w:cs="Arial"/>
          <w:b/>
        </w:rPr>
      </w:pPr>
    </w:p>
    <w:p w14:paraId="0DAAE8AF" w14:textId="77777777" w:rsidR="0066130E" w:rsidRDefault="0066130E" w:rsidP="0066130E">
      <w:pPr>
        <w:jc w:val="center"/>
        <w:rPr>
          <w:rFonts w:ascii="Arial" w:hAnsi="Arial" w:cs="Arial"/>
          <w:b/>
        </w:rPr>
      </w:pPr>
    </w:p>
    <w:p w14:paraId="3DC81D31" w14:textId="77777777" w:rsidR="0066130E" w:rsidRDefault="0066130E" w:rsidP="0066130E">
      <w:pPr>
        <w:jc w:val="center"/>
        <w:rPr>
          <w:rFonts w:ascii="Arial" w:hAnsi="Arial" w:cs="Arial"/>
          <w:b/>
        </w:rPr>
      </w:pPr>
    </w:p>
    <w:p w14:paraId="51E48749" w14:textId="77777777" w:rsidR="0066130E" w:rsidRDefault="0066130E" w:rsidP="0066130E">
      <w:pPr>
        <w:jc w:val="center"/>
        <w:rPr>
          <w:rFonts w:ascii="Arial" w:hAnsi="Arial" w:cs="Arial"/>
          <w:b/>
        </w:rPr>
      </w:pPr>
    </w:p>
    <w:p w14:paraId="3A205ABD" w14:textId="4114B159" w:rsidR="0066130E" w:rsidRPr="0066130E" w:rsidRDefault="0066130E" w:rsidP="0066130E">
      <w:pPr>
        <w:jc w:val="center"/>
        <w:rPr>
          <w:rFonts w:ascii="Arial" w:hAnsi="Arial" w:cs="Arial"/>
          <w:b/>
        </w:rPr>
      </w:pPr>
      <w:r w:rsidRPr="0066130E">
        <w:rPr>
          <w:rFonts w:ascii="Arial" w:hAnsi="Arial" w:cs="Arial"/>
          <w:b/>
        </w:rPr>
        <w:t>IZJAVA</w:t>
      </w:r>
    </w:p>
    <w:p w14:paraId="399A27A9" w14:textId="77777777" w:rsidR="0066130E" w:rsidRDefault="0066130E" w:rsidP="0066130E">
      <w:pPr>
        <w:jc w:val="both"/>
        <w:rPr>
          <w:rFonts w:ascii="Arial" w:hAnsi="Arial" w:cs="Arial"/>
          <w:b/>
          <w:bCs/>
        </w:rPr>
      </w:pPr>
    </w:p>
    <w:p w14:paraId="0645CC5F" w14:textId="4726E132" w:rsidR="0066130E" w:rsidRPr="0066130E" w:rsidRDefault="0066130E" w:rsidP="0066130E">
      <w:pPr>
        <w:jc w:val="both"/>
        <w:rPr>
          <w:rFonts w:ascii="Arial" w:hAnsi="Arial" w:cs="Arial"/>
          <w:b/>
          <w:bCs/>
        </w:rPr>
      </w:pPr>
      <w:r w:rsidRPr="0066130E">
        <w:rPr>
          <w:rFonts w:ascii="Arial" w:hAnsi="Arial" w:cs="Arial"/>
          <w:b/>
          <w:bCs/>
        </w:rPr>
        <w:t>Potrjujemo, da sprejemamo pogoje in merila, navedena v javnem razpisu in razpisni dokumentaciji, ter da so vse navedbe v vlogi točne in resnične ter, da društvo dejansko obstaja in deluje.</w:t>
      </w:r>
    </w:p>
    <w:p w14:paraId="3EBE0578" w14:textId="77777777" w:rsidR="0066130E" w:rsidRDefault="0066130E" w:rsidP="0066130E">
      <w:pPr>
        <w:jc w:val="both"/>
        <w:rPr>
          <w:rFonts w:ascii="Arial" w:hAnsi="Arial" w:cs="Arial"/>
          <w:b/>
          <w:bCs/>
        </w:rPr>
      </w:pPr>
    </w:p>
    <w:p w14:paraId="448CC66F" w14:textId="77777777" w:rsidR="0066130E" w:rsidRPr="0066130E" w:rsidRDefault="0066130E" w:rsidP="0066130E">
      <w:pPr>
        <w:jc w:val="both"/>
        <w:rPr>
          <w:rFonts w:ascii="Arial" w:hAnsi="Arial" w:cs="Arial"/>
          <w:b/>
          <w:bCs/>
        </w:rPr>
      </w:pPr>
    </w:p>
    <w:p w14:paraId="1AE4A5D6" w14:textId="77777777" w:rsidR="0066130E" w:rsidRPr="0066130E" w:rsidRDefault="0066130E" w:rsidP="0066130E">
      <w:pPr>
        <w:rPr>
          <w:rFonts w:ascii="Arial" w:hAnsi="Arial" w:cs="Arial"/>
          <w:b/>
          <w:bCs/>
        </w:rPr>
      </w:pPr>
      <w:r w:rsidRPr="0066130E">
        <w:rPr>
          <w:rFonts w:ascii="Arial" w:hAnsi="Arial" w:cs="Arial"/>
          <w:b/>
          <w:bCs/>
        </w:rPr>
        <w:t xml:space="preserve">Datum: </w:t>
      </w:r>
      <w:r w:rsidRPr="0066130E">
        <w:rPr>
          <w:rFonts w:ascii="Arial" w:hAnsi="Arial" w:cs="Arial"/>
          <w:b/>
          <w:bCs/>
          <w:sz w:val="22"/>
        </w:rPr>
        <w:t xml:space="preserve">__________________________ </w:t>
      </w:r>
      <w:r w:rsidRPr="0066130E">
        <w:rPr>
          <w:rFonts w:ascii="Arial" w:hAnsi="Arial" w:cs="Arial"/>
          <w:b/>
          <w:bCs/>
        </w:rPr>
        <w:t xml:space="preserve">                        Žig in podpis odgovorne osebe:</w:t>
      </w:r>
    </w:p>
    <w:p w14:paraId="7CB087E0" w14:textId="77777777" w:rsidR="00077558" w:rsidRPr="00242E0C" w:rsidRDefault="00077558" w:rsidP="00077558">
      <w:pPr>
        <w:pStyle w:val="Odstavekseznam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b/>
        </w:rPr>
      </w:pPr>
    </w:p>
    <w:p w14:paraId="56BC183D" w14:textId="354D99A1" w:rsidR="00933845" w:rsidRPr="00AA28C3" w:rsidRDefault="00933845" w:rsidP="00933845">
      <w:pPr>
        <w:pStyle w:val="Odstavekseznama"/>
        <w:jc w:val="both"/>
        <w:rPr>
          <w:rFonts w:ascii="Arial" w:hAnsi="Arial" w:cs="Arial"/>
        </w:rPr>
      </w:pPr>
    </w:p>
    <w:p w14:paraId="1B5EEE61" w14:textId="77777777" w:rsidR="00077558" w:rsidRDefault="00077558" w:rsidP="00A24BCD">
      <w:pPr>
        <w:jc w:val="both"/>
        <w:rPr>
          <w:rFonts w:ascii="Arial" w:hAnsi="Arial" w:cs="Arial"/>
        </w:rPr>
      </w:pPr>
    </w:p>
    <w:p w14:paraId="28DFB25B" w14:textId="77777777" w:rsidR="00A24BCD" w:rsidRDefault="00A24BCD" w:rsidP="00A24BCD">
      <w:pPr>
        <w:jc w:val="both"/>
        <w:rPr>
          <w:rFonts w:ascii="Arial" w:hAnsi="Arial" w:cs="Arial"/>
        </w:rPr>
      </w:pPr>
    </w:p>
    <w:p w14:paraId="6A3E0586" w14:textId="77777777" w:rsidR="00A24BCD" w:rsidRDefault="00A24BCD" w:rsidP="00A24BCD">
      <w:pPr>
        <w:jc w:val="both"/>
        <w:rPr>
          <w:rFonts w:ascii="Arial" w:hAnsi="Arial" w:cs="Arial"/>
        </w:rPr>
      </w:pPr>
    </w:p>
    <w:p w14:paraId="4B5D8580" w14:textId="77777777" w:rsidR="00A24BCD" w:rsidRDefault="00A24BCD" w:rsidP="00A24BCD">
      <w:pPr>
        <w:jc w:val="both"/>
        <w:rPr>
          <w:rFonts w:ascii="Arial" w:hAnsi="Arial" w:cs="Arial"/>
        </w:rPr>
      </w:pPr>
    </w:p>
    <w:p w14:paraId="2C654F6E" w14:textId="77777777" w:rsidR="00A24BCD" w:rsidRDefault="00A24BCD" w:rsidP="00A24BCD">
      <w:pPr>
        <w:jc w:val="both"/>
        <w:rPr>
          <w:rFonts w:ascii="Arial" w:hAnsi="Arial" w:cs="Arial"/>
        </w:rPr>
      </w:pPr>
    </w:p>
    <w:p w14:paraId="659A85CD" w14:textId="77777777" w:rsidR="00A24BCD" w:rsidRDefault="00A24BCD" w:rsidP="00A24BCD">
      <w:pPr>
        <w:jc w:val="both"/>
        <w:rPr>
          <w:rFonts w:ascii="Arial" w:hAnsi="Arial" w:cs="Arial"/>
        </w:rPr>
      </w:pPr>
    </w:p>
    <w:p w14:paraId="08EDF0CA" w14:textId="77777777" w:rsidR="00A24BCD" w:rsidRDefault="00A24BCD" w:rsidP="00A24BCD">
      <w:pPr>
        <w:jc w:val="both"/>
        <w:rPr>
          <w:rFonts w:ascii="Arial" w:hAnsi="Arial" w:cs="Arial"/>
        </w:rPr>
      </w:pPr>
    </w:p>
    <w:p w14:paraId="1539ED04" w14:textId="77777777" w:rsidR="00A24BCD" w:rsidRDefault="00A24BCD" w:rsidP="00A24BCD">
      <w:pPr>
        <w:jc w:val="both"/>
        <w:rPr>
          <w:rFonts w:ascii="Arial" w:hAnsi="Arial" w:cs="Arial"/>
        </w:rPr>
      </w:pPr>
    </w:p>
    <w:p w14:paraId="28627CEA" w14:textId="77777777" w:rsidR="00A24BCD" w:rsidRDefault="00A24BCD" w:rsidP="00A24BCD">
      <w:pPr>
        <w:jc w:val="both"/>
        <w:rPr>
          <w:rFonts w:ascii="Arial" w:hAnsi="Arial" w:cs="Arial"/>
        </w:rPr>
      </w:pPr>
    </w:p>
    <w:p w14:paraId="01FAF084" w14:textId="77777777" w:rsidR="00A24BCD" w:rsidRDefault="00A24BCD" w:rsidP="00A24BCD">
      <w:pPr>
        <w:jc w:val="both"/>
        <w:rPr>
          <w:rFonts w:ascii="Arial" w:hAnsi="Arial" w:cs="Arial"/>
        </w:rPr>
      </w:pPr>
    </w:p>
    <w:p w14:paraId="286B37C2" w14:textId="77777777" w:rsidR="00A24BCD" w:rsidRDefault="00A24BCD" w:rsidP="00A24BCD">
      <w:pPr>
        <w:jc w:val="both"/>
        <w:rPr>
          <w:rFonts w:ascii="Arial" w:hAnsi="Arial" w:cs="Arial"/>
        </w:rPr>
      </w:pPr>
    </w:p>
    <w:p w14:paraId="17001D04" w14:textId="77777777" w:rsidR="00A24BCD" w:rsidRPr="00A24BCD" w:rsidRDefault="00A24BCD" w:rsidP="00A24BCD">
      <w:pPr>
        <w:jc w:val="center"/>
        <w:rPr>
          <w:rFonts w:ascii="Arial" w:hAnsi="Arial" w:cs="Arial"/>
          <w:b/>
          <w:sz w:val="24"/>
          <w:szCs w:val="24"/>
        </w:rPr>
      </w:pPr>
      <w:r w:rsidRPr="00A24BCD">
        <w:rPr>
          <w:rFonts w:ascii="Arial" w:hAnsi="Arial" w:cs="Arial"/>
          <w:b/>
          <w:sz w:val="24"/>
          <w:szCs w:val="24"/>
        </w:rPr>
        <w:t>IZJAVA</w:t>
      </w:r>
    </w:p>
    <w:p w14:paraId="7A65E9A2" w14:textId="77777777" w:rsidR="00A24BCD" w:rsidRPr="00A24BCD" w:rsidRDefault="00A24BCD" w:rsidP="00A24BCD">
      <w:pPr>
        <w:jc w:val="center"/>
        <w:rPr>
          <w:rFonts w:ascii="Arial" w:hAnsi="Arial" w:cs="Arial"/>
          <w:b/>
        </w:rPr>
      </w:pPr>
    </w:p>
    <w:p w14:paraId="1BD07594" w14:textId="77777777" w:rsidR="00A24BCD" w:rsidRDefault="00A24BCD" w:rsidP="00A24BCD">
      <w:pPr>
        <w:jc w:val="both"/>
        <w:rPr>
          <w:rFonts w:ascii="Arial" w:hAnsi="Arial" w:cs="Arial"/>
        </w:rPr>
      </w:pPr>
    </w:p>
    <w:p w14:paraId="32C0DB1F" w14:textId="5BB3CD1B" w:rsidR="00A24BCD" w:rsidRPr="00A24BCD" w:rsidRDefault="00A24BCD" w:rsidP="00A24BCD">
      <w:pPr>
        <w:jc w:val="both"/>
        <w:rPr>
          <w:rFonts w:ascii="Arial" w:hAnsi="Arial" w:cs="Arial"/>
        </w:rPr>
      </w:pPr>
      <w:r w:rsidRPr="00A24BCD">
        <w:rPr>
          <w:rFonts w:ascii="Arial" w:hAnsi="Arial" w:cs="Arial"/>
        </w:rPr>
        <w:t>Na podlagi Uredbe EU 2016/679 Evropskega parlamenta in Sveta z dne 27. aprila 2016 o varstvu posameznikov pri obdelavi osebnih podatkov in o prostem pretoku takih podatkov ter o razveljavitvi Direktive 95/46/ES (Splošna uredba o varstvu osebnih podatkov – GDPR),</w:t>
      </w:r>
    </w:p>
    <w:p w14:paraId="2BA30410" w14:textId="77777777" w:rsidR="00A24BCD" w:rsidRDefault="00A24BCD" w:rsidP="00A24BCD">
      <w:pPr>
        <w:jc w:val="both"/>
        <w:rPr>
          <w:rFonts w:ascii="Arial" w:hAnsi="Arial" w:cs="Arial"/>
        </w:rPr>
      </w:pPr>
    </w:p>
    <w:p w14:paraId="2E53FDC1" w14:textId="77777777" w:rsidR="00A24BCD" w:rsidRDefault="00A24BCD" w:rsidP="00A24BCD">
      <w:pPr>
        <w:jc w:val="both"/>
        <w:rPr>
          <w:rFonts w:ascii="Arial" w:hAnsi="Arial" w:cs="Arial"/>
        </w:rPr>
      </w:pPr>
    </w:p>
    <w:p w14:paraId="5067DBF7" w14:textId="77777777" w:rsidR="00A24BCD" w:rsidRPr="00A24BCD" w:rsidRDefault="00A24BCD" w:rsidP="00A24BCD">
      <w:pPr>
        <w:jc w:val="both"/>
        <w:rPr>
          <w:rFonts w:ascii="Arial" w:hAnsi="Arial" w:cs="Arial"/>
        </w:rPr>
      </w:pPr>
    </w:p>
    <w:p w14:paraId="27DF9E73" w14:textId="6FE70946" w:rsidR="00A24BCD" w:rsidRPr="00A24BCD" w:rsidRDefault="00A24BCD" w:rsidP="00A24BCD">
      <w:pPr>
        <w:jc w:val="both"/>
        <w:rPr>
          <w:rFonts w:ascii="Arial" w:hAnsi="Arial" w:cs="Arial"/>
        </w:rPr>
      </w:pPr>
      <w:r w:rsidRPr="00A24BCD">
        <w:rPr>
          <w:rFonts w:ascii="Arial" w:hAnsi="Arial" w:cs="Arial"/>
        </w:rPr>
        <w:t>spodaj podpisana odgovorna oseba prijavitelja _________</w:t>
      </w:r>
      <w:r>
        <w:rPr>
          <w:rFonts w:ascii="Arial" w:hAnsi="Arial" w:cs="Arial"/>
        </w:rPr>
        <w:t>__________</w:t>
      </w:r>
      <w:r w:rsidRPr="00A24BCD">
        <w:rPr>
          <w:rFonts w:ascii="Arial" w:hAnsi="Arial" w:cs="Arial"/>
        </w:rPr>
        <w:t xml:space="preserve">_________________________ </w:t>
      </w:r>
    </w:p>
    <w:p w14:paraId="48CE63F0" w14:textId="68C6815C" w:rsidR="00A24BCD" w:rsidRPr="00A24BCD" w:rsidRDefault="00A24BCD" w:rsidP="00A24BCD">
      <w:pPr>
        <w:jc w:val="center"/>
        <w:rPr>
          <w:rFonts w:ascii="Arial" w:hAnsi="Arial" w:cs="Arial"/>
        </w:rPr>
      </w:pPr>
      <w:r w:rsidRPr="00A24BCD">
        <w:rPr>
          <w:rFonts w:ascii="Arial" w:hAnsi="Arial" w:cs="Arial"/>
        </w:rPr>
        <w:t xml:space="preserve">                                                                           (ime in priimek)</w:t>
      </w:r>
    </w:p>
    <w:p w14:paraId="7A923F0A" w14:textId="77777777" w:rsidR="00A24BCD" w:rsidRDefault="00A24BCD" w:rsidP="00A24BCD">
      <w:pPr>
        <w:jc w:val="both"/>
        <w:rPr>
          <w:rFonts w:ascii="Arial" w:hAnsi="Arial" w:cs="Arial"/>
        </w:rPr>
      </w:pPr>
    </w:p>
    <w:p w14:paraId="4C344267" w14:textId="77777777" w:rsidR="00A24BCD" w:rsidRDefault="00A24BCD" w:rsidP="00A24BCD">
      <w:pPr>
        <w:jc w:val="both"/>
        <w:rPr>
          <w:rFonts w:ascii="Arial" w:hAnsi="Arial" w:cs="Arial"/>
        </w:rPr>
      </w:pPr>
    </w:p>
    <w:p w14:paraId="30DCD6F0" w14:textId="225D910C" w:rsidR="00A24BCD" w:rsidRPr="00A24BCD" w:rsidRDefault="00A24BCD" w:rsidP="00A24BCD">
      <w:pPr>
        <w:jc w:val="both"/>
        <w:rPr>
          <w:rFonts w:ascii="Arial" w:hAnsi="Arial" w:cs="Arial"/>
        </w:rPr>
      </w:pPr>
      <w:r w:rsidRPr="00A24BCD">
        <w:rPr>
          <w:rFonts w:ascii="Arial" w:hAnsi="Arial" w:cs="Arial"/>
        </w:rPr>
        <w:t xml:space="preserve">sem seznanjen/-a, da Občina Muta: </w:t>
      </w:r>
    </w:p>
    <w:p w14:paraId="232E8C7B" w14:textId="77777777" w:rsidR="00A24BCD" w:rsidRPr="00A24BCD" w:rsidRDefault="00A24BCD" w:rsidP="00A24BCD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</w:rPr>
      </w:pPr>
      <w:r w:rsidRPr="00A24BCD">
        <w:rPr>
          <w:rFonts w:ascii="Arial" w:hAnsi="Arial" w:cs="Arial"/>
        </w:rPr>
        <w:t>spoštuje ne samo zasebnost oseb, katerih osebne podatke obdeluje znotraj svoje dejavnosti temveč spoštuje tudi zasebnost prijavitelja;</w:t>
      </w:r>
    </w:p>
    <w:p w14:paraId="4BD0159D" w14:textId="77777777" w:rsidR="00A24BCD" w:rsidRPr="00A24BCD" w:rsidRDefault="00A24BCD" w:rsidP="00A24BCD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</w:rPr>
      </w:pPr>
      <w:r w:rsidRPr="00A24BCD">
        <w:rPr>
          <w:rFonts w:ascii="Arial" w:hAnsi="Arial" w:cs="Arial"/>
        </w:rPr>
        <w:t>pridobljene osebne podatke skrbno varuje in jih brez privolitve ne posreduje tretji osebi oziroma jih uporabi v druge namene, kot so vam bili v trenutku, ko v to izrecno privolim v obdelavo, znani, razen, ko to zahteva zakon ali obstaja v skladu z 6. členom GDPR zakonita podlaga za posredovanje;</w:t>
      </w:r>
    </w:p>
    <w:p w14:paraId="08D9F417" w14:textId="77777777" w:rsidR="00A24BCD" w:rsidRPr="00A24BCD" w:rsidRDefault="00A24BCD" w:rsidP="00A24BCD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</w:rPr>
      </w:pPr>
      <w:r w:rsidRPr="00A24BCD">
        <w:rPr>
          <w:rFonts w:ascii="Arial" w:hAnsi="Arial" w:cs="Arial"/>
        </w:rPr>
        <w:t>moje osebne podatke obdeluje za potrebe javnega razpisa in za namen obračunavanja izplačila.</w:t>
      </w:r>
    </w:p>
    <w:p w14:paraId="2C75D7D8" w14:textId="77777777" w:rsidR="00A24BCD" w:rsidRDefault="00A24BCD" w:rsidP="00A24BCD">
      <w:pPr>
        <w:contextualSpacing/>
        <w:jc w:val="both"/>
        <w:rPr>
          <w:rFonts w:ascii="Arial" w:hAnsi="Arial" w:cs="Arial"/>
        </w:rPr>
      </w:pPr>
    </w:p>
    <w:p w14:paraId="1708860D" w14:textId="77777777" w:rsidR="00A24BCD" w:rsidRDefault="00A24BCD" w:rsidP="00A24BCD">
      <w:pPr>
        <w:contextualSpacing/>
        <w:jc w:val="both"/>
        <w:rPr>
          <w:rFonts w:ascii="Arial" w:hAnsi="Arial" w:cs="Arial"/>
        </w:rPr>
      </w:pPr>
    </w:p>
    <w:p w14:paraId="75766809" w14:textId="77777777" w:rsidR="00A24BCD" w:rsidRPr="00A24BCD" w:rsidRDefault="00A24BCD" w:rsidP="00A24BCD">
      <w:pPr>
        <w:contextualSpacing/>
        <w:jc w:val="both"/>
        <w:rPr>
          <w:rFonts w:ascii="Arial" w:hAnsi="Arial" w:cs="Arial"/>
        </w:rPr>
      </w:pPr>
    </w:p>
    <w:p w14:paraId="3FE649DE" w14:textId="241482C7" w:rsidR="00A24BCD" w:rsidRPr="00A24BCD" w:rsidRDefault="00A24BCD" w:rsidP="00A24BCD">
      <w:pPr>
        <w:jc w:val="both"/>
        <w:rPr>
          <w:rFonts w:ascii="Arial" w:hAnsi="Arial" w:cs="Arial"/>
        </w:rPr>
      </w:pPr>
      <w:r w:rsidRPr="00A24BCD">
        <w:rPr>
          <w:rFonts w:ascii="Arial" w:hAnsi="Arial" w:cs="Arial"/>
          <w:bCs/>
        </w:rPr>
        <w:t xml:space="preserve">Seznanjen sem, da lahko kadarkoli </w:t>
      </w:r>
      <w:r w:rsidRPr="00A24BCD">
        <w:rPr>
          <w:rFonts w:ascii="Arial" w:hAnsi="Arial" w:cs="Arial"/>
        </w:rPr>
        <w:t>zahtevam, da se mi omogoči vpogled v moje osebne</w:t>
      </w:r>
      <w:r w:rsidRPr="00A24BCD">
        <w:rPr>
          <w:rFonts w:ascii="Arial" w:hAnsi="Arial" w:cs="Arial"/>
          <w:bCs/>
        </w:rPr>
        <w:t xml:space="preserve"> podatke, ki jih Občina Muta obdeluje, da se mi posreduje kopija (izpis) o obdelavi osebnih podatkov ali da se na mojo zahtevo izvede popravek, prepoved obdelave, izbris ali sprememba osebnih podatkov, če so za to izpolnjeni pogoji</w:t>
      </w:r>
      <w:r w:rsidRPr="00A24BCD">
        <w:rPr>
          <w:rFonts w:ascii="Arial" w:hAnsi="Arial" w:cs="Arial"/>
          <w:b/>
          <w:bCs/>
        </w:rPr>
        <w:t>. </w:t>
      </w:r>
      <w:r w:rsidRPr="00A24BCD">
        <w:rPr>
          <w:rFonts w:ascii="Arial" w:hAnsi="Arial" w:cs="Arial"/>
          <w:bCs/>
        </w:rPr>
        <w:t xml:space="preserve">Vse navedeno lahko storim pri osebi, pooblaščeni za varstvo osebnih podatkov: </w:t>
      </w:r>
      <w:r>
        <w:rPr>
          <w:rFonts w:ascii="Arial" w:hAnsi="Arial" w:cs="Arial"/>
          <w:bCs/>
        </w:rPr>
        <w:t>Sanja Tjukajev</w:t>
      </w:r>
      <w:r w:rsidRPr="00A24BCD">
        <w:rPr>
          <w:rFonts w:ascii="Arial" w:hAnsi="Arial" w:cs="Arial"/>
          <w:bCs/>
        </w:rPr>
        <w:t xml:space="preserve">, e-mail: </w:t>
      </w:r>
      <w:hyperlink r:id="rId8" w:history="1">
        <w:r w:rsidRPr="00A24BCD">
          <w:rPr>
            <w:rStyle w:val="Hiperpovezava"/>
            <w:rFonts w:ascii="Arial" w:hAnsi="Arial" w:cs="Arial"/>
            <w:bCs/>
            <w:color w:val="auto"/>
            <w:u w:val="none"/>
          </w:rPr>
          <w:t>obcina.muta@muta.si</w:t>
        </w:r>
      </w:hyperlink>
      <w:r w:rsidRPr="00A24BCD">
        <w:rPr>
          <w:rFonts w:ascii="Arial" w:hAnsi="Arial" w:cs="Arial"/>
          <w:bCs/>
        </w:rPr>
        <w:t>, tel: 02 88 79 600.</w:t>
      </w:r>
      <w:r w:rsidRPr="00A24BCD">
        <w:rPr>
          <w:rFonts w:ascii="Arial" w:hAnsi="Arial" w:cs="Arial"/>
          <w:b/>
          <w:bCs/>
        </w:rPr>
        <w:t xml:space="preserve"> </w:t>
      </w:r>
      <w:r w:rsidRPr="00A24BCD">
        <w:rPr>
          <w:rFonts w:ascii="Arial" w:hAnsi="Arial" w:cs="Arial"/>
        </w:rPr>
        <w:t xml:space="preserve">V primeru, da z ravnanjem občine na področju varstva osebnih podatkov nisem zadovoljen/a, lahko svojo pritožbo naslovim na Informacijsko pooblaščenko, kontakt: </w:t>
      </w:r>
      <w:r w:rsidRPr="00A24BCD">
        <w:rPr>
          <w:rFonts w:ascii="Arial" w:hAnsi="Arial" w:cs="Arial"/>
          <w:bCs/>
        </w:rPr>
        <w:t xml:space="preserve">Informacijski pooblaščenec, Zaloška 59, 1000 Ljubljana, telefon: 01 230 97 30, E-pošta: </w:t>
      </w:r>
      <w:hyperlink r:id="rId9" w:history="1">
        <w:r w:rsidRPr="00A24BCD">
          <w:rPr>
            <w:rStyle w:val="Hiperpovezava"/>
            <w:rFonts w:ascii="Arial" w:hAnsi="Arial" w:cs="Arial"/>
            <w:bCs/>
            <w:color w:val="auto"/>
            <w:u w:val="none"/>
          </w:rPr>
          <w:t>gp.ip@ip-rs.si</w:t>
        </w:r>
      </w:hyperlink>
      <w:r w:rsidRPr="00A24BCD">
        <w:rPr>
          <w:rFonts w:ascii="Arial" w:hAnsi="Arial" w:cs="Arial"/>
          <w:bCs/>
        </w:rPr>
        <w:t xml:space="preserve"> </w:t>
      </w:r>
      <w:r w:rsidRPr="00A24BCD">
        <w:rPr>
          <w:rFonts w:ascii="Arial" w:hAnsi="Arial" w:cs="Arial"/>
        </w:rPr>
        <w:t xml:space="preserve">. </w:t>
      </w:r>
      <w:r w:rsidRPr="00A24BCD">
        <w:rPr>
          <w:rFonts w:ascii="Arial" w:hAnsi="Arial" w:cs="Arial"/>
        </w:rPr>
        <w:tab/>
      </w:r>
      <w:r w:rsidRPr="00A24BCD">
        <w:rPr>
          <w:rFonts w:ascii="Arial" w:hAnsi="Arial" w:cs="Arial"/>
        </w:rPr>
        <w:tab/>
      </w:r>
      <w:r w:rsidRPr="00A24BCD">
        <w:rPr>
          <w:rFonts w:ascii="Arial" w:hAnsi="Arial" w:cs="Arial"/>
        </w:rPr>
        <w:tab/>
      </w:r>
      <w:r w:rsidRPr="00A24BCD">
        <w:rPr>
          <w:rFonts w:ascii="Arial" w:hAnsi="Arial" w:cs="Arial"/>
        </w:rPr>
        <w:tab/>
      </w:r>
      <w:r w:rsidRPr="00A24BCD">
        <w:rPr>
          <w:rFonts w:ascii="Arial" w:hAnsi="Arial" w:cs="Arial"/>
        </w:rPr>
        <w:tab/>
      </w:r>
      <w:r w:rsidRPr="00A24BCD">
        <w:rPr>
          <w:rFonts w:ascii="Arial" w:hAnsi="Arial" w:cs="Arial"/>
        </w:rPr>
        <w:tab/>
      </w:r>
      <w:r w:rsidRPr="00A24BCD">
        <w:rPr>
          <w:rFonts w:ascii="Arial" w:hAnsi="Arial" w:cs="Arial"/>
        </w:rPr>
        <w:tab/>
      </w:r>
      <w:r w:rsidRPr="00A24BCD">
        <w:rPr>
          <w:rFonts w:ascii="Arial" w:hAnsi="Arial" w:cs="Arial"/>
        </w:rPr>
        <w:tab/>
      </w:r>
    </w:p>
    <w:p w14:paraId="00AC9FAC" w14:textId="77777777" w:rsidR="00A24BCD" w:rsidRPr="00A24BCD" w:rsidRDefault="00A24BCD" w:rsidP="00A24BCD">
      <w:pPr>
        <w:rPr>
          <w:rFonts w:ascii="Arial" w:hAnsi="Arial" w:cs="Arial"/>
        </w:rPr>
      </w:pPr>
    </w:p>
    <w:p w14:paraId="79762AAD" w14:textId="77777777" w:rsidR="00A24BCD" w:rsidRDefault="00A24BCD" w:rsidP="00A24BCD">
      <w:pPr>
        <w:rPr>
          <w:rFonts w:ascii="Arial" w:hAnsi="Arial" w:cs="Arial"/>
        </w:rPr>
      </w:pPr>
    </w:p>
    <w:p w14:paraId="411DE6D7" w14:textId="77777777" w:rsidR="00A24BCD" w:rsidRDefault="00A24BCD" w:rsidP="00A24BCD">
      <w:pPr>
        <w:rPr>
          <w:rFonts w:ascii="Arial" w:hAnsi="Arial" w:cs="Arial"/>
        </w:rPr>
      </w:pPr>
    </w:p>
    <w:p w14:paraId="77A5E0DC" w14:textId="77777777" w:rsidR="00A24BCD" w:rsidRPr="00A24BCD" w:rsidRDefault="00A24BCD" w:rsidP="00A24BCD">
      <w:pPr>
        <w:rPr>
          <w:rFonts w:ascii="Arial" w:hAnsi="Arial" w:cs="Arial"/>
        </w:rPr>
      </w:pPr>
    </w:p>
    <w:p w14:paraId="45501A99" w14:textId="77777777" w:rsidR="00A24BCD" w:rsidRPr="00A24BCD" w:rsidRDefault="00A24BCD" w:rsidP="00A24BCD">
      <w:pPr>
        <w:rPr>
          <w:rFonts w:ascii="Arial" w:hAnsi="Arial" w:cs="Arial"/>
        </w:rPr>
      </w:pPr>
      <w:r w:rsidRPr="00A24BCD">
        <w:rPr>
          <w:rFonts w:ascii="Arial" w:hAnsi="Arial" w:cs="Arial"/>
        </w:rPr>
        <w:t>Datum: __________________________                         Žig in podpis odgovorne osebe:</w:t>
      </w:r>
    </w:p>
    <w:p w14:paraId="2EC965FF" w14:textId="3198C3B3" w:rsidR="00A24BCD" w:rsidRPr="00A24BCD" w:rsidRDefault="00A24BCD" w:rsidP="00A24BCD">
      <w:pPr>
        <w:jc w:val="both"/>
        <w:rPr>
          <w:rFonts w:ascii="Arial" w:hAnsi="Arial" w:cs="Arial"/>
        </w:rPr>
        <w:sectPr w:rsidR="00A24BCD" w:rsidRPr="00A24BCD" w:rsidSect="003235E2">
          <w:headerReference w:type="default" r:id="rId10"/>
          <w:footerReference w:type="default" r:id="rId11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6EA45848" w14:textId="77777777" w:rsidR="00227D4B" w:rsidRPr="00056027" w:rsidRDefault="00227D4B" w:rsidP="00962571">
      <w:pPr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jc w:val="center"/>
        <w:rPr>
          <w:rFonts w:ascii="Arial" w:hAnsi="Arial" w:cs="Arial"/>
          <w:b/>
          <w:sz w:val="24"/>
          <w:szCs w:val="24"/>
        </w:rPr>
      </w:pPr>
      <w:r w:rsidRPr="00056027">
        <w:rPr>
          <w:rFonts w:ascii="Arial" w:hAnsi="Arial" w:cs="Arial"/>
          <w:b/>
          <w:sz w:val="24"/>
          <w:szCs w:val="24"/>
        </w:rPr>
        <w:lastRenderedPageBreak/>
        <w:t>PROGRAMI IN PROJEKTI VLAGATELJA</w:t>
      </w:r>
    </w:p>
    <w:p w14:paraId="31DBA1EA" w14:textId="77777777" w:rsidR="00227D4B" w:rsidRPr="00227D4B" w:rsidRDefault="00227D4B" w:rsidP="00227D4B">
      <w:pPr>
        <w:rPr>
          <w:rFonts w:ascii="Arial" w:hAnsi="Arial" w:cs="Arial"/>
          <w:sz w:val="22"/>
          <w:szCs w:val="22"/>
        </w:rPr>
      </w:pPr>
    </w:p>
    <w:p w14:paraId="51DF6D3E" w14:textId="717BA6A2" w:rsidR="00227D4B" w:rsidRPr="00227D4B" w:rsidRDefault="00227D4B" w:rsidP="00227D4B">
      <w:pPr>
        <w:jc w:val="center"/>
        <w:rPr>
          <w:rFonts w:ascii="Arial" w:hAnsi="Arial" w:cs="Arial"/>
          <w:sz w:val="22"/>
          <w:szCs w:val="22"/>
        </w:rPr>
      </w:pPr>
      <w:r w:rsidRPr="00227D4B">
        <w:rPr>
          <w:rFonts w:ascii="Arial" w:hAnsi="Arial" w:cs="Arial"/>
          <w:b/>
          <w:color w:val="FF0000"/>
          <w:sz w:val="22"/>
          <w:szCs w:val="22"/>
          <w:highlight w:val="yellow"/>
        </w:rPr>
        <w:t>Vpišite dejavnosti, ki jih boste izvajali v letu 202</w:t>
      </w:r>
      <w:r w:rsidR="00C32511">
        <w:rPr>
          <w:rFonts w:ascii="Arial" w:hAnsi="Arial" w:cs="Arial"/>
          <w:b/>
          <w:color w:val="FF0000"/>
          <w:sz w:val="22"/>
          <w:szCs w:val="22"/>
          <w:highlight w:val="yellow"/>
        </w:rPr>
        <w:t>5</w:t>
      </w:r>
      <w:r w:rsidRPr="00227D4B">
        <w:rPr>
          <w:rFonts w:ascii="Arial" w:hAnsi="Arial" w:cs="Arial"/>
          <w:color w:val="FF0000"/>
          <w:sz w:val="22"/>
          <w:szCs w:val="22"/>
          <w:highlight w:val="yellow"/>
        </w:rPr>
        <w:t>!</w:t>
      </w:r>
    </w:p>
    <w:p w14:paraId="036EB832" w14:textId="77777777" w:rsidR="00227D4B" w:rsidRDefault="00227D4B" w:rsidP="00227D4B">
      <w:pPr>
        <w:jc w:val="center"/>
        <w:rPr>
          <w:rFonts w:ascii="Arial" w:hAnsi="Arial" w:cs="Arial"/>
          <w:sz w:val="22"/>
          <w:szCs w:val="22"/>
        </w:rPr>
      </w:pPr>
    </w:p>
    <w:p w14:paraId="6D9CB4DA" w14:textId="77777777" w:rsidR="00056027" w:rsidRDefault="00056027" w:rsidP="00227D4B">
      <w:pPr>
        <w:jc w:val="center"/>
        <w:rPr>
          <w:rFonts w:ascii="Arial" w:hAnsi="Arial" w:cs="Arial"/>
          <w:sz w:val="22"/>
          <w:szCs w:val="22"/>
        </w:rPr>
      </w:pPr>
    </w:p>
    <w:p w14:paraId="4A1D4630" w14:textId="77777777" w:rsidR="00056027" w:rsidRPr="00227D4B" w:rsidRDefault="00056027" w:rsidP="00227D4B">
      <w:pPr>
        <w:jc w:val="center"/>
        <w:rPr>
          <w:rFonts w:ascii="Arial" w:hAnsi="Arial" w:cs="Arial"/>
          <w:sz w:val="22"/>
          <w:szCs w:val="22"/>
        </w:rPr>
      </w:pPr>
    </w:p>
    <w:p w14:paraId="499D1361" w14:textId="77777777" w:rsidR="00227D4B" w:rsidRPr="00227D4B" w:rsidRDefault="00227D4B" w:rsidP="009625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rFonts w:ascii="Arial" w:hAnsi="Arial" w:cs="Arial"/>
          <w:b/>
        </w:rPr>
      </w:pPr>
      <w:r w:rsidRPr="00227D4B">
        <w:rPr>
          <w:rFonts w:ascii="Arial" w:hAnsi="Arial" w:cs="Arial"/>
          <w:b/>
        </w:rPr>
        <w:t>1. ČLANSTVO</w:t>
      </w:r>
    </w:p>
    <w:p w14:paraId="29FD5970" w14:textId="77777777" w:rsidR="00227D4B" w:rsidRPr="00227D4B" w:rsidRDefault="00227D4B" w:rsidP="00227D4B">
      <w:pPr>
        <w:jc w:val="center"/>
        <w:rPr>
          <w:rFonts w:ascii="Arial" w:hAnsi="Arial" w:cs="Arial"/>
          <w:sz w:val="22"/>
          <w:szCs w:val="22"/>
        </w:rPr>
      </w:pPr>
      <w:r w:rsidRPr="00227D4B">
        <w:rPr>
          <w:rFonts w:ascii="Arial" w:hAnsi="Arial" w:cs="Arial"/>
          <w:sz w:val="22"/>
          <w:szCs w:val="22"/>
        </w:rPr>
        <w:tab/>
      </w:r>
      <w:r w:rsidRPr="00227D4B">
        <w:rPr>
          <w:rFonts w:ascii="Arial" w:hAnsi="Arial" w:cs="Arial"/>
          <w:sz w:val="22"/>
          <w:szCs w:val="22"/>
        </w:rPr>
        <w:tab/>
      </w:r>
      <w:r w:rsidRPr="00227D4B">
        <w:rPr>
          <w:rFonts w:ascii="Arial" w:hAnsi="Arial" w:cs="Arial"/>
          <w:sz w:val="22"/>
          <w:szCs w:val="22"/>
        </w:rPr>
        <w:tab/>
      </w:r>
      <w:r w:rsidRPr="00227D4B">
        <w:rPr>
          <w:rFonts w:ascii="Arial" w:hAnsi="Arial" w:cs="Arial"/>
          <w:sz w:val="22"/>
          <w:szCs w:val="22"/>
        </w:rPr>
        <w:tab/>
      </w:r>
      <w:r w:rsidRPr="00227D4B">
        <w:rPr>
          <w:rFonts w:ascii="Arial" w:hAnsi="Arial" w:cs="Arial"/>
          <w:sz w:val="22"/>
          <w:szCs w:val="22"/>
        </w:rPr>
        <w:tab/>
      </w:r>
    </w:p>
    <w:p w14:paraId="775CF86C" w14:textId="77777777" w:rsidR="00227D4B" w:rsidRPr="00227D4B" w:rsidRDefault="00227D4B" w:rsidP="00227D4B">
      <w:pPr>
        <w:ind w:left="2880" w:firstLine="720"/>
        <w:jc w:val="center"/>
        <w:rPr>
          <w:rFonts w:ascii="Arial" w:hAnsi="Arial" w:cs="Arial"/>
          <w:sz w:val="22"/>
          <w:szCs w:val="22"/>
        </w:rPr>
      </w:pPr>
      <w:r w:rsidRPr="00227D4B">
        <w:rPr>
          <w:rFonts w:ascii="Arial" w:hAnsi="Arial" w:cs="Arial"/>
          <w:sz w:val="22"/>
          <w:szCs w:val="22"/>
        </w:rPr>
        <w:t>vpiše prijavitelj</w:t>
      </w:r>
      <w:r w:rsidRPr="00227D4B">
        <w:rPr>
          <w:rFonts w:ascii="Arial" w:hAnsi="Arial" w:cs="Arial"/>
          <w:sz w:val="22"/>
          <w:szCs w:val="22"/>
        </w:rPr>
        <w:tab/>
      </w:r>
      <w:r w:rsidRPr="00227D4B">
        <w:rPr>
          <w:rFonts w:ascii="Arial" w:hAnsi="Arial" w:cs="Arial"/>
          <w:sz w:val="22"/>
          <w:szCs w:val="22"/>
        </w:rPr>
        <w:tab/>
      </w:r>
      <w:r w:rsidRPr="00227D4B">
        <w:rPr>
          <w:rFonts w:ascii="Arial" w:hAnsi="Arial" w:cs="Arial"/>
          <w:sz w:val="22"/>
          <w:szCs w:val="22"/>
        </w:rPr>
        <w:tab/>
        <w:t xml:space="preserve">  vpiše komisija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31"/>
        <w:gridCol w:w="3210"/>
        <w:gridCol w:w="2521"/>
      </w:tblGrid>
      <w:tr w:rsidR="00227D4B" w:rsidRPr="00227D4B" w14:paraId="51AEBDC6" w14:textId="77777777" w:rsidTr="008D5319">
        <w:tc>
          <w:tcPr>
            <w:tcW w:w="3131" w:type="dxa"/>
          </w:tcPr>
          <w:p w14:paraId="44B3462A" w14:textId="77777777" w:rsidR="00227D4B" w:rsidRPr="00227D4B" w:rsidRDefault="00227D4B" w:rsidP="008D53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27D4B">
              <w:rPr>
                <w:rFonts w:ascii="Arial" w:hAnsi="Arial" w:cs="Arial"/>
                <w:b/>
                <w:sz w:val="22"/>
                <w:szCs w:val="22"/>
              </w:rPr>
              <w:t xml:space="preserve">ŠTEVILO ČLANOV </w:t>
            </w:r>
          </w:p>
          <w:p w14:paraId="2C9787B6" w14:textId="77777777" w:rsidR="00227D4B" w:rsidRPr="00227D4B" w:rsidRDefault="00227D4B" w:rsidP="008D53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27D4B">
              <w:rPr>
                <w:rFonts w:ascii="Arial" w:hAnsi="Arial" w:cs="Arial"/>
                <w:b/>
                <w:sz w:val="22"/>
                <w:szCs w:val="22"/>
              </w:rPr>
              <w:t xml:space="preserve">S STALNIM PREBIVALIŠČEM </w:t>
            </w:r>
            <w:r w:rsidRPr="00227D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Pr="00227D4B">
              <w:rPr>
                <w:rFonts w:ascii="Arial" w:hAnsi="Arial" w:cs="Arial"/>
                <w:b/>
                <w:sz w:val="22"/>
                <w:szCs w:val="22"/>
              </w:rPr>
              <w:t>OBČINI MUTA:</w:t>
            </w:r>
          </w:p>
        </w:tc>
        <w:tc>
          <w:tcPr>
            <w:tcW w:w="3210" w:type="dxa"/>
            <w:vAlign w:val="center"/>
          </w:tcPr>
          <w:p w14:paraId="4C3E0B69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348A120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145A0445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(vpišite število)</w:t>
            </w:r>
          </w:p>
          <w:p w14:paraId="5C629506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4CFBDC5F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421681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x 3 točke na člana</w:t>
            </w:r>
          </w:p>
          <w:p w14:paraId="03664595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05881C35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</w:tbl>
    <w:p w14:paraId="37B32853" w14:textId="77777777" w:rsidR="00227D4B" w:rsidRDefault="00227D4B" w:rsidP="00227D4B">
      <w:pPr>
        <w:rPr>
          <w:rFonts w:ascii="Arial" w:hAnsi="Arial" w:cs="Arial"/>
        </w:rPr>
      </w:pPr>
    </w:p>
    <w:p w14:paraId="72B40A13" w14:textId="77777777" w:rsidR="00056027" w:rsidRPr="00227D4B" w:rsidRDefault="00056027" w:rsidP="00227D4B">
      <w:pPr>
        <w:rPr>
          <w:rFonts w:ascii="Arial" w:hAnsi="Arial" w:cs="Arial"/>
        </w:rPr>
      </w:pPr>
    </w:p>
    <w:p w14:paraId="6F1ED85C" w14:textId="77777777" w:rsidR="00227D4B" w:rsidRPr="00227D4B" w:rsidRDefault="00227D4B" w:rsidP="00227D4B">
      <w:pPr>
        <w:rPr>
          <w:rFonts w:ascii="Arial" w:hAnsi="Arial" w:cs="Arial"/>
        </w:rPr>
      </w:pPr>
    </w:p>
    <w:p w14:paraId="0D5F23F5" w14:textId="77777777" w:rsidR="00227D4B" w:rsidRPr="00227D4B" w:rsidRDefault="00227D4B" w:rsidP="0096257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jc w:val="center"/>
        <w:rPr>
          <w:rFonts w:ascii="Arial" w:hAnsi="Arial" w:cs="Arial"/>
          <w:b/>
        </w:rPr>
      </w:pPr>
      <w:r w:rsidRPr="00227D4B">
        <w:rPr>
          <w:rFonts w:ascii="Arial" w:hAnsi="Arial" w:cs="Arial"/>
          <w:b/>
        </w:rPr>
        <w:t>2. PRIREDITVE</w:t>
      </w:r>
    </w:p>
    <w:p w14:paraId="15F31C16" w14:textId="77777777" w:rsidR="00227D4B" w:rsidRPr="00227D4B" w:rsidRDefault="00227D4B" w:rsidP="00227D4B">
      <w:pPr>
        <w:jc w:val="center"/>
        <w:rPr>
          <w:rFonts w:ascii="Arial" w:hAnsi="Arial" w:cs="Arial"/>
          <w:b/>
          <w:sz w:val="22"/>
          <w:szCs w:val="22"/>
        </w:rPr>
      </w:pPr>
    </w:p>
    <w:p w14:paraId="2A8946AB" w14:textId="77777777" w:rsidR="00227D4B" w:rsidRPr="00227D4B" w:rsidRDefault="00227D4B" w:rsidP="00227D4B">
      <w:pPr>
        <w:jc w:val="center"/>
        <w:rPr>
          <w:rFonts w:ascii="Arial" w:hAnsi="Arial" w:cs="Arial"/>
          <w:b/>
          <w:sz w:val="22"/>
          <w:szCs w:val="22"/>
        </w:rPr>
      </w:pPr>
    </w:p>
    <w:p w14:paraId="6F68DD51" w14:textId="77777777" w:rsidR="00227D4B" w:rsidRPr="00227D4B" w:rsidRDefault="00227D4B" w:rsidP="00227D4B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27D4B">
        <w:rPr>
          <w:rFonts w:ascii="Arial" w:hAnsi="Arial" w:cs="Arial"/>
          <w:b/>
          <w:sz w:val="22"/>
          <w:szCs w:val="22"/>
        </w:rPr>
        <w:t xml:space="preserve">PRIJAVITE LAHKO SKUPNO </w:t>
      </w:r>
      <w:r w:rsidRPr="00227D4B">
        <w:rPr>
          <w:rFonts w:ascii="Arial" w:hAnsi="Arial" w:cs="Arial"/>
          <w:b/>
          <w:color w:val="FF0000"/>
          <w:sz w:val="22"/>
          <w:szCs w:val="22"/>
          <w:highlight w:val="yellow"/>
          <w:u w:val="single"/>
        </w:rPr>
        <w:t>NAJVEČ 6 PRIREDITEV</w:t>
      </w:r>
      <w:r w:rsidRPr="00227D4B">
        <w:rPr>
          <w:rFonts w:ascii="Arial" w:hAnsi="Arial" w:cs="Arial"/>
          <w:b/>
          <w:color w:val="FF0000"/>
          <w:sz w:val="22"/>
          <w:szCs w:val="22"/>
        </w:rPr>
        <w:t>!</w:t>
      </w:r>
    </w:p>
    <w:p w14:paraId="24FF6C68" w14:textId="77777777" w:rsidR="00227D4B" w:rsidRPr="00227D4B" w:rsidRDefault="00227D4B" w:rsidP="00227D4B">
      <w:pPr>
        <w:jc w:val="center"/>
        <w:rPr>
          <w:rFonts w:ascii="Arial" w:hAnsi="Arial" w:cs="Arial"/>
          <w:b/>
          <w:sz w:val="22"/>
          <w:szCs w:val="22"/>
        </w:rPr>
      </w:pPr>
    </w:p>
    <w:p w14:paraId="75EE8E8C" w14:textId="77777777" w:rsidR="00227D4B" w:rsidRPr="00227D4B" w:rsidRDefault="00227D4B" w:rsidP="00227D4B">
      <w:pPr>
        <w:ind w:left="3600"/>
        <w:rPr>
          <w:rFonts w:ascii="Arial" w:hAnsi="Arial" w:cs="Arial"/>
        </w:rPr>
      </w:pPr>
      <w:r w:rsidRPr="00227D4B">
        <w:rPr>
          <w:rFonts w:ascii="Arial" w:hAnsi="Arial" w:cs="Arial"/>
          <w:sz w:val="22"/>
          <w:szCs w:val="22"/>
        </w:rPr>
        <w:t xml:space="preserve">     vpiše prijavitelj</w:t>
      </w:r>
      <w:r w:rsidRPr="00227D4B">
        <w:rPr>
          <w:rFonts w:ascii="Arial" w:hAnsi="Arial" w:cs="Arial"/>
          <w:sz w:val="22"/>
          <w:szCs w:val="22"/>
        </w:rPr>
        <w:tab/>
      </w:r>
      <w:r w:rsidRPr="00227D4B">
        <w:rPr>
          <w:rFonts w:ascii="Arial" w:hAnsi="Arial" w:cs="Arial"/>
          <w:sz w:val="22"/>
          <w:szCs w:val="22"/>
        </w:rPr>
        <w:tab/>
        <w:t xml:space="preserve">        vpiše komisija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31"/>
        <w:gridCol w:w="3210"/>
        <w:gridCol w:w="2521"/>
      </w:tblGrid>
      <w:tr w:rsidR="00227D4B" w:rsidRPr="00227D4B" w14:paraId="74CE72B1" w14:textId="77777777" w:rsidTr="008D5319">
        <w:tc>
          <w:tcPr>
            <w:tcW w:w="3131" w:type="dxa"/>
            <w:vAlign w:val="center"/>
          </w:tcPr>
          <w:p w14:paraId="5BDF769C" w14:textId="77777777" w:rsidR="00227D4B" w:rsidRPr="00227D4B" w:rsidRDefault="00227D4B" w:rsidP="008D53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27D4B">
              <w:rPr>
                <w:rFonts w:ascii="Arial" w:hAnsi="Arial" w:cs="Arial"/>
                <w:b/>
                <w:sz w:val="22"/>
                <w:szCs w:val="22"/>
              </w:rPr>
              <w:t>ORGANIZACIJA OBČINSKE PRIREDITVE V OBČINI MUTA</w:t>
            </w:r>
          </w:p>
        </w:tc>
        <w:tc>
          <w:tcPr>
            <w:tcW w:w="3210" w:type="dxa"/>
            <w:vAlign w:val="center"/>
          </w:tcPr>
          <w:p w14:paraId="26D6324A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53FEC7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6B61CD1D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(vpišite število)</w:t>
            </w:r>
          </w:p>
          <w:p w14:paraId="2206D3EA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7AFC84A8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47A1A44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x 150 točk na prireditev</w:t>
            </w:r>
          </w:p>
          <w:p w14:paraId="1B4E78A6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2C7738E5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  <w:tr w:rsidR="00227D4B" w:rsidRPr="00227D4B" w14:paraId="722FF210" w14:textId="77777777" w:rsidTr="008D5319">
        <w:tc>
          <w:tcPr>
            <w:tcW w:w="3131" w:type="dxa"/>
            <w:vAlign w:val="center"/>
          </w:tcPr>
          <w:p w14:paraId="2F12F7C6" w14:textId="77777777" w:rsidR="00227D4B" w:rsidRPr="00227D4B" w:rsidRDefault="00227D4B" w:rsidP="008D53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27D4B">
              <w:rPr>
                <w:rFonts w:ascii="Arial" w:hAnsi="Arial" w:cs="Arial"/>
                <w:b/>
                <w:sz w:val="22"/>
                <w:szCs w:val="22"/>
              </w:rPr>
              <w:t>ORGANIZACIJA OBMOČNE PRIREDITVE (KOROŠKA REGIJA) V OBČINI MUTA:</w:t>
            </w:r>
          </w:p>
        </w:tc>
        <w:tc>
          <w:tcPr>
            <w:tcW w:w="3210" w:type="dxa"/>
            <w:vAlign w:val="center"/>
          </w:tcPr>
          <w:p w14:paraId="05B829FF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2FBE8F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13AE19CB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(vpišite število)</w:t>
            </w:r>
          </w:p>
          <w:p w14:paraId="192029CF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01F0B25C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9F723D4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x 200 točk na prireditev</w:t>
            </w:r>
          </w:p>
          <w:p w14:paraId="69263C87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7AED06EF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  <w:tr w:rsidR="00227D4B" w:rsidRPr="00227D4B" w14:paraId="10EFE266" w14:textId="77777777" w:rsidTr="008D5319">
        <w:tc>
          <w:tcPr>
            <w:tcW w:w="3131" w:type="dxa"/>
            <w:vAlign w:val="center"/>
          </w:tcPr>
          <w:p w14:paraId="346637BD" w14:textId="77777777" w:rsidR="00227D4B" w:rsidRPr="00227D4B" w:rsidRDefault="00227D4B" w:rsidP="008D53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27D4B">
              <w:rPr>
                <w:rFonts w:ascii="Arial" w:hAnsi="Arial" w:cs="Arial"/>
                <w:b/>
                <w:sz w:val="22"/>
                <w:szCs w:val="22"/>
              </w:rPr>
              <w:t>ORGANIZACIJA DRŽAVNE PRIREDITVE V OBČINI MUTA:</w:t>
            </w:r>
          </w:p>
        </w:tc>
        <w:tc>
          <w:tcPr>
            <w:tcW w:w="3210" w:type="dxa"/>
            <w:vAlign w:val="center"/>
          </w:tcPr>
          <w:p w14:paraId="5075251A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91D2F50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2FACD3E0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(vpišite število)</w:t>
            </w:r>
          </w:p>
          <w:p w14:paraId="1448FA9D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4EC32264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F0B2980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x 300 točk na prireditev</w:t>
            </w:r>
          </w:p>
          <w:p w14:paraId="5A43DECD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78C74D5D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  <w:tr w:rsidR="00227D4B" w:rsidRPr="00227D4B" w14:paraId="6B3D95B0" w14:textId="77777777" w:rsidTr="008D5319">
        <w:tc>
          <w:tcPr>
            <w:tcW w:w="3131" w:type="dxa"/>
            <w:vAlign w:val="center"/>
          </w:tcPr>
          <w:p w14:paraId="5DCD0F09" w14:textId="77777777" w:rsidR="00227D4B" w:rsidRPr="00227D4B" w:rsidRDefault="00227D4B" w:rsidP="008D53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27D4B">
              <w:rPr>
                <w:rFonts w:ascii="Arial" w:hAnsi="Arial" w:cs="Arial"/>
                <w:b/>
                <w:sz w:val="22"/>
                <w:szCs w:val="22"/>
              </w:rPr>
              <w:t>UDELEŽBA NA DRŽAVNI PRIREDITVI</w:t>
            </w:r>
          </w:p>
        </w:tc>
        <w:tc>
          <w:tcPr>
            <w:tcW w:w="3210" w:type="dxa"/>
            <w:vAlign w:val="center"/>
          </w:tcPr>
          <w:p w14:paraId="1EC6BE03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744897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0D1197FC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(vpišite število)</w:t>
            </w:r>
          </w:p>
          <w:p w14:paraId="77004AD4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61438E44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B5AC3A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x 150 točk na prireditev</w:t>
            </w:r>
          </w:p>
          <w:p w14:paraId="0F9D31FF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1C93C01B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  <w:tr w:rsidR="00227D4B" w:rsidRPr="00227D4B" w14:paraId="00AFF76D" w14:textId="77777777" w:rsidTr="008D5319">
        <w:tc>
          <w:tcPr>
            <w:tcW w:w="3131" w:type="dxa"/>
            <w:vAlign w:val="center"/>
          </w:tcPr>
          <w:p w14:paraId="34A45E86" w14:textId="77777777" w:rsidR="00227D4B" w:rsidRPr="00227D4B" w:rsidRDefault="00227D4B" w:rsidP="008D53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27D4B">
              <w:rPr>
                <w:rFonts w:ascii="Arial" w:hAnsi="Arial" w:cs="Arial"/>
                <w:b/>
                <w:sz w:val="22"/>
                <w:szCs w:val="22"/>
              </w:rPr>
              <w:t>ORGANIZACIJA OBČINSKIH HUMANITARNIH AKCIJ V OBČINI MUTA</w:t>
            </w:r>
          </w:p>
        </w:tc>
        <w:tc>
          <w:tcPr>
            <w:tcW w:w="3210" w:type="dxa"/>
            <w:vAlign w:val="center"/>
          </w:tcPr>
          <w:p w14:paraId="20CB0F93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214C87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818D83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6E1EDCD0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(vpišite število)</w:t>
            </w:r>
          </w:p>
          <w:p w14:paraId="310A0C14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697E201F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A342B2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x 150 točk na prireditev</w:t>
            </w:r>
          </w:p>
          <w:p w14:paraId="60425CB0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6CEAA45A" w14:textId="77777777" w:rsidR="00227D4B" w:rsidRPr="00227D4B" w:rsidRDefault="00227D4B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D4B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</w:tbl>
    <w:p w14:paraId="0551B9CC" w14:textId="77777777" w:rsidR="0037443F" w:rsidRPr="00A05589" w:rsidRDefault="0037443F" w:rsidP="009C15EE">
      <w:pPr>
        <w:spacing w:line="276" w:lineRule="auto"/>
        <w:rPr>
          <w:rFonts w:ascii="Arial" w:hAnsi="Arial" w:cs="Arial"/>
        </w:rPr>
        <w:sectPr w:rsidR="0037443F" w:rsidRPr="00A05589" w:rsidSect="003235E2">
          <w:headerReference w:type="default" r:id="rId12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2A114F76" w14:textId="77777777" w:rsidR="00056027" w:rsidRPr="00056027" w:rsidRDefault="00056027" w:rsidP="009625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rFonts w:ascii="Arial" w:hAnsi="Arial" w:cs="Arial"/>
          <w:b/>
        </w:rPr>
      </w:pPr>
      <w:r w:rsidRPr="00056027">
        <w:rPr>
          <w:rFonts w:ascii="Arial" w:hAnsi="Arial" w:cs="Arial"/>
          <w:b/>
        </w:rPr>
        <w:lastRenderedPageBreak/>
        <w:t>3. IZOBRAŽEVANJA</w:t>
      </w:r>
    </w:p>
    <w:p w14:paraId="75222F6A" w14:textId="77777777" w:rsidR="00056027" w:rsidRPr="00056027" w:rsidRDefault="00056027" w:rsidP="00056027">
      <w:pPr>
        <w:jc w:val="center"/>
        <w:rPr>
          <w:rFonts w:ascii="Arial" w:hAnsi="Arial" w:cs="Arial"/>
          <w:b/>
          <w:sz w:val="22"/>
          <w:szCs w:val="22"/>
        </w:rPr>
      </w:pPr>
    </w:p>
    <w:p w14:paraId="3B81F5A3" w14:textId="77777777" w:rsidR="00056027" w:rsidRPr="00056027" w:rsidRDefault="00056027" w:rsidP="00056027">
      <w:pPr>
        <w:jc w:val="center"/>
        <w:rPr>
          <w:rFonts w:ascii="Arial" w:hAnsi="Arial" w:cs="Arial"/>
          <w:b/>
          <w:sz w:val="22"/>
          <w:szCs w:val="22"/>
        </w:rPr>
      </w:pPr>
    </w:p>
    <w:p w14:paraId="03B93912" w14:textId="77777777" w:rsidR="00056027" w:rsidRDefault="00056027" w:rsidP="00056027">
      <w:pPr>
        <w:jc w:val="center"/>
        <w:rPr>
          <w:rFonts w:ascii="Arial" w:hAnsi="Arial" w:cs="Arial"/>
          <w:b/>
          <w:sz w:val="22"/>
          <w:szCs w:val="22"/>
        </w:rPr>
      </w:pPr>
      <w:r w:rsidRPr="00056027">
        <w:rPr>
          <w:rFonts w:ascii="Arial" w:hAnsi="Arial" w:cs="Arial"/>
          <w:b/>
          <w:sz w:val="22"/>
          <w:szCs w:val="22"/>
        </w:rPr>
        <w:t xml:space="preserve">PRIJAVITE LAHKO SKUPNO </w:t>
      </w:r>
      <w:r w:rsidRPr="00056027">
        <w:rPr>
          <w:rFonts w:ascii="Arial" w:hAnsi="Arial" w:cs="Arial"/>
          <w:b/>
          <w:color w:val="FF0000"/>
          <w:sz w:val="22"/>
          <w:szCs w:val="22"/>
          <w:highlight w:val="yellow"/>
          <w:u w:val="single"/>
        </w:rPr>
        <w:t>NAJVEČ 5 DNI</w:t>
      </w:r>
      <w:r w:rsidRPr="00056027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  <w:r w:rsidRPr="00056027">
        <w:rPr>
          <w:rFonts w:ascii="Arial" w:hAnsi="Arial" w:cs="Arial"/>
          <w:b/>
          <w:sz w:val="22"/>
          <w:szCs w:val="22"/>
        </w:rPr>
        <w:t>IZOBRAŽEVANJ!</w:t>
      </w:r>
    </w:p>
    <w:p w14:paraId="7633E9B4" w14:textId="77777777" w:rsidR="00056027" w:rsidRPr="00056027" w:rsidRDefault="00056027" w:rsidP="00056027">
      <w:pPr>
        <w:jc w:val="center"/>
        <w:rPr>
          <w:rFonts w:ascii="Arial" w:hAnsi="Arial" w:cs="Arial"/>
          <w:b/>
          <w:sz w:val="22"/>
          <w:szCs w:val="22"/>
        </w:rPr>
      </w:pPr>
    </w:p>
    <w:p w14:paraId="73CF2C9F" w14:textId="77777777" w:rsidR="00056027" w:rsidRPr="00056027" w:rsidRDefault="00056027" w:rsidP="00056027">
      <w:pPr>
        <w:jc w:val="center"/>
        <w:rPr>
          <w:rFonts w:ascii="Arial" w:hAnsi="Arial" w:cs="Arial"/>
          <w:b/>
        </w:rPr>
      </w:pPr>
    </w:p>
    <w:p w14:paraId="6DEFBBBB" w14:textId="77777777" w:rsidR="00056027" w:rsidRPr="00056027" w:rsidRDefault="00056027" w:rsidP="00056027">
      <w:pPr>
        <w:rPr>
          <w:rFonts w:ascii="Arial" w:hAnsi="Arial" w:cs="Arial"/>
        </w:rPr>
      </w:pPr>
      <w:r w:rsidRPr="00056027">
        <w:rPr>
          <w:rFonts w:ascii="Arial" w:hAnsi="Arial" w:cs="Arial"/>
          <w:sz w:val="22"/>
          <w:szCs w:val="22"/>
        </w:rPr>
        <w:t xml:space="preserve">                                                                        vpiše prijavitelj</w:t>
      </w:r>
      <w:r w:rsidRPr="00056027">
        <w:rPr>
          <w:rFonts w:ascii="Arial" w:hAnsi="Arial" w:cs="Arial"/>
          <w:sz w:val="22"/>
          <w:szCs w:val="22"/>
        </w:rPr>
        <w:tab/>
      </w:r>
      <w:r w:rsidRPr="00056027">
        <w:rPr>
          <w:rFonts w:ascii="Arial" w:hAnsi="Arial" w:cs="Arial"/>
          <w:sz w:val="22"/>
          <w:szCs w:val="22"/>
        </w:rPr>
        <w:tab/>
        <w:t xml:space="preserve">        vpiše komisija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31"/>
        <w:gridCol w:w="3210"/>
        <w:gridCol w:w="2521"/>
      </w:tblGrid>
      <w:tr w:rsidR="00056027" w:rsidRPr="00056027" w14:paraId="189BD226" w14:textId="77777777" w:rsidTr="008D5319">
        <w:tc>
          <w:tcPr>
            <w:tcW w:w="3131" w:type="dxa"/>
            <w:vAlign w:val="center"/>
          </w:tcPr>
          <w:p w14:paraId="2101EB66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56027">
              <w:rPr>
                <w:rFonts w:ascii="Arial" w:hAnsi="Arial" w:cs="Arial"/>
                <w:b/>
                <w:sz w:val="22"/>
                <w:szCs w:val="22"/>
              </w:rPr>
              <w:t>1 DNEVNA IZOBRAŽEVANJA</w:t>
            </w:r>
          </w:p>
          <w:p w14:paraId="61B06246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10" w:type="dxa"/>
            <w:vAlign w:val="center"/>
          </w:tcPr>
          <w:p w14:paraId="46B6F670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190CD0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000D7782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(vpišite število)</w:t>
            </w:r>
          </w:p>
          <w:p w14:paraId="1FAE7817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341D73D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0FEAE7D9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CD3B83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x 50 točk na izobr.</w:t>
            </w:r>
          </w:p>
          <w:p w14:paraId="7970EC99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7C31ABE1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  <w:tr w:rsidR="00056027" w:rsidRPr="00056027" w14:paraId="1AD5FF13" w14:textId="77777777" w:rsidTr="008D5319">
        <w:tc>
          <w:tcPr>
            <w:tcW w:w="3131" w:type="dxa"/>
            <w:vAlign w:val="center"/>
          </w:tcPr>
          <w:p w14:paraId="2CD9B593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56027">
              <w:rPr>
                <w:rFonts w:ascii="Arial" w:hAnsi="Arial" w:cs="Arial"/>
                <w:b/>
                <w:sz w:val="22"/>
                <w:szCs w:val="22"/>
              </w:rPr>
              <w:t>2 DNEVNA IZOBRAŽEVANJA</w:t>
            </w:r>
          </w:p>
          <w:p w14:paraId="3717A3F7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10" w:type="dxa"/>
            <w:vAlign w:val="center"/>
          </w:tcPr>
          <w:p w14:paraId="20FA1339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C0390A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4D590B79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(vpišite število)</w:t>
            </w:r>
          </w:p>
          <w:p w14:paraId="6C1A0ECD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B6B340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020783EF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5D0797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x 100 točk na izobr.</w:t>
            </w:r>
          </w:p>
          <w:p w14:paraId="0CF92CAA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4E332317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  <w:tr w:rsidR="00056027" w:rsidRPr="00056027" w14:paraId="7BC468D0" w14:textId="77777777" w:rsidTr="008D5319">
        <w:tc>
          <w:tcPr>
            <w:tcW w:w="3131" w:type="dxa"/>
            <w:vAlign w:val="center"/>
          </w:tcPr>
          <w:p w14:paraId="1EA74DF4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56027">
              <w:rPr>
                <w:rFonts w:ascii="Arial" w:hAnsi="Arial" w:cs="Arial"/>
                <w:b/>
                <w:sz w:val="22"/>
                <w:szCs w:val="22"/>
              </w:rPr>
              <w:t>3 DNEVNA IZOBRAŽEVANJA</w:t>
            </w:r>
          </w:p>
          <w:p w14:paraId="13663926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10" w:type="dxa"/>
            <w:vAlign w:val="center"/>
          </w:tcPr>
          <w:p w14:paraId="53AB206C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07C339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____________</w:t>
            </w:r>
          </w:p>
          <w:p w14:paraId="2FD94271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(vpišite število)</w:t>
            </w:r>
          </w:p>
          <w:p w14:paraId="3CD6AFA2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1CB7BD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4FC197FD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F0A5F1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x 150 točk na izobr.</w:t>
            </w:r>
          </w:p>
          <w:p w14:paraId="3B1AF102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139CA721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</w:tbl>
    <w:p w14:paraId="38F5ECDF" w14:textId="77777777" w:rsidR="00056027" w:rsidRDefault="00056027" w:rsidP="00056027">
      <w:pPr>
        <w:rPr>
          <w:rFonts w:ascii="Arial" w:hAnsi="Arial" w:cs="Arial"/>
        </w:rPr>
      </w:pPr>
    </w:p>
    <w:p w14:paraId="0B268309" w14:textId="77777777" w:rsidR="00056027" w:rsidRDefault="00056027" w:rsidP="00056027">
      <w:pPr>
        <w:rPr>
          <w:rFonts w:ascii="Arial" w:hAnsi="Arial" w:cs="Arial"/>
        </w:rPr>
      </w:pPr>
    </w:p>
    <w:p w14:paraId="714A9034" w14:textId="77777777" w:rsidR="00056027" w:rsidRPr="00056027" w:rsidRDefault="00056027" w:rsidP="00056027">
      <w:pPr>
        <w:rPr>
          <w:rFonts w:ascii="Arial" w:hAnsi="Arial" w:cs="Arial"/>
        </w:rPr>
      </w:pPr>
    </w:p>
    <w:p w14:paraId="4D8D03D9" w14:textId="77777777" w:rsidR="00056027" w:rsidRPr="00056027" w:rsidRDefault="00056027" w:rsidP="009625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rFonts w:ascii="Arial" w:hAnsi="Arial" w:cs="Arial"/>
          <w:b/>
        </w:rPr>
      </w:pPr>
      <w:r w:rsidRPr="00056027">
        <w:rPr>
          <w:rFonts w:ascii="Arial" w:hAnsi="Arial" w:cs="Arial"/>
          <w:b/>
        </w:rPr>
        <w:t>4. DELOVANJE DRUŠTVA</w:t>
      </w:r>
    </w:p>
    <w:p w14:paraId="35D977B2" w14:textId="77777777" w:rsidR="00056027" w:rsidRPr="00056027" w:rsidRDefault="00056027" w:rsidP="00056027">
      <w:pPr>
        <w:ind w:left="4320"/>
        <w:rPr>
          <w:rFonts w:ascii="Arial" w:hAnsi="Arial" w:cs="Arial"/>
          <w:sz w:val="22"/>
          <w:szCs w:val="22"/>
        </w:rPr>
      </w:pPr>
    </w:p>
    <w:p w14:paraId="72D1B5A9" w14:textId="77777777" w:rsidR="00056027" w:rsidRPr="00056027" w:rsidRDefault="00056027" w:rsidP="00056027">
      <w:pPr>
        <w:ind w:left="4320"/>
        <w:rPr>
          <w:rFonts w:ascii="Arial" w:hAnsi="Arial" w:cs="Arial"/>
        </w:rPr>
      </w:pPr>
      <w:r w:rsidRPr="00056027">
        <w:rPr>
          <w:rFonts w:ascii="Arial" w:hAnsi="Arial" w:cs="Arial"/>
          <w:sz w:val="22"/>
          <w:szCs w:val="22"/>
        </w:rPr>
        <w:t xml:space="preserve"> vpiše prijavitelj</w:t>
      </w:r>
      <w:r w:rsidRPr="00056027">
        <w:rPr>
          <w:rFonts w:ascii="Arial" w:hAnsi="Arial" w:cs="Arial"/>
          <w:sz w:val="22"/>
          <w:szCs w:val="22"/>
        </w:rPr>
        <w:tab/>
      </w:r>
      <w:r w:rsidRPr="00056027">
        <w:rPr>
          <w:rFonts w:ascii="Arial" w:hAnsi="Arial" w:cs="Arial"/>
          <w:sz w:val="22"/>
          <w:szCs w:val="22"/>
        </w:rPr>
        <w:tab/>
        <w:t xml:space="preserve">        vpiše komisija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31"/>
        <w:gridCol w:w="3210"/>
        <w:gridCol w:w="2521"/>
      </w:tblGrid>
      <w:tr w:rsidR="00056027" w:rsidRPr="00056027" w14:paraId="5BA82326" w14:textId="77777777" w:rsidTr="008D5319">
        <w:tc>
          <w:tcPr>
            <w:tcW w:w="3131" w:type="dxa"/>
            <w:vAlign w:val="center"/>
          </w:tcPr>
          <w:p w14:paraId="723317F7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56027">
              <w:rPr>
                <w:rFonts w:ascii="Arial" w:hAnsi="Arial" w:cs="Arial"/>
                <w:b/>
                <w:sz w:val="22"/>
                <w:szCs w:val="22"/>
              </w:rPr>
              <w:t>DRUŠTVO S SEDEŽEM V OBČINI MUTA</w:t>
            </w:r>
          </w:p>
        </w:tc>
        <w:tc>
          <w:tcPr>
            <w:tcW w:w="3210" w:type="dxa"/>
            <w:vAlign w:val="center"/>
          </w:tcPr>
          <w:p w14:paraId="2D2B5D70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3AC4B28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CC2396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________ /_________</w:t>
            </w:r>
          </w:p>
          <w:p w14:paraId="397DF441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(vpišite število članov s stalnim prebivališčem v občini in izven občine)</w:t>
            </w:r>
          </w:p>
          <w:p w14:paraId="30103562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8DCCD49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49BC5DCF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A67A471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51C5F83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8903F9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 xml:space="preserve">= 500 </w:t>
            </w:r>
          </w:p>
          <w:p w14:paraId="6F6A4A0F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</w:tbl>
    <w:p w14:paraId="5C5952D4" w14:textId="77777777" w:rsidR="00056027" w:rsidRPr="00056027" w:rsidRDefault="00056027" w:rsidP="00056027">
      <w:pPr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31"/>
        <w:gridCol w:w="3210"/>
        <w:gridCol w:w="2521"/>
      </w:tblGrid>
      <w:tr w:rsidR="00056027" w:rsidRPr="00056027" w14:paraId="53D600BA" w14:textId="77777777" w:rsidTr="008D5319">
        <w:tc>
          <w:tcPr>
            <w:tcW w:w="3131" w:type="dxa"/>
            <w:vAlign w:val="center"/>
          </w:tcPr>
          <w:p w14:paraId="69CB69AD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56027">
              <w:rPr>
                <w:rFonts w:ascii="Arial" w:hAnsi="Arial" w:cs="Arial"/>
                <w:b/>
                <w:sz w:val="22"/>
                <w:szCs w:val="22"/>
              </w:rPr>
              <w:t>DRUŠTVO S SEDEŽEM IZVEN OBČINE MUTA</w:t>
            </w:r>
          </w:p>
        </w:tc>
        <w:tc>
          <w:tcPr>
            <w:tcW w:w="3210" w:type="dxa"/>
            <w:vAlign w:val="center"/>
          </w:tcPr>
          <w:p w14:paraId="3BA209CF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25F1C9F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5D9D21C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_________ /_________</w:t>
            </w:r>
          </w:p>
          <w:p w14:paraId="305E478D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(vpišite število članov s stalnim prebivališčem v občini in izven občine)</w:t>
            </w:r>
          </w:p>
          <w:p w14:paraId="2BEBBBB9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1" w:type="dxa"/>
            <w:shd w:val="clear" w:color="auto" w:fill="F2F2F2" w:themeFill="background1" w:themeFillShade="F2"/>
          </w:tcPr>
          <w:p w14:paraId="0D8D7756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27CA87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 xml:space="preserve"> Sorazmerni del števila članov x 500</w:t>
            </w:r>
          </w:p>
          <w:p w14:paraId="1C915DEF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=____________</w:t>
            </w:r>
          </w:p>
          <w:p w14:paraId="0FCD58D8" w14:textId="77777777" w:rsidR="00056027" w:rsidRPr="00056027" w:rsidRDefault="00056027" w:rsidP="008D53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027">
              <w:rPr>
                <w:rFonts w:ascii="Arial" w:hAnsi="Arial" w:cs="Arial"/>
                <w:sz w:val="22"/>
                <w:szCs w:val="22"/>
              </w:rPr>
              <w:t>(ovrednotenje)</w:t>
            </w:r>
          </w:p>
        </w:tc>
      </w:tr>
    </w:tbl>
    <w:p w14:paraId="53E6CA7E" w14:textId="77777777" w:rsidR="00056027" w:rsidRPr="00056027" w:rsidRDefault="00056027" w:rsidP="00056027">
      <w:pPr>
        <w:jc w:val="both"/>
        <w:rPr>
          <w:rFonts w:ascii="Arial" w:hAnsi="Arial" w:cs="Arial"/>
          <w:b/>
        </w:rPr>
      </w:pPr>
    </w:p>
    <w:p w14:paraId="5F212DA7" w14:textId="77777777" w:rsidR="00056027" w:rsidRDefault="00056027" w:rsidP="00056027">
      <w:pPr>
        <w:jc w:val="both"/>
        <w:rPr>
          <w:rFonts w:ascii="Arial" w:hAnsi="Arial" w:cs="Arial"/>
        </w:rPr>
      </w:pPr>
    </w:p>
    <w:p w14:paraId="5C398170" w14:textId="77777777" w:rsidR="00056027" w:rsidRDefault="00056027" w:rsidP="00056027">
      <w:pPr>
        <w:jc w:val="both"/>
        <w:rPr>
          <w:rFonts w:ascii="Arial" w:hAnsi="Arial" w:cs="Arial"/>
        </w:rPr>
      </w:pPr>
    </w:p>
    <w:p w14:paraId="57F32554" w14:textId="16E14C51" w:rsidR="00056027" w:rsidRPr="00056027" w:rsidRDefault="00056027" w:rsidP="00056027">
      <w:pPr>
        <w:jc w:val="both"/>
        <w:rPr>
          <w:rFonts w:ascii="Arial" w:hAnsi="Arial" w:cs="Arial"/>
        </w:rPr>
      </w:pPr>
      <w:r w:rsidRPr="00056027">
        <w:rPr>
          <w:rFonts w:ascii="Arial" w:hAnsi="Arial" w:cs="Arial"/>
        </w:rPr>
        <w:t>Žig in podpis odgovorne osebe: ________________________________</w:t>
      </w:r>
    </w:p>
    <w:p w14:paraId="012D65AA" w14:textId="51DCC557" w:rsidR="00B93240" w:rsidRPr="00A05589" w:rsidRDefault="00B93240" w:rsidP="009C15EE">
      <w:pPr>
        <w:spacing w:line="276" w:lineRule="auto"/>
        <w:rPr>
          <w:rFonts w:ascii="Arial" w:hAnsi="Arial" w:cs="Arial"/>
        </w:rPr>
      </w:pPr>
      <w:r w:rsidRPr="00A05589">
        <w:rPr>
          <w:rFonts w:ascii="Arial" w:hAnsi="Arial" w:cs="Arial"/>
        </w:rPr>
        <w:br w:type="page"/>
      </w:r>
    </w:p>
    <w:p w14:paraId="433C2BDE" w14:textId="50B9BA72" w:rsidR="00B90C73" w:rsidRPr="00A472D5" w:rsidRDefault="00B90C73" w:rsidP="00962571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rFonts w:ascii="Arial" w:hAnsi="Arial" w:cs="Arial"/>
          <w:b/>
          <w:sz w:val="24"/>
          <w:szCs w:val="24"/>
        </w:rPr>
      </w:pPr>
      <w:r w:rsidRPr="00A472D5">
        <w:rPr>
          <w:rFonts w:ascii="Arial" w:hAnsi="Arial" w:cs="Arial"/>
          <w:b/>
          <w:sz w:val="24"/>
          <w:szCs w:val="24"/>
        </w:rPr>
        <w:t>FINANČNA KONSTRUKCIJA PLANA ZA LETO 202</w:t>
      </w:r>
      <w:r w:rsidR="00C05E8B" w:rsidRPr="00A472D5">
        <w:rPr>
          <w:rFonts w:ascii="Arial" w:hAnsi="Arial" w:cs="Arial"/>
          <w:b/>
          <w:sz w:val="24"/>
          <w:szCs w:val="24"/>
        </w:rPr>
        <w:t>5</w:t>
      </w:r>
    </w:p>
    <w:p w14:paraId="766BAEB9" w14:textId="77777777" w:rsidR="00B90C73" w:rsidRDefault="00B90C73" w:rsidP="00B90C73">
      <w:pPr>
        <w:rPr>
          <w:rFonts w:ascii="Arial" w:hAnsi="Arial" w:cs="Arial"/>
          <w:b/>
        </w:rPr>
      </w:pPr>
    </w:p>
    <w:p w14:paraId="037EAC6B" w14:textId="77777777" w:rsidR="00B90C73" w:rsidRPr="00B90C73" w:rsidRDefault="00B90C73" w:rsidP="00B90C73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62"/>
      </w:tblGrid>
      <w:tr w:rsidR="00B90C73" w:rsidRPr="00B90C73" w14:paraId="47FE4E0B" w14:textId="77777777" w:rsidTr="008D5319">
        <w:tc>
          <w:tcPr>
            <w:tcW w:w="8862" w:type="dxa"/>
          </w:tcPr>
          <w:p w14:paraId="1C1AEF90" w14:textId="77777777" w:rsidR="00B90C73" w:rsidRPr="00B90C73" w:rsidRDefault="00B90C73" w:rsidP="008D5319">
            <w:pPr>
              <w:rPr>
                <w:rFonts w:ascii="Arial" w:hAnsi="Arial" w:cs="Arial"/>
              </w:rPr>
            </w:pPr>
          </w:p>
          <w:p w14:paraId="506520A2" w14:textId="6E0C61CD" w:rsidR="00B90C73" w:rsidRPr="00B90C73" w:rsidRDefault="00B90C73" w:rsidP="008D5319">
            <w:pPr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>Naziv društva:</w:t>
            </w:r>
            <w:r>
              <w:rPr>
                <w:rFonts w:ascii="Arial" w:hAnsi="Arial" w:cs="Arial"/>
              </w:rPr>
              <w:t xml:space="preserve"> _________________________________________________________________</w:t>
            </w:r>
          </w:p>
          <w:p w14:paraId="52A1BEF7" w14:textId="77777777" w:rsidR="00B90C73" w:rsidRPr="00B90C73" w:rsidRDefault="00B90C73" w:rsidP="008D5319">
            <w:pPr>
              <w:rPr>
                <w:rFonts w:ascii="Arial" w:hAnsi="Arial" w:cs="Arial"/>
                <w:u w:val="single"/>
              </w:rPr>
            </w:pPr>
          </w:p>
          <w:p w14:paraId="2227FAF3" w14:textId="77777777" w:rsidR="00B90C73" w:rsidRPr="00B90C73" w:rsidRDefault="00B90C73" w:rsidP="009625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BE5F1" w:themeFill="accent1" w:themeFillTint="33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  <w:b/>
              </w:rPr>
              <w:t>ODHODKI:</w:t>
            </w:r>
            <w:r w:rsidRPr="00B90C73">
              <w:rPr>
                <w:rFonts w:ascii="Arial" w:hAnsi="Arial" w:cs="Arial"/>
              </w:rPr>
              <w:t xml:space="preserve"> specifikacija – opredelite vrsto in višino</w:t>
            </w:r>
          </w:p>
          <w:p w14:paraId="72D3015C" w14:textId="77777777" w:rsidR="00B90C73" w:rsidRPr="00B90C73" w:rsidRDefault="00B90C73" w:rsidP="008D5319">
            <w:pPr>
              <w:ind w:left="720"/>
              <w:rPr>
                <w:rFonts w:ascii="Arial" w:hAnsi="Arial" w:cs="Arial"/>
              </w:rPr>
            </w:pPr>
          </w:p>
          <w:p w14:paraId="23E81265" w14:textId="77777777" w:rsidR="00B90C73" w:rsidRPr="00B90C73" w:rsidRDefault="00B90C73" w:rsidP="00B90C7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…………………………………………………………..  ____________EUR</w:t>
            </w:r>
          </w:p>
          <w:p w14:paraId="19167CCB" w14:textId="77777777" w:rsidR="00B90C73" w:rsidRPr="00B90C73" w:rsidRDefault="00B90C73" w:rsidP="00B90C7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…………………………………………………………..  ____________EUR                                         </w:t>
            </w:r>
          </w:p>
          <w:p w14:paraId="0EBE31E5" w14:textId="77777777" w:rsidR="00B90C73" w:rsidRPr="00B90C73" w:rsidRDefault="00B90C73" w:rsidP="00B90C7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…………………………………………………………..  ____________EUR                                         </w:t>
            </w:r>
          </w:p>
          <w:p w14:paraId="318CCFDF" w14:textId="77777777" w:rsidR="00B90C73" w:rsidRPr="00B90C73" w:rsidRDefault="00B90C73" w:rsidP="00B90C7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…………………………………………………………..  ____________EUR       </w:t>
            </w:r>
          </w:p>
          <w:p w14:paraId="020F61E7" w14:textId="77777777" w:rsidR="00B90C73" w:rsidRPr="00B90C73" w:rsidRDefault="00B90C73" w:rsidP="00B90C7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…………………………………………………………..  ____________EUR                                         </w:t>
            </w:r>
          </w:p>
          <w:p w14:paraId="232B7DC3" w14:textId="77777777" w:rsidR="00B90C73" w:rsidRPr="00B90C73" w:rsidRDefault="00B90C73" w:rsidP="00B90C7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…………………………………………………………..  ____________EUR                                         </w:t>
            </w:r>
          </w:p>
          <w:p w14:paraId="56846713" w14:textId="77777777" w:rsidR="00B90C73" w:rsidRPr="00B90C73" w:rsidRDefault="00B90C73" w:rsidP="00B90C7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…………………………………………………………..  ____________EUR                                         </w:t>
            </w:r>
          </w:p>
          <w:p w14:paraId="30732E74" w14:textId="77777777" w:rsidR="00B90C73" w:rsidRPr="00B90C73" w:rsidRDefault="00B90C73" w:rsidP="00B90C7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…………………………………………………………..  ____________EUR                                         </w:t>
            </w:r>
          </w:p>
          <w:p w14:paraId="4DC9D6DB" w14:textId="77777777" w:rsidR="00B90C73" w:rsidRPr="00B90C73" w:rsidRDefault="00B90C73" w:rsidP="00B90C7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…………………………………………………………..  ____________EUR                                         </w:t>
            </w:r>
          </w:p>
          <w:p w14:paraId="53446AAC" w14:textId="77777777" w:rsidR="00B90C73" w:rsidRPr="00B90C73" w:rsidRDefault="00B90C73" w:rsidP="008D5319">
            <w:pPr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                       </w:t>
            </w:r>
          </w:p>
          <w:p w14:paraId="02BD1D88" w14:textId="4F84339D" w:rsidR="00B90C73" w:rsidRPr="00B90C73" w:rsidRDefault="00B90C73" w:rsidP="008D5319">
            <w:pPr>
              <w:rPr>
                <w:rFonts w:ascii="Arial" w:hAnsi="Arial" w:cs="Arial"/>
                <w:b/>
              </w:rPr>
            </w:pPr>
            <w:r w:rsidRPr="00B90C73">
              <w:rPr>
                <w:rFonts w:ascii="Arial" w:hAnsi="Arial" w:cs="Arial"/>
                <w:b/>
              </w:rPr>
              <w:t xml:space="preserve">     Celotna vrednost programa/projekta:……………….……  _</w:t>
            </w:r>
            <w:r w:rsidR="00A933E1">
              <w:rPr>
                <w:rFonts w:ascii="Arial" w:hAnsi="Arial" w:cs="Arial"/>
                <w:b/>
              </w:rPr>
              <w:t>_</w:t>
            </w:r>
            <w:r w:rsidRPr="00B90C73">
              <w:rPr>
                <w:rFonts w:ascii="Arial" w:hAnsi="Arial" w:cs="Arial"/>
                <w:b/>
              </w:rPr>
              <w:t xml:space="preserve">__________EUR                                                         </w:t>
            </w:r>
          </w:p>
          <w:p w14:paraId="2DE0AF3B" w14:textId="77777777" w:rsidR="00B90C73" w:rsidRDefault="00B90C73" w:rsidP="008D5319">
            <w:pPr>
              <w:tabs>
                <w:tab w:val="left" w:pos="6660"/>
              </w:tabs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ab/>
              <w:t xml:space="preserve">  </w:t>
            </w:r>
          </w:p>
          <w:p w14:paraId="2C22A41A" w14:textId="77777777" w:rsidR="0066524F" w:rsidRPr="00B90C73" w:rsidRDefault="0066524F" w:rsidP="008D5319">
            <w:pPr>
              <w:tabs>
                <w:tab w:val="left" w:pos="6660"/>
              </w:tabs>
              <w:rPr>
                <w:rFonts w:ascii="Arial" w:hAnsi="Arial" w:cs="Arial"/>
              </w:rPr>
            </w:pPr>
          </w:p>
        </w:tc>
      </w:tr>
    </w:tbl>
    <w:tbl>
      <w:tblPr>
        <w:tblpPr w:leftFromText="141" w:rightFromText="141" w:vertAnchor="text" w:horzAnchor="margin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62"/>
      </w:tblGrid>
      <w:tr w:rsidR="00B90C73" w:rsidRPr="00B90C73" w14:paraId="6A7C548D" w14:textId="77777777" w:rsidTr="0053658E">
        <w:trPr>
          <w:trHeight w:val="3676"/>
        </w:trPr>
        <w:tc>
          <w:tcPr>
            <w:tcW w:w="8862" w:type="dxa"/>
          </w:tcPr>
          <w:p w14:paraId="0204C940" w14:textId="77777777" w:rsidR="00B90C73" w:rsidRPr="00B90C73" w:rsidRDefault="00B90C73" w:rsidP="008D5319">
            <w:pPr>
              <w:rPr>
                <w:rFonts w:ascii="Arial" w:hAnsi="Arial" w:cs="Arial"/>
              </w:rPr>
            </w:pPr>
          </w:p>
          <w:p w14:paraId="0CA95A25" w14:textId="77777777" w:rsidR="00B90C73" w:rsidRPr="00B90C73" w:rsidRDefault="00B90C73" w:rsidP="009625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BE5F1" w:themeFill="accent1" w:themeFillTint="33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 xml:space="preserve">Predvideni </w:t>
            </w:r>
            <w:r w:rsidRPr="00B90C73">
              <w:rPr>
                <w:rFonts w:ascii="Arial" w:hAnsi="Arial" w:cs="Arial"/>
                <w:b/>
              </w:rPr>
              <w:t>FINANČNI VIRI</w:t>
            </w:r>
            <w:r w:rsidRPr="00B90C73">
              <w:rPr>
                <w:rFonts w:ascii="Arial" w:hAnsi="Arial" w:cs="Arial"/>
              </w:rPr>
              <w:t xml:space="preserve"> – vpišite višino:</w:t>
            </w:r>
          </w:p>
          <w:p w14:paraId="57F3F244" w14:textId="77777777" w:rsidR="00B90C73" w:rsidRPr="00B90C73" w:rsidRDefault="00B90C73" w:rsidP="008D5319">
            <w:pPr>
              <w:ind w:left="720"/>
              <w:rPr>
                <w:rFonts w:ascii="Arial" w:hAnsi="Arial" w:cs="Arial"/>
              </w:rPr>
            </w:pPr>
          </w:p>
          <w:p w14:paraId="44A20DB5" w14:textId="77777777" w:rsidR="00B90C73" w:rsidRPr="00B90C73" w:rsidRDefault="00B90C73" w:rsidP="00B90C73">
            <w:pPr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>Občinski proračun                                     ………………………….    EUR</w:t>
            </w:r>
          </w:p>
          <w:p w14:paraId="17F4C2B5" w14:textId="77777777" w:rsidR="00B90C73" w:rsidRPr="00B90C73" w:rsidRDefault="00B90C73" w:rsidP="00B90C73">
            <w:pPr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>Sponzorji, donatorji,..                                ………………………….    EUR</w:t>
            </w:r>
          </w:p>
          <w:p w14:paraId="23DE4716" w14:textId="77777777" w:rsidR="00B90C73" w:rsidRPr="00B90C73" w:rsidRDefault="00B90C73" w:rsidP="00B90C73">
            <w:pPr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>Razpisi ( ministrstvo,..)                             ………………………….    EUR</w:t>
            </w:r>
          </w:p>
          <w:p w14:paraId="2159ECB6" w14:textId="5C97504F" w:rsidR="00B90C73" w:rsidRPr="00B90C73" w:rsidRDefault="00B90C73" w:rsidP="00B90C73">
            <w:pPr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>Dohodki od dejavnosti                              ………………………….</w:t>
            </w:r>
            <w:r w:rsidR="00962571">
              <w:rPr>
                <w:rFonts w:ascii="Arial" w:hAnsi="Arial" w:cs="Arial"/>
              </w:rPr>
              <w:t xml:space="preserve">  </w:t>
            </w:r>
            <w:r w:rsidRPr="00B90C73">
              <w:rPr>
                <w:rFonts w:ascii="Arial" w:hAnsi="Arial" w:cs="Arial"/>
              </w:rPr>
              <w:t xml:space="preserve">  EUR</w:t>
            </w:r>
          </w:p>
          <w:p w14:paraId="11DAD42B" w14:textId="36705BCC" w:rsidR="00B90C73" w:rsidRPr="00B90C73" w:rsidRDefault="00B90C73" w:rsidP="00B90C73">
            <w:pPr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>Članarina                                                  ………………………….    EUR</w:t>
            </w:r>
          </w:p>
          <w:p w14:paraId="130A2521" w14:textId="6ADBB71F" w:rsidR="00B90C73" w:rsidRPr="00B90C73" w:rsidRDefault="00B90C73" w:rsidP="00B90C73">
            <w:pPr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</w:rPr>
            </w:pPr>
            <w:r w:rsidRPr="00B90C73">
              <w:rPr>
                <w:rFonts w:ascii="Arial" w:hAnsi="Arial" w:cs="Arial"/>
              </w:rPr>
              <w:t>Drugi viri</w:t>
            </w:r>
            <w:r w:rsidR="00962571">
              <w:rPr>
                <w:rFonts w:ascii="Arial" w:hAnsi="Arial" w:cs="Arial"/>
              </w:rPr>
              <w:t xml:space="preserve">   </w:t>
            </w:r>
            <w:r w:rsidRPr="00B90C73">
              <w:rPr>
                <w:rFonts w:ascii="Arial" w:hAnsi="Arial" w:cs="Arial"/>
              </w:rPr>
              <w:t xml:space="preserve">                                                …………………………</w:t>
            </w:r>
            <w:r w:rsidR="00962571">
              <w:rPr>
                <w:rFonts w:ascii="Arial" w:hAnsi="Arial" w:cs="Arial"/>
              </w:rPr>
              <w:t>.</w:t>
            </w:r>
            <w:r w:rsidRPr="00B90C73">
              <w:rPr>
                <w:rFonts w:ascii="Arial" w:hAnsi="Arial" w:cs="Arial"/>
              </w:rPr>
              <w:t xml:space="preserve">    EUR</w:t>
            </w:r>
          </w:p>
          <w:p w14:paraId="073F1C9D" w14:textId="77777777" w:rsidR="00B90C73" w:rsidRPr="00B90C73" w:rsidRDefault="00B90C73" w:rsidP="008D53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B395A4D" w14:textId="2D7B61F1" w:rsidR="00B90C73" w:rsidRPr="00B90C73" w:rsidRDefault="00B90C73" w:rsidP="008D5319">
            <w:pPr>
              <w:rPr>
                <w:rFonts w:ascii="Arial" w:hAnsi="Arial" w:cs="Arial"/>
                <w:b/>
              </w:rPr>
            </w:pPr>
            <w:r w:rsidRPr="00B90C73">
              <w:rPr>
                <w:rFonts w:ascii="Arial" w:hAnsi="Arial" w:cs="Arial"/>
                <w:b/>
              </w:rPr>
              <w:t xml:space="preserve"> Finančni plan za leto 202</w:t>
            </w:r>
            <w:r w:rsidR="00C05E8B">
              <w:rPr>
                <w:rFonts w:ascii="Arial" w:hAnsi="Arial" w:cs="Arial"/>
                <w:b/>
              </w:rPr>
              <w:t>5</w:t>
            </w:r>
            <w:r w:rsidRPr="00B90C73">
              <w:rPr>
                <w:rFonts w:ascii="Arial" w:hAnsi="Arial" w:cs="Arial"/>
                <w:b/>
              </w:rPr>
              <w:t xml:space="preserve">                                 ………………………….  </w:t>
            </w:r>
            <w:r w:rsidR="00962571">
              <w:rPr>
                <w:rFonts w:ascii="Arial" w:hAnsi="Arial" w:cs="Arial"/>
                <w:b/>
              </w:rPr>
              <w:t xml:space="preserve">  </w:t>
            </w:r>
            <w:r w:rsidRPr="00B90C73">
              <w:rPr>
                <w:rFonts w:ascii="Arial" w:hAnsi="Arial" w:cs="Arial"/>
                <w:b/>
              </w:rPr>
              <w:t>EUR</w:t>
            </w:r>
            <w:r w:rsidRPr="00B90C73">
              <w:rPr>
                <w:rFonts w:ascii="Arial" w:hAnsi="Arial" w:cs="Arial"/>
              </w:rPr>
              <w:t xml:space="preserve">                       </w:t>
            </w:r>
          </w:p>
          <w:p w14:paraId="0249F659" w14:textId="77777777" w:rsidR="00A933E1" w:rsidRPr="00B90C73" w:rsidRDefault="00A933E1" w:rsidP="008D5319">
            <w:pPr>
              <w:rPr>
                <w:rFonts w:ascii="Arial" w:hAnsi="Arial" w:cs="Arial"/>
              </w:rPr>
            </w:pPr>
          </w:p>
        </w:tc>
      </w:tr>
    </w:tbl>
    <w:p w14:paraId="45697598" w14:textId="77777777" w:rsidR="0053658E" w:rsidRDefault="0053658E" w:rsidP="00B90C73">
      <w:pPr>
        <w:jc w:val="both"/>
        <w:rPr>
          <w:rFonts w:ascii="Arial" w:hAnsi="Arial" w:cs="Arial"/>
        </w:rPr>
      </w:pPr>
    </w:p>
    <w:p w14:paraId="688FDA0C" w14:textId="77777777" w:rsidR="0053658E" w:rsidRDefault="0053658E" w:rsidP="00B90C73">
      <w:pPr>
        <w:jc w:val="both"/>
        <w:rPr>
          <w:rFonts w:ascii="Arial" w:hAnsi="Arial" w:cs="Arial"/>
        </w:rPr>
      </w:pPr>
    </w:p>
    <w:p w14:paraId="139AB867" w14:textId="77777777" w:rsidR="0053658E" w:rsidRDefault="0053658E" w:rsidP="00B90C73">
      <w:pPr>
        <w:jc w:val="both"/>
        <w:rPr>
          <w:rFonts w:ascii="Arial" w:hAnsi="Arial" w:cs="Arial"/>
        </w:rPr>
      </w:pPr>
    </w:p>
    <w:p w14:paraId="3EC4831C" w14:textId="71ACF75E" w:rsidR="00B90C73" w:rsidRPr="00B90C73" w:rsidRDefault="00B90C73" w:rsidP="00B90C73">
      <w:pPr>
        <w:jc w:val="both"/>
        <w:rPr>
          <w:rFonts w:ascii="Arial" w:hAnsi="Arial" w:cs="Arial"/>
        </w:rPr>
      </w:pPr>
      <w:r w:rsidRPr="00B90C73">
        <w:rPr>
          <w:rFonts w:ascii="Arial" w:hAnsi="Arial" w:cs="Arial"/>
        </w:rPr>
        <w:t>Žig in podpis odgovorne osebe: ________________________________</w:t>
      </w:r>
    </w:p>
    <w:p w14:paraId="78A2FAF7" w14:textId="77777777" w:rsidR="00A933E1" w:rsidRDefault="00A933E1" w:rsidP="00B90C73">
      <w:pPr>
        <w:rPr>
          <w:rFonts w:ascii="Arial" w:hAnsi="Arial" w:cs="Arial"/>
          <w:b/>
        </w:rPr>
      </w:pPr>
    </w:p>
    <w:p w14:paraId="77509AD9" w14:textId="77777777" w:rsidR="00A933E1" w:rsidRDefault="00A933E1" w:rsidP="00B90C73">
      <w:pPr>
        <w:rPr>
          <w:rFonts w:ascii="Arial" w:hAnsi="Arial" w:cs="Arial"/>
          <w:b/>
        </w:rPr>
      </w:pPr>
    </w:p>
    <w:p w14:paraId="76D2A31C" w14:textId="77777777" w:rsidR="00A933E1" w:rsidRDefault="00A933E1" w:rsidP="00B90C73">
      <w:pPr>
        <w:rPr>
          <w:rFonts w:ascii="Arial" w:hAnsi="Arial" w:cs="Arial"/>
          <w:b/>
        </w:rPr>
      </w:pPr>
    </w:p>
    <w:p w14:paraId="13E6AA82" w14:textId="6A516413" w:rsidR="00B90C73" w:rsidRPr="00B90C73" w:rsidRDefault="00B90C73" w:rsidP="00B90C73">
      <w:pPr>
        <w:rPr>
          <w:rFonts w:ascii="Arial" w:hAnsi="Arial" w:cs="Arial"/>
          <w:b/>
        </w:rPr>
      </w:pPr>
      <w:r w:rsidRPr="00B90C73">
        <w:rPr>
          <w:rFonts w:ascii="Arial" w:hAnsi="Arial" w:cs="Arial"/>
          <w:b/>
        </w:rPr>
        <w:t>OBVEZNE PRILOGE:</w:t>
      </w:r>
    </w:p>
    <w:p w14:paraId="095D3523" w14:textId="6890A87A" w:rsidR="00A933E1" w:rsidRPr="00A933E1" w:rsidRDefault="00A933E1" w:rsidP="00A933E1">
      <w:pPr>
        <w:numPr>
          <w:ilvl w:val="0"/>
          <w:numId w:val="14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k</w:t>
      </w:r>
      <w:r w:rsidRPr="00A933E1">
        <w:rPr>
          <w:rFonts w:ascii="Arial" w:hAnsi="Arial" w:cs="Arial"/>
          <w:iCs/>
        </w:rPr>
        <w:t>ratko poročilo o aktivnostih v letu 202</w:t>
      </w:r>
      <w:r w:rsidR="00C05E8B">
        <w:rPr>
          <w:rFonts w:ascii="Arial" w:hAnsi="Arial" w:cs="Arial"/>
          <w:iCs/>
        </w:rPr>
        <w:t>4</w:t>
      </w:r>
      <w:r>
        <w:rPr>
          <w:rFonts w:ascii="Arial" w:hAnsi="Arial" w:cs="Arial"/>
          <w:iCs/>
        </w:rPr>
        <w:t>;</w:t>
      </w:r>
    </w:p>
    <w:p w14:paraId="57CC483F" w14:textId="52FBADB4" w:rsidR="00A933E1" w:rsidRPr="00A933E1" w:rsidRDefault="00A933E1" w:rsidP="00A933E1">
      <w:pPr>
        <w:numPr>
          <w:ilvl w:val="0"/>
          <w:numId w:val="14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r</w:t>
      </w:r>
      <w:r w:rsidRPr="00A933E1">
        <w:rPr>
          <w:rFonts w:ascii="Arial" w:hAnsi="Arial" w:cs="Arial"/>
          <w:iCs/>
        </w:rPr>
        <w:t>ealizacija finančnega načrta za leto 202</w:t>
      </w:r>
      <w:r w:rsidR="00C05E8B">
        <w:rPr>
          <w:rFonts w:ascii="Arial" w:hAnsi="Arial" w:cs="Arial"/>
          <w:iCs/>
        </w:rPr>
        <w:t>4</w:t>
      </w:r>
      <w:r>
        <w:rPr>
          <w:rFonts w:ascii="Arial" w:hAnsi="Arial" w:cs="Arial"/>
          <w:iCs/>
        </w:rPr>
        <w:t>;</w:t>
      </w:r>
    </w:p>
    <w:p w14:paraId="52FC6C22" w14:textId="6AFF676E" w:rsidR="00A933E1" w:rsidRPr="00A933E1" w:rsidRDefault="00A933E1" w:rsidP="00A933E1">
      <w:pPr>
        <w:numPr>
          <w:ilvl w:val="0"/>
          <w:numId w:val="14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f</w:t>
      </w:r>
      <w:r w:rsidRPr="00A933E1">
        <w:rPr>
          <w:rFonts w:ascii="Arial" w:hAnsi="Arial" w:cs="Arial"/>
          <w:iCs/>
        </w:rPr>
        <w:t>otokopija Zapisnika zbora občanov društva za leto 202</w:t>
      </w:r>
      <w:r w:rsidR="00C05E8B">
        <w:rPr>
          <w:rFonts w:ascii="Arial" w:hAnsi="Arial" w:cs="Arial"/>
          <w:iCs/>
        </w:rPr>
        <w:t>4</w:t>
      </w:r>
      <w:r>
        <w:rPr>
          <w:rFonts w:ascii="Arial" w:hAnsi="Arial" w:cs="Arial"/>
          <w:iCs/>
        </w:rPr>
        <w:t>;</w:t>
      </w:r>
    </w:p>
    <w:p w14:paraId="38CD26A0" w14:textId="3F510D2E" w:rsidR="00A933E1" w:rsidRPr="00A933E1" w:rsidRDefault="00A933E1" w:rsidP="00A933E1">
      <w:pPr>
        <w:numPr>
          <w:ilvl w:val="0"/>
          <w:numId w:val="14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k</w:t>
      </w:r>
      <w:r w:rsidRPr="00A933E1">
        <w:rPr>
          <w:rFonts w:ascii="Arial" w:hAnsi="Arial" w:cs="Arial"/>
          <w:iCs/>
        </w:rPr>
        <w:t>ratek opis dela za leto 202</w:t>
      </w:r>
      <w:r w:rsidR="00C05E8B">
        <w:rPr>
          <w:rFonts w:ascii="Arial" w:hAnsi="Arial" w:cs="Arial"/>
          <w:iCs/>
        </w:rPr>
        <w:t>5</w:t>
      </w:r>
      <w:r w:rsidRPr="00A933E1">
        <w:rPr>
          <w:rFonts w:ascii="Arial" w:hAnsi="Arial" w:cs="Arial"/>
          <w:iCs/>
        </w:rPr>
        <w:t xml:space="preserve"> (plan dela društva), z navedenimi vsebinami iz prijavnega obrazca</w:t>
      </w:r>
      <w:r>
        <w:rPr>
          <w:rFonts w:ascii="Arial" w:hAnsi="Arial" w:cs="Arial"/>
          <w:iCs/>
        </w:rPr>
        <w:t>;</w:t>
      </w:r>
    </w:p>
    <w:p w14:paraId="314F8C89" w14:textId="5DAA31FF" w:rsidR="00A933E1" w:rsidRPr="00A933E1" w:rsidRDefault="00A933E1" w:rsidP="00A933E1">
      <w:pPr>
        <w:numPr>
          <w:ilvl w:val="0"/>
          <w:numId w:val="14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</w:t>
      </w:r>
      <w:r w:rsidRPr="00A933E1">
        <w:rPr>
          <w:rFonts w:ascii="Arial" w:hAnsi="Arial" w:cs="Arial"/>
          <w:iCs/>
        </w:rPr>
        <w:t xml:space="preserve">eznam članov, s stalnim prebivališčem v </w:t>
      </w:r>
      <w:r>
        <w:rPr>
          <w:rFonts w:ascii="Arial" w:hAnsi="Arial" w:cs="Arial"/>
          <w:iCs/>
        </w:rPr>
        <w:t>O</w:t>
      </w:r>
      <w:r w:rsidRPr="00A933E1">
        <w:rPr>
          <w:rFonts w:ascii="Arial" w:hAnsi="Arial" w:cs="Arial"/>
          <w:iCs/>
        </w:rPr>
        <w:t>bčini Muta z dokazilom o plačilu članarine za leto 202</w:t>
      </w:r>
      <w:r w:rsidR="00C05E8B">
        <w:rPr>
          <w:rFonts w:ascii="Arial" w:hAnsi="Arial" w:cs="Arial"/>
          <w:iCs/>
        </w:rPr>
        <w:t>5</w:t>
      </w:r>
      <w:r w:rsidRPr="00A933E1">
        <w:rPr>
          <w:rFonts w:ascii="Arial" w:hAnsi="Arial" w:cs="Arial"/>
          <w:iCs/>
        </w:rPr>
        <w:t>, oziroma 202</w:t>
      </w:r>
      <w:r w:rsidR="00C05E8B">
        <w:rPr>
          <w:rFonts w:ascii="Arial" w:hAnsi="Arial" w:cs="Arial"/>
          <w:iCs/>
        </w:rPr>
        <w:t>4</w:t>
      </w:r>
      <w:r>
        <w:rPr>
          <w:rFonts w:ascii="Arial" w:hAnsi="Arial" w:cs="Arial"/>
          <w:iCs/>
        </w:rPr>
        <w:t>;</w:t>
      </w:r>
    </w:p>
    <w:p w14:paraId="53CF3763" w14:textId="506269BC" w:rsidR="00A933E1" w:rsidRPr="00A933E1" w:rsidRDefault="00A933E1" w:rsidP="00A933E1">
      <w:pPr>
        <w:numPr>
          <w:ilvl w:val="0"/>
          <w:numId w:val="14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i</w:t>
      </w:r>
      <w:r w:rsidRPr="00A933E1">
        <w:rPr>
          <w:rFonts w:ascii="Arial" w:hAnsi="Arial" w:cs="Arial"/>
          <w:iCs/>
        </w:rPr>
        <w:t>zjava odgovorne osebe, da društvo dejansko obstaja in deluje</w:t>
      </w:r>
      <w:r>
        <w:rPr>
          <w:rFonts w:ascii="Arial" w:hAnsi="Arial" w:cs="Arial"/>
          <w:iCs/>
        </w:rPr>
        <w:t>;</w:t>
      </w:r>
    </w:p>
    <w:p w14:paraId="6BCB403C" w14:textId="286B0307" w:rsidR="00B93240" w:rsidRPr="00A933E1" w:rsidRDefault="00A933E1" w:rsidP="00A933E1">
      <w:pPr>
        <w:numPr>
          <w:ilvl w:val="0"/>
          <w:numId w:val="14"/>
        </w:numPr>
        <w:jc w:val="both"/>
        <w:rPr>
          <w:rFonts w:ascii="Arial" w:hAnsi="Arial" w:cs="Arial"/>
          <w:iCs/>
        </w:rPr>
        <w:sectPr w:rsidR="00B93240" w:rsidRPr="00A933E1" w:rsidSect="003235E2">
          <w:headerReference w:type="default" r:id="rId13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  <w:r>
        <w:rPr>
          <w:rFonts w:ascii="Arial" w:hAnsi="Arial" w:cs="Arial"/>
          <w:iCs/>
        </w:rPr>
        <w:t>i</w:t>
      </w:r>
      <w:r w:rsidRPr="00A933E1">
        <w:rPr>
          <w:rFonts w:ascii="Arial" w:hAnsi="Arial" w:cs="Arial"/>
          <w:iCs/>
        </w:rPr>
        <w:t>zjava odgovorne osebe, o varstvu osebnih podatkov</w:t>
      </w:r>
      <w:r>
        <w:rPr>
          <w:rFonts w:ascii="Arial" w:hAnsi="Arial" w:cs="Arial"/>
          <w:iCs/>
        </w:rPr>
        <w:t>.</w:t>
      </w:r>
    </w:p>
    <w:p w14:paraId="253DC1BC" w14:textId="5DF0FAF8" w:rsidR="00B93240" w:rsidRPr="00A05589" w:rsidRDefault="00B93240" w:rsidP="009C15EE">
      <w:pPr>
        <w:spacing w:line="276" w:lineRule="auto"/>
        <w:rPr>
          <w:rFonts w:ascii="Arial" w:hAnsi="Arial" w:cs="Arial"/>
        </w:rPr>
        <w:sectPr w:rsidR="00B93240" w:rsidRPr="00A05589" w:rsidSect="00B93240">
          <w:footnotePr>
            <w:pos w:val="beneathText"/>
            <w:numStart w:val="116"/>
          </w:footnotePr>
          <w:type w:val="continuous"/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77F23608" w14:textId="48A9F7EB" w:rsidR="00A472D5" w:rsidRPr="00A472D5" w:rsidRDefault="00A472D5" w:rsidP="00A472D5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rFonts w:ascii="Arial" w:hAnsi="Arial" w:cs="Arial"/>
          <w:b/>
          <w:sz w:val="24"/>
          <w:szCs w:val="24"/>
        </w:rPr>
      </w:pPr>
      <w:r w:rsidRPr="00A472D5">
        <w:rPr>
          <w:rFonts w:ascii="Arial" w:hAnsi="Arial" w:cs="Arial"/>
          <w:b/>
          <w:sz w:val="24"/>
          <w:szCs w:val="24"/>
        </w:rPr>
        <w:t>STROŠKI INFRASTRUKTURE V</w:t>
      </w:r>
      <w:r w:rsidRPr="00A472D5">
        <w:rPr>
          <w:rFonts w:ascii="Arial" w:hAnsi="Arial" w:cs="Arial"/>
          <w:b/>
          <w:sz w:val="24"/>
          <w:szCs w:val="24"/>
        </w:rPr>
        <w:t xml:space="preserve"> LET</w:t>
      </w:r>
      <w:r w:rsidRPr="00A472D5">
        <w:rPr>
          <w:rFonts w:ascii="Arial" w:hAnsi="Arial" w:cs="Arial"/>
          <w:b/>
          <w:sz w:val="24"/>
          <w:szCs w:val="24"/>
        </w:rPr>
        <w:t>U</w:t>
      </w:r>
      <w:r w:rsidRPr="00A472D5">
        <w:rPr>
          <w:rFonts w:ascii="Arial" w:hAnsi="Arial" w:cs="Arial"/>
          <w:b/>
          <w:sz w:val="24"/>
          <w:szCs w:val="24"/>
        </w:rPr>
        <w:t xml:space="preserve"> 2025</w:t>
      </w:r>
    </w:p>
    <w:p w14:paraId="0B0B793E" w14:textId="77777777" w:rsidR="00A933E1" w:rsidRDefault="00A933E1" w:rsidP="00A472D5">
      <w:pPr>
        <w:rPr>
          <w:rFonts w:ascii="Arial" w:hAnsi="Arial" w:cs="Arial"/>
        </w:rPr>
      </w:pPr>
    </w:p>
    <w:p w14:paraId="4AE9D568" w14:textId="77777777" w:rsidR="00A472D5" w:rsidRDefault="00A472D5" w:rsidP="00A472D5">
      <w:pPr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/>
          <w:i/>
          <w:iCs/>
        </w:rPr>
        <w:t>Stroški infrastrukture</w:t>
      </w:r>
      <w:r>
        <w:rPr>
          <w:rFonts w:ascii="Arial" w:hAnsi="Arial" w:cs="Arial"/>
          <w:bCs/>
          <w:i/>
          <w:iCs/>
        </w:rPr>
        <w:t>:</w:t>
      </w:r>
    </w:p>
    <w:p w14:paraId="07ACCE73" w14:textId="77777777" w:rsidR="00A472D5" w:rsidRPr="00DC11BF" w:rsidRDefault="00A472D5" w:rsidP="00A472D5">
      <w:pPr>
        <w:pStyle w:val="Odstavekseznama"/>
        <w:numPr>
          <w:ilvl w:val="0"/>
          <w:numId w:val="15"/>
        </w:numPr>
        <w:contextualSpacing w:val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stroški infrastrukture (najemnine za poslovne prostore) po dejanskih stroških (pavšal).</w:t>
      </w:r>
      <w:r w:rsidRPr="00DC11BF">
        <w:rPr>
          <w:rFonts w:ascii="Arial" w:hAnsi="Arial" w:cs="Arial"/>
          <w:i/>
          <w:iCs/>
        </w:rPr>
        <w:tab/>
      </w:r>
    </w:p>
    <w:p w14:paraId="0B78D930" w14:textId="77777777" w:rsidR="00A472D5" w:rsidRDefault="00A472D5" w:rsidP="00A472D5">
      <w:pPr>
        <w:keepNext/>
        <w:outlineLvl w:val="1"/>
        <w:rPr>
          <w:rFonts w:ascii="Arial" w:hAnsi="Arial" w:cs="Arial"/>
        </w:rPr>
      </w:pPr>
    </w:p>
    <w:p w14:paraId="3630BDE3" w14:textId="77777777" w:rsidR="00A472D5" w:rsidRDefault="00A472D5" w:rsidP="00A472D5">
      <w:pPr>
        <w:keepNext/>
        <w:outlineLvl w:val="1"/>
        <w:rPr>
          <w:rFonts w:ascii="Arial" w:hAnsi="Arial" w:cs="Arial"/>
        </w:rPr>
      </w:pPr>
    </w:p>
    <w:tbl>
      <w:tblPr>
        <w:tblW w:w="9639" w:type="dxa"/>
        <w:jc w:val="center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2407"/>
        <w:gridCol w:w="7232"/>
      </w:tblGrid>
      <w:tr w:rsidR="00A472D5" w:rsidRPr="00DC31DA" w14:paraId="590A47EA" w14:textId="77777777" w:rsidTr="00615457">
        <w:trPr>
          <w:cantSplit/>
          <w:trHeight w:val="403"/>
          <w:jc w:val="center"/>
        </w:trPr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6F170D4" w14:textId="77777777" w:rsidR="00A472D5" w:rsidRPr="00DC31DA" w:rsidRDefault="00A472D5" w:rsidP="00615457">
            <w:pPr>
              <w:rPr>
                <w:rFonts w:ascii="Arial" w:hAnsi="Arial" w:cs="Arial"/>
                <w:b/>
                <w:bCs/>
              </w:rPr>
            </w:pPr>
            <w:r w:rsidRPr="00DC31DA">
              <w:rPr>
                <w:rFonts w:ascii="Arial" w:hAnsi="Arial" w:cs="Arial"/>
                <w:b/>
                <w:bCs/>
              </w:rPr>
              <w:t>DRU</w:t>
            </w:r>
            <w:r>
              <w:rPr>
                <w:rFonts w:ascii="Arial" w:hAnsi="Arial" w:cs="Arial"/>
                <w:b/>
                <w:bCs/>
              </w:rPr>
              <w:t>Š</w:t>
            </w:r>
            <w:r w:rsidRPr="00DC31DA">
              <w:rPr>
                <w:rFonts w:ascii="Arial" w:hAnsi="Arial" w:cs="Arial"/>
                <w:b/>
                <w:bCs/>
              </w:rPr>
              <w:t>TVO</w:t>
            </w:r>
          </w:p>
        </w:tc>
        <w:tc>
          <w:tcPr>
            <w:tcW w:w="7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233CD" w14:textId="77777777" w:rsidR="00A472D5" w:rsidRPr="00DC31DA" w:rsidRDefault="00A472D5" w:rsidP="00615457">
            <w:pPr>
              <w:rPr>
                <w:rFonts w:ascii="Arial" w:hAnsi="Arial" w:cs="Arial"/>
              </w:rPr>
            </w:pPr>
          </w:p>
        </w:tc>
      </w:tr>
      <w:tr w:rsidR="00A472D5" w:rsidRPr="00DC31DA" w14:paraId="05C7822E" w14:textId="77777777" w:rsidTr="00615457">
        <w:trPr>
          <w:cantSplit/>
          <w:trHeight w:val="403"/>
          <w:jc w:val="center"/>
        </w:trPr>
        <w:tc>
          <w:tcPr>
            <w:tcW w:w="2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</w:tcPr>
          <w:p w14:paraId="7A75D35E" w14:textId="77777777" w:rsidR="00A472D5" w:rsidRPr="00DC31DA" w:rsidRDefault="00A472D5" w:rsidP="0061545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PROSLOVNI PROSTOR DRUŠTVA (točen naslov)</w:t>
            </w:r>
          </w:p>
        </w:tc>
        <w:tc>
          <w:tcPr>
            <w:tcW w:w="723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53AA48D" w14:textId="77777777" w:rsidR="00A472D5" w:rsidRPr="00DC31DA" w:rsidRDefault="00A472D5" w:rsidP="00615457">
            <w:pPr>
              <w:rPr>
                <w:rFonts w:ascii="Arial" w:hAnsi="Arial" w:cs="Arial"/>
              </w:rPr>
            </w:pPr>
          </w:p>
        </w:tc>
      </w:tr>
      <w:tr w:rsidR="00A472D5" w:rsidRPr="00DC31DA" w14:paraId="18BED74C" w14:textId="77777777" w:rsidTr="00615457">
        <w:trPr>
          <w:cantSplit/>
          <w:trHeight w:val="403"/>
          <w:jc w:val="center"/>
        </w:trPr>
        <w:tc>
          <w:tcPr>
            <w:tcW w:w="2407" w:type="dxa"/>
            <w:tcBorders>
              <w:top w:val="single" w:sz="4" w:space="0" w:color="auto"/>
            </w:tcBorders>
          </w:tcPr>
          <w:p w14:paraId="51D9C0BA" w14:textId="77777777" w:rsidR="00A472D5" w:rsidRPr="00DC31DA" w:rsidRDefault="00A472D5" w:rsidP="0061545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32" w:type="dxa"/>
            <w:tcBorders>
              <w:top w:val="single" w:sz="4" w:space="0" w:color="auto"/>
            </w:tcBorders>
          </w:tcPr>
          <w:p w14:paraId="29C38B3E" w14:textId="77777777" w:rsidR="00A472D5" w:rsidRDefault="00A472D5" w:rsidP="00615457">
            <w:pPr>
              <w:rPr>
                <w:rFonts w:ascii="Arial" w:hAnsi="Arial" w:cs="Arial"/>
              </w:rPr>
            </w:pPr>
          </w:p>
          <w:p w14:paraId="4DC1A409" w14:textId="77777777" w:rsidR="00A472D5" w:rsidRPr="00DC31DA" w:rsidRDefault="00A472D5" w:rsidP="00615457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29"/>
        <w:gridCol w:w="4818"/>
        <w:gridCol w:w="3113"/>
      </w:tblGrid>
      <w:tr w:rsidR="00A472D5" w14:paraId="55C9B79B" w14:textId="77777777" w:rsidTr="00615457">
        <w:tc>
          <w:tcPr>
            <w:tcW w:w="1129" w:type="dxa"/>
          </w:tcPr>
          <w:p w14:paraId="6C5632E8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  <w:r>
              <w:rPr>
                <w:rFonts w:ascii="Arial" w:hAnsi="Arial" w:cs="Arial"/>
                <w:b/>
                <w:lang w:eastAsia="sl-SI"/>
              </w:rPr>
              <w:t>Zap. št.</w:t>
            </w:r>
          </w:p>
        </w:tc>
        <w:tc>
          <w:tcPr>
            <w:tcW w:w="4820" w:type="dxa"/>
          </w:tcPr>
          <w:p w14:paraId="41EBE63E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  <w:r>
              <w:rPr>
                <w:rFonts w:ascii="Arial" w:hAnsi="Arial" w:cs="Arial"/>
                <w:b/>
                <w:lang w:eastAsia="sl-SI"/>
              </w:rPr>
              <w:t>OPREDELITEV VRSTE STROŠKA</w:t>
            </w:r>
          </w:p>
        </w:tc>
        <w:tc>
          <w:tcPr>
            <w:tcW w:w="3114" w:type="dxa"/>
          </w:tcPr>
          <w:p w14:paraId="11ECAB06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  <w:r>
              <w:rPr>
                <w:rFonts w:ascii="Arial" w:hAnsi="Arial" w:cs="Arial"/>
                <w:b/>
                <w:lang w:eastAsia="sl-SI"/>
              </w:rPr>
              <w:t>ZNESEK V EUR</w:t>
            </w:r>
          </w:p>
          <w:p w14:paraId="3F69B822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</w:tr>
      <w:tr w:rsidR="00A472D5" w14:paraId="5C2A70B9" w14:textId="77777777" w:rsidTr="00615457">
        <w:tc>
          <w:tcPr>
            <w:tcW w:w="1129" w:type="dxa"/>
          </w:tcPr>
          <w:p w14:paraId="3695AB8C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26E2E577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6989C445" w14:textId="77777777" w:rsidR="00A472D5" w:rsidRDefault="00A472D5" w:rsidP="00615457">
            <w:pPr>
              <w:keepNext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4820" w:type="dxa"/>
          </w:tcPr>
          <w:p w14:paraId="653B7430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3114" w:type="dxa"/>
          </w:tcPr>
          <w:p w14:paraId="34E54F92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</w:tr>
      <w:tr w:rsidR="00A472D5" w14:paraId="4C381916" w14:textId="77777777" w:rsidTr="00615457">
        <w:tc>
          <w:tcPr>
            <w:tcW w:w="1129" w:type="dxa"/>
          </w:tcPr>
          <w:p w14:paraId="63335D7E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4496A761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62A010B3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4820" w:type="dxa"/>
          </w:tcPr>
          <w:p w14:paraId="31AD826A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3114" w:type="dxa"/>
          </w:tcPr>
          <w:p w14:paraId="6870D8BF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</w:tr>
      <w:tr w:rsidR="00A472D5" w14:paraId="638CE8F3" w14:textId="77777777" w:rsidTr="00615457">
        <w:tc>
          <w:tcPr>
            <w:tcW w:w="1129" w:type="dxa"/>
          </w:tcPr>
          <w:p w14:paraId="1F274AF1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4172D33F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6D1EED9A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4820" w:type="dxa"/>
          </w:tcPr>
          <w:p w14:paraId="568E255B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3114" w:type="dxa"/>
          </w:tcPr>
          <w:p w14:paraId="263BEA01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</w:tr>
      <w:tr w:rsidR="00A472D5" w14:paraId="05158B47" w14:textId="77777777" w:rsidTr="00615457">
        <w:tc>
          <w:tcPr>
            <w:tcW w:w="1129" w:type="dxa"/>
          </w:tcPr>
          <w:p w14:paraId="2FD1A226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1846468D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5B0D5248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4820" w:type="dxa"/>
          </w:tcPr>
          <w:p w14:paraId="291A83CD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3114" w:type="dxa"/>
          </w:tcPr>
          <w:p w14:paraId="793F1BAC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</w:tr>
      <w:tr w:rsidR="00A472D5" w14:paraId="66728D39" w14:textId="77777777" w:rsidTr="00615457">
        <w:tc>
          <w:tcPr>
            <w:tcW w:w="1129" w:type="dxa"/>
          </w:tcPr>
          <w:p w14:paraId="268CC496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015E8543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  <w:p w14:paraId="222B1BDB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4820" w:type="dxa"/>
          </w:tcPr>
          <w:p w14:paraId="6AD86318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  <w:tc>
          <w:tcPr>
            <w:tcW w:w="3114" w:type="dxa"/>
          </w:tcPr>
          <w:p w14:paraId="0A5E8074" w14:textId="77777777" w:rsidR="00A472D5" w:rsidRDefault="00A472D5" w:rsidP="00615457">
            <w:pPr>
              <w:keepNext/>
              <w:jc w:val="center"/>
              <w:outlineLvl w:val="1"/>
              <w:rPr>
                <w:rFonts w:ascii="Arial" w:hAnsi="Arial" w:cs="Arial"/>
                <w:b/>
                <w:lang w:eastAsia="sl-SI"/>
              </w:rPr>
            </w:pPr>
          </w:p>
        </w:tc>
      </w:tr>
    </w:tbl>
    <w:p w14:paraId="53A0AE8E" w14:textId="77777777" w:rsidR="00A472D5" w:rsidRDefault="00A472D5" w:rsidP="00A472D5">
      <w:pPr>
        <w:keepNext/>
        <w:outlineLvl w:val="1"/>
        <w:rPr>
          <w:rFonts w:ascii="Arial" w:hAnsi="Arial" w:cs="Arial"/>
          <w:b/>
          <w:lang w:eastAsia="sl-SI"/>
        </w:rPr>
      </w:pPr>
      <w:r w:rsidRPr="00247F72">
        <w:rPr>
          <w:rFonts w:ascii="Arial" w:hAnsi="Arial" w:cs="Arial"/>
          <w:b/>
          <w:lang w:eastAsia="sl-SI"/>
        </w:rPr>
        <w:tab/>
      </w:r>
    </w:p>
    <w:p w14:paraId="5655582C" w14:textId="77777777" w:rsidR="00A472D5" w:rsidRPr="00247F72" w:rsidRDefault="00A472D5" w:rsidP="00A472D5">
      <w:pPr>
        <w:keepNext/>
        <w:outlineLvl w:val="1"/>
        <w:rPr>
          <w:rFonts w:ascii="Arial" w:hAnsi="Arial" w:cs="Arial"/>
          <w:b/>
          <w:lang w:eastAsia="sl-SI"/>
        </w:rPr>
      </w:pPr>
    </w:p>
    <w:p w14:paraId="232480FA" w14:textId="651254BB" w:rsidR="00A472D5" w:rsidRPr="00701343" w:rsidRDefault="00A472D5" w:rsidP="00A472D5">
      <w:pPr>
        <w:ind w:right="282"/>
        <w:rPr>
          <w:rFonts w:ascii="Arial" w:hAnsi="Arial" w:cs="Arial"/>
          <w:b/>
          <w:bCs/>
          <w:i/>
          <w:iCs/>
        </w:rPr>
      </w:pPr>
      <w:r w:rsidRPr="00701343">
        <w:rPr>
          <w:rFonts w:ascii="Arial" w:hAnsi="Arial" w:cs="Arial"/>
          <w:b/>
          <w:bCs/>
          <w:i/>
          <w:iCs/>
        </w:rPr>
        <w:t>*Obvezna priloga je najemna pogodba za poslovne prostore.</w:t>
      </w:r>
    </w:p>
    <w:p w14:paraId="321895A0" w14:textId="77777777" w:rsidR="00A472D5" w:rsidRPr="00A472D5" w:rsidRDefault="00A472D5" w:rsidP="00A472D5">
      <w:pPr>
        <w:rPr>
          <w:rFonts w:ascii="Arial" w:hAnsi="Arial" w:cs="Arial"/>
          <w:b/>
          <w:bCs/>
        </w:rPr>
      </w:pPr>
    </w:p>
    <w:sectPr w:rsidR="00A472D5" w:rsidRPr="00A472D5" w:rsidSect="003235E2">
      <w:headerReference w:type="default" r:id="rId14"/>
      <w:footnotePr>
        <w:pos w:val="beneathText"/>
        <w:numStart w:val="116"/>
      </w:footnotePr>
      <w:pgSz w:w="11906" w:h="16838" w:code="9"/>
      <w:pgMar w:top="284" w:right="1418" w:bottom="510" w:left="1418" w:header="284" w:footer="66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59E98" w14:textId="77777777" w:rsidR="005B4391" w:rsidRDefault="005B4391">
      <w:r>
        <w:separator/>
      </w:r>
    </w:p>
  </w:endnote>
  <w:endnote w:type="continuationSeparator" w:id="0">
    <w:p w14:paraId="4B586730" w14:textId="77777777" w:rsidR="005B4391" w:rsidRDefault="005B4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25F9D" w14:textId="77777777" w:rsidR="00077558" w:rsidRPr="007762C5" w:rsidRDefault="00077558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2336" behindDoc="0" locked="0" layoutInCell="1" allowOverlap="1" wp14:anchorId="357D97AA" wp14:editId="2E3029F4">
          <wp:simplePos x="0" y="0"/>
          <wp:positionH relativeFrom="margin">
            <wp:posOffset>2706929</wp:posOffset>
          </wp:positionH>
          <wp:positionV relativeFrom="paragraph">
            <wp:posOffset>32594</wp:posOffset>
          </wp:positionV>
          <wp:extent cx="322580" cy="387465"/>
          <wp:effectExtent l="0" t="0" r="1270" b="0"/>
          <wp:wrapNone/>
          <wp:docPr id="1101755776" name="Slika 1101755776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678" cy="395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8C63D47" wp14:editId="382972C8">
              <wp:simplePos x="0" y="0"/>
              <wp:positionH relativeFrom="rightMargin">
                <wp:posOffset>38100</wp:posOffset>
              </wp:positionH>
              <wp:positionV relativeFrom="paragraph">
                <wp:posOffset>47848</wp:posOffset>
              </wp:positionV>
              <wp:extent cx="6350" cy="393700"/>
              <wp:effectExtent l="0" t="0" r="31750" b="25400"/>
              <wp:wrapNone/>
              <wp:docPr id="408381183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50" cy="39370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213940" id="Raven povezovalnik 1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3pt,3.75pt" to="3.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" strokecolor="red">
              <w10:wrap anchorx="margin"/>
            </v:line>
          </w:pict>
        </mc:Fallback>
      </mc:AlternateContent>
    </w:r>
    <w:r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254005" wp14:editId="1515BFBC">
              <wp:simplePos x="0" y="0"/>
              <wp:positionH relativeFrom="margin">
                <wp:posOffset>-1104</wp:posOffset>
              </wp:positionH>
              <wp:positionV relativeFrom="paragraph">
                <wp:posOffset>2449</wp:posOffset>
              </wp:positionV>
              <wp:extent cx="3044651" cy="5024"/>
              <wp:effectExtent l="0" t="0" r="22860" b="33655"/>
              <wp:wrapNone/>
              <wp:docPr id="444373435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044651" cy="5024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267A9B" id="Raven povezovalnik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.2pt" to="239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" strokecolor="red">
              <w10:wrap anchorx="margin"/>
            </v:line>
          </w:pict>
        </mc:Fallback>
      </mc:AlternateContent>
    </w:r>
    <w:r w:rsidRPr="007762C5"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59264" behindDoc="0" locked="0" layoutInCell="1" allowOverlap="1" wp14:anchorId="7E694072" wp14:editId="26DA5B9D">
          <wp:simplePos x="0" y="0"/>
          <wp:positionH relativeFrom="margin">
            <wp:posOffset>2709500</wp:posOffset>
          </wp:positionH>
          <wp:positionV relativeFrom="paragraph">
            <wp:posOffset>34642</wp:posOffset>
          </wp:positionV>
          <wp:extent cx="322955" cy="387915"/>
          <wp:effectExtent l="0" t="0" r="1270" b="0"/>
          <wp:wrapNone/>
          <wp:docPr id="1426477450" name="Slika 1426477450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50000"/>
                            </a14:imgEffect>
                            <a14:imgEffect>
                              <a14:brightnessContrast bright="4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955" cy="387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glow>
                      <a:schemeClr val="accent1"/>
                    </a:glo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762C5">
      <w:rPr>
        <w:rFonts w:ascii="Arial" w:hAnsi="Arial" w:cs="Arial"/>
        <w:b/>
        <w:sz w:val="14"/>
        <w:szCs w:val="14"/>
      </w:rPr>
      <w:t>T:</w:t>
    </w:r>
    <w:r w:rsidRPr="007762C5">
      <w:rPr>
        <w:rFonts w:ascii="Arial" w:hAnsi="Arial" w:cs="Arial"/>
        <w:bCs/>
        <w:sz w:val="14"/>
        <w:szCs w:val="14"/>
      </w:rPr>
      <w:t xml:space="preserve"> 02 887 96 00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MŠ:</w:t>
    </w:r>
    <w:r w:rsidRPr="007762C5">
      <w:rPr>
        <w:rFonts w:ascii="Arial" w:hAnsi="Arial" w:cs="Arial"/>
        <w:bCs/>
        <w:sz w:val="14"/>
        <w:szCs w:val="14"/>
      </w:rPr>
      <w:t xml:space="preserve"> 5881706000</w:t>
    </w:r>
  </w:p>
  <w:p w14:paraId="761AB604" w14:textId="77777777" w:rsidR="00077558" w:rsidRPr="007762C5" w:rsidRDefault="00077558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E:</w:t>
    </w:r>
    <w:r w:rsidRPr="007762C5">
      <w:rPr>
        <w:rFonts w:ascii="Arial" w:hAnsi="Arial" w:cs="Arial"/>
        <w:bCs/>
        <w:sz w:val="14"/>
        <w:szCs w:val="14"/>
      </w:rPr>
      <w:t xml:space="preserve"> obcina.muta@muta.si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DŠ:</w:t>
    </w:r>
    <w:r w:rsidRPr="007762C5">
      <w:rPr>
        <w:rFonts w:ascii="Arial" w:hAnsi="Arial" w:cs="Arial"/>
        <w:bCs/>
        <w:sz w:val="14"/>
        <w:szCs w:val="14"/>
      </w:rPr>
      <w:t xml:space="preserve"> SI89876547</w:t>
    </w:r>
  </w:p>
  <w:p w14:paraId="79C5A931" w14:textId="77777777" w:rsidR="00077558" w:rsidRPr="007762C5" w:rsidRDefault="00077558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www</w:t>
    </w:r>
    <w:r w:rsidRPr="007762C5">
      <w:rPr>
        <w:rFonts w:ascii="Arial" w:hAnsi="Arial" w:cs="Arial"/>
        <w:bCs/>
        <w:sz w:val="14"/>
        <w:szCs w:val="14"/>
      </w:rPr>
      <w:t>.muta.si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TRR:</w:t>
    </w:r>
    <w:r w:rsidRPr="007762C5">
      <w:rPr>
        <w:rFonts w:ascii="Arial" w:hAnsi="Arial" w:cs="Arial"/>
        <w:bCs/>
        <w:sz w:val="14"/>
        <w:szCs w:val="14"/>
      </w:rPr>
      <w:t xml:space="preserve"> SI56 0128 1010 0011 065</w:t>
    </w:r>
  </w:p>
  <w:p w14:paraId="2EF8C09A" w14:textId="77777777" w:rsidR="00077558" w:rsidRDefault="00077558" w:rsidP="00B7626E">
    <w:pPr>
      <w:pStyle w:val="Noga"/>
      <w:jc w:val="center"/>
      <w:rPr>
        <w:rFonts w:ascii="France" w:hAnsi="Franc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DA97A" w14:textId="77777777" w:rsidR="005B4391" w:rsidRDefault="005B4391">
      <w:r>
        <w:separator/>
      </w:r>
    </w:p>
  </w:footnote>
  <w:footnote w:type="continuationSeparator" w:id="0">
    <w:p w14:paraId="71F4B2D2" w14:textId="77777777" w:rsidR="005B4391" w:rsidRDefault="005B4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ABA47" w14:textId="77777777" w:rsidR="00077558" w:rsidRPr="001B74F1" w:rsidRDefault="00077558" w:rsidP="0037443F">
    <w:pPr>
      <w:pStyle w:val="Glava"/>
      <w:tabs>
        <w:tab w:val="left" w:pos="5112"/>
      </w:tabs>
      <w:spacing w:before="120" w:line="240" w:lineRule="exact"/>
      <w:ind w:left="709" w:right="851"/>
      <w:rPr>
        <w:rFonts w:ascii="Arial" w:hAnsi="Arial" w:cs="Arial"/>
        <w:sz w:val="18"/>
        <w:szCs w:val="22"/>
      </w:rPr>
    </w:pPr>
    <w:r>
      <w:rPr>
        <w:rFonts w:ascii="France" w:hAnsi="France"/>
        <w:noProof/>
        <w:sz w:val="32"/>
        <w:lang w:eastAsia="sl-SI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0A06A49" wp14:editId="751A283D">
              <wp:simplePos x="0" y="0"/>
              <wp:positionH relativeFrom="column">
                <wp:posOffset>1602359</wp:posOffset>
              </wp:positionH>
              <wp:positionV relativeFrom="paragraph">
                <wp:posOffset>78080</wp:posOffset>
              </wp:positionV>
              <wp:extent cx="0" cy="659153"/>
              <wp:effectExtent l="0" t="0" r="38100" b="26670"/>
              <wp:wrapNone/>
              <wp:docPr id="37607511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9153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5D46F0" id="Raven povezovalnik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15pt,6.15pt" to="126.1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" strokecolor="red"/>
          </w:pict>
        </mc:Fallback>
      </mc:AlternateContent>
    </w: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3360" behindDoc="0" locked="0" layoutInCell="1" allowOverlap="1" wp14:anchorId="0786B56F" wp14:editId="55EB0DCF">
          <wp:simplePos x="0" y="0"/>
          <wp:positionH relativeFrom="margin">
            <wp:posOffset>-635</wp:posOffset>
          </wp:positionH>
          <wp:positionV relativeFrom="paragraph">
            <wp:posOffset>80594</wp:posOffset>
          </wp:positionV>
          <wp:extent cx="555955" cy="667781"/>
          <wp:effectExtent l="0" t="0" r="0" b="0"/>
          <wp:wrapNone/>
          <wp:docPr id="1905085207" name="Slika 1905085207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955" cy="6677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18"/>
        <w:szCs w:val="22"/>
      </w:rPr>
      <w:t xml:space="preserve">     </w:t>
    </w:r>
    <w:r w:rsidRPr="00F12557">
      <w:rPr>
        <w:rFonts w:ascii="Arial" w:hAnsi="Arial" w:cs="Arial"/>
        <w:b/>
        <w:szCs w:val="24"/>
      </w:rPr>
      <w:t xml:space="preserve">OBČINA MUTA    </w:t>
    </w:r>
    <w:r w:rsidRPr="00F12557">
      <w:rPr>
        <w:rFonts w:ascii="Arial" w:hAnsi="Arial" w:cs="Arial"/>
        <w:szCs w:val="24"/>
      </w:rPr>
      <w:tab/>
    </w:r>
  </w:p>
  <w:p w14:paraId="56A94368" w14:textId="77777777" w:rsidR="00077558" w:rsidRDefault="00077558" w:rsidP="0037443F">
    <w:pPr>
      <w:pStyle w:val="Glava"/>
      <w:tabs>
        <w:tab w:val="left" w:pos="5112"/>
      </w:tabs>
      <w:spacing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</w:t>
    </w:r>
  </w:p>
  <w:p w14:paraId="368BD24F" w14:textId="77777777" w:rsidR="00077558" w:rsidRPr="001B74F1" w:rsidRDefault="00077558" w:rsidP="0037443F">
    <w:pPr>
      <w:pStyle w:val="Glava"/>
      <w:tabs>
        <w:tab w:val="left" w:pos="5112"/>
      </w:tabs>
      <w:spacing w:before="120"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G</w:t>
    </w:r>
    <w:r w:rsidRPr="001B74F1">
      <w:rPr>
        <w:rFonts w:ascii="Arial" w:hAnsi="Arial" w:cs="Arial"/>
        <w:sz w:val="16"/>
      </w:rPr>
      <w:t>lavni trg 17</w:t>
    </w:r>
  </w:p>
  <w:p w14:paraId="2D0FFF43" w14:textId="491AEA93" w:rsidR="00077558" w:rsidRPr="001B74F1" w:rsidRDefault="00077558" w:rsidP="0037443F">
    <w:pPr>
      <w:pStyle w:val="Glava"/>
      <w:tabs>
        <w:tab w:val="left" w:pos="5112"/>
      </w:tabs>
      <w:spacing w:line="240" w:lineRule="exact"/>
      <w:ind w:left="709" w:right="1134"/>
      <w:rPr>
        <w:rFonts w:ascii="Arial" w:hAnsi="Arial" w:cs="Arial"/>
        <w:sz w:val="14"/>
        <w:szCs w:val="18"/>
      </w:rPr>
    </w:pPr>
    <w:r>
      <w:rPr>
        <w:rFonts w:ascii="Arial" w:hAnsi="Arial" w:cs="Arial"/>
        <w:sz w:val="16"/>
      </w:rPr>
      <w:t xml:space="preserve">      </w:t>
    </w:r>
    <w:r w:rsidRPr="001B74F1">
      <w:rPr>
        <w:rFonts w:ascii="Arial" w:hAnsi="Arial" w:cs="Arial"/>
        <w:sz w:val="16"/>
      </w:rPr>
      <w:t>2366 Muta</w:t>
    </w:r>
    <w:r w:rsidRPr="00F12557">
      <w:rPr>
        <w:rFonts w:ascii="Arial" w:hAnsi="Arial" w:cs="Arial"/>
        <w:b/>
        <w:szCs w:val="24"/>
      </w:rPr>
      <w:t xml:space="preserve"> </w:t>
    </w:r>
    <w:r>
      <w:rPr>
        <w:rFonts w:ascii="Arial" w:hAnsi="Arial" w:cs="Arial"/>
        <w:b/>
        <w:szCs w:val="24"/>
      </w:rPr>
      <w:t xml:space="preserve">               </w:t>
    </w:r>
    <w:r w:rsidR="0066130E">
      <w:rPr>
        <w:rFonts w:ascii="Arial" w:hAnsi="Arial" w:cs="Arial"/>
        <w:b/>
        <w:szCs w:val="24"/>
      </w:rPr>
      <w:t xml:space="preserve">                                                                               OBRAZCI</w:t>
    </w:r>
  </w:p>
  <w:p w14:paraId="59C069A8" w14:textId="77777777" w:rsidR="00077558" w:rsidRDefault="00077558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45A23456" w14:textId="77777777" w:rsidR="00077558" w:rsidRPr="00D508AC" w:rsidRDefault="00077558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1B3A9" w14:textId="77777777" w:rsidR="009B0C1B" w:rsidRDefault="009B0C1B" w:rsidP="000F1E41">
    <w:pPr>
      <w:pStyle w:val="Glava"/>
      <w:rPr>
        <w:rFonts w:ascii="France" w:hAnsi="France"/>
        <w:sz w:val="32"/>
      </w:rPr>
    </w:pPr>
  </w:p>
  <w:p w14:paraId="0C9648B1" w14:textId="77777777" w:rsidR="009B0C1B" w:rsidRPr="008037F6" w:rsidRDefault="009B0C1B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7C6F7029" w14:textId="77777777" w:rsidR="009B0C1B" w:rsidRDefault="009B0C1B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D3732" w14:textId="77777777" w:rsidR="0037443F" w:rsidRDefault="0037443F" w:rsidP="000F1E41">
    <w:pPr>
      <w:pStyle w:val="Glava"/>
      <w:rPr>
        <w:rFonts w:ascii="France" w:hAnsi="France"/>
        <w:sz w:val="32"/>
      </w:rPr>
    </w:pPr>
  </w:p>
  <w:p w14:paraId="529B631D" w14:textId="77777777" w:rsidR="0037443F" w:rsidRPr="008037F6" w:rsidRDefault="0037443F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2E36233B" w14:textId="77777777" w:rsidR="0037443F" w:rsidRDefault="0037443F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BB761" w14:textId="77777777" w:rsidR="007810D9" w:rsidRDefault="007810D9" w:rsidP="000F1E41">
    <w:pPr>
      <w:pStyle w:val="Glava"/>
      <w:rPr>
        <w:rFonts w:ascii="France" w:hAnsi="France"/>
        <w:sz w:val="32"/>
      </w:rPr>
    </w:pPr>
  </w:p>
  <w:p w14:paraId="507E9951" w14:textId="77777777" w:rsidR="007810D9" w:rsidRPr="008037F6" w:rsidRDefault="007810D9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23CC9184" w14:textId="77777777" w:rsidR="007810D9" w:rsidRDefault="007810D9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36B07"/>
    <w:multiLevelType w:val="hybridMultilevel"/>
    <w:tmpl w:val="0720A0C0"/>
    <w:lvl w:ilvl="0" w:tplc="5A526A0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iCs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E654B"/>
    <w:multiLevelType w:val="hybridMultilevel"/>
    <w:tmpl w:val="142660F4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F0ACF"/>
    <w:multiLevelType w:val="hybridMultilevel"/>
    <w:tmpl w:val="0720A0C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66759"/>
    <w:multiLevelType w:val="hybridMultilevel"/>
    <w:tmpl w:val="E40E7C2C"/>
    <w:lvl w:ilvl="0" w:tplc="5F4ED2B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25CC5"/>
    <w:multiLevelType w:val="hybridMultilevel"/>
    <w:tmpl w:val="8DB6163A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orndale" w:eastAsia="Times New Roman" w:hAnsi="Thorndale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8708B1"/>
    <w:multiLevelType w:val="hybridMultilevel"/>
    <w:tmpl w:val="9B5CB1B2"/>
    <w:lvl w:ilvl="0" w:tplc="8C4A62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11770"/>
    <w:multiLevelType w:val="hybridMultilevel"/>
    <w:tmpl w:val="CBF4E42E"/>
    <w:lvl w:ilvl="0" w:tplc="5F4ED2B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A7835"/>
    <w:multiLevelType w:val="hybridMultilevel"/>
    <w:tmpl w:val="6D5E1CFE"/>
    <w:lvl w:ilvl="0" w:tplc="05A0144E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AB660F"/>
    <w:multiLevelType w:val="hybridMultilevel"/>
    <w:tmpl w:val="8F6A5E6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6212E1"/>
    <w:multiLevelType w:val="hybridMultilevel"/>
    <w:tmpl w:val="8238468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932B4"/>
    <w:multiLevelType w:val="hybridMultilevel"/>
    <w:tmpl w:val="26EA4CDA"/>
    <w:lvl w:ilvl="0" w:tplc="B75A983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E6047"/>
    <w:multiLevelType w:val="hybridMultilevel"/>
    <w:tmpl w:val="9B5CB1B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15DA0"/>
    <w:multiLevelType w:val="hybridMultilevel"/>
    <w:tmpl w:val="B92433E0"/>
    <w:lvl w:ilvl="0" w:tplc="74D8E4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227303"/>
    <w:multiLevelType w:val="multilevel"/>
    <w:tmpl w:val="875A1C22"/>
    <w:styleLink w:val="Trenutniseznam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AA74BB"/>
    <w:multiLevelType w:val="hybridMultilevel"/>
    <w:tmpl w:val="C1EE4602"/>
    <w:lvl w:ilvl="0" w:tplc="5F4ED2B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511538">
    <w:abstractNumId w:val="12"/>
  </w:num>
  <w:num w:numId="2" w16cid:durableId="267584928">
    <w:abstractNumId w:val="13"/>
  </w:num>
  <w:num w:numId="3" w16cid:durableId="1773819484">
    <w:abstractNumId w:val="9"/>
  </w:num>
  <w:num w:numId="4" w16cid:durableId="34090314">
    <w:abstractNumId w:val="5"/>
  </w:num>
  <w:num w:numId="5" w16cid:durableId="984238206">
    <w:abstractNumId w:val="8"/>
  </w:num>
  <w:num w:numId="6" w16cid:durableId="1020282969">
    <w:abstractNumId w:val="7"/>
  </w:num>
  <w:num w:numId="7" w16cid:durableId="1047265392">
    <w:abstractNumId w:val="11"/>
  </w:num>
  <w:num w:numId="8" w16cid:durableId="1477796076">
    <w:abstractNumId w:val="1"/>
  </w:num>
  <w:num w:numId="9" w16cid:durableId="1684235299">
    <w:abstractNumId w:val="0"/>
  </w:num>
  <w:num w:numId="10" w16cid:durableId="1926067813">
    <w:abstractNumId w:val="10"/>
  </w:num>
  <w:num w:numId="11" w16cid:durableId="1369528854">
    <w:abstractNumId w:val="2"/>
  </w:num>
  <w:num w:numId="12" w16cid:durableId="598487857">
    <w:abstractNumId w:val="14"/>
  </w:num>
  <w:num w:numId="13" w16cid:durableId="187791844">
    <w:abstractNumId w:val="6"/>
  </w:num>
  <w:num w:numId="14" w16cid:durableId="356397134">
    <w:abstractNumId w:val="3"/>
  </w:num>
  <w:num w:numId="15" w16cid:durableId="88087103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2d4d,#09f"/>
    </o:shapedefaults>
  </w:hdrShapeDefaults>
  <w:footnotePr>
    <w:pos w:val="beneathText"/>
    <w:numStart w:val="11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DA8"/>
    <w:rsid w:val="00030CE5"/>
    <w:rsid w:val="00030D38"/>
    <w:rsid w:val="0004614A"/>
    <w:rsid w:val="00056027"/>
    <w:rsid w:val="000574D8"/>
    <w:rsid w:val="000637DA"/>
    <w:rsid w:val="0006755C"/>
    <w:rsid w:val="000748B1"/>
    <w:rsid w:val="00077558"/>
    <w:rsid w:val="00087643"/>
    <w:rsid w:val="000940F8"/>
    <w:rsid w:val="000E32A1"/>
    <w:rsid w:val="000F1E41"/>
    <w:rsid w:val="000F3DCC"/>
    <w:rsid w:val="000F5C05"/>
    <w:rsid w:val="000F6F15"/>
    <w:rsid w:val="000F7E31"/>
    <w:rsid w:val="00104D3D"/>
    <w:rsid w:val="00112CEB"/>
    <w:rsid w:val="00113EC9"/>
    <w:rsid w:val="00130AEB"/>
    <w:rsid w:val="00134AC3"/>
    <w:rsid w:val="00134B4A"/>
    <w:rsid w:val="001410A2"/>
    <w:rsid w:val="00142D5F"/>
    <w:rsid w:val="00162A44"/>
    <w:rsid w:val="00164AB7"/>
    <w:rsid w:val="00197A5E"/>
    <w:rsid w:val="001A6083"/>
    <w:rsid w:val="001B74F1"/>
    <w:rsid w:val="001C1171"/>
    <w:rsid w:val="001C3361"/>
    <w:rsid w:val="001E40D3"/>
    <w:rsid w:val="001F50EF"/>
    <w:rsid w:val="00201C2C"/>
    <w:rsid w:val="00210545"/>
    <w:rsid w:val="00211281"/>
    <w:rsid w:val="00227D4B"/>
    <w:rsid w:val="00235FB5"/>
    <w:rsid w:val="0024064A"/>
    <w:rsid w:val="00242E0C"/>
    <w:rsid w:val="00243BD6"/>
    <w:rsid w:val="00244A37"/>
    <w:rsid w:val="00253C16"/>
    <w:rsid w:val="00254BBC"/>
    <w:rsid w:val="002571ED"/>
    <w:rsid w:val="00262D2A"/>
    <w:rsid w:val="0026426D"/>
    <w:rsid w:val="0026669A"/>
    <w:rsid w:val="002731CE"/>
    <w:rsid w:val="00274113"/>
    <w:rsid w:val="00287E38"/>
    <w:rsid w:val="002906CE"/>
    <w:rsid w:val="0029304E"/>
    <w:rsid w:val="00295907"/>
    <w:rsid w:val="002A622E"/>
    <w:rsid w:val="002A72F2"/>
    <w:rsid w:val="002B3467"/>
    <w:rsid w:val="002B3654"/>
    <w:rsid w:val="002B4BB1"/>
    <w:rsid w:val="002B7B13"/>
    <w:rsid w:val="002C473C"/>
    <w:rsid w:val="002C614D"/>
    <w:rsid w:val="002D4A1D"/>
    <w:rsid w:val="003078F9"/>
    <w:rsid w:val="003136AB"/>
    <w:rsid w:val="003235E2"/>
    <w:rsid w:val="00324069"/>
    <w:rsid w:val="00337204"/>
    <w:rsid w:val="003427C6"/>
    <w:rsid w:val="00344169"/>
    <w:rsid w:val="00346BA1"/>
    <w:rsid w:val="00347D21"/>
    <w:rsid w:val="00355301"/>
    <w:rsid w:val="00366D0B"/>
    <w:rsid w:val="00372AD1"/>
    <w:rsid w:val="0037443F"/>
    <w:rsid w:val="00374C6A"/>
    <w:rsid w:val="003779C7"/>
    <w:rsid w:val="00377E07"/>
    <w:rsid w:val="00384DB0"/>
    <w:rsid w:val="00385E73"/>
    <w:rsid w:val="003A5519"/>
    <w:rsid w:val="003B2565"/>
    <w:rsid w:val="003B4694"/>
    <w:rsid w:val="003D0070"/>
    <w:rsid w:val="003D5F36"/>
    <w:rsid w:val="003D676F"/>
    <w:rsid w:val="003E18FB"/>
    <w:rsid w:val="003E28DC"/>
    <w:rsid w:val="003E7380"/>
    <w:rsid w:val="00402223"/>
    <w:rsid w:val="0040295F"/>
    <w:rsid w:val="00415BA4"/>
    <w:rsid w:val="004275BB"/>
    <w:rsid w:val="004324F6"/>
    <w:rsid w:val="004375FA"/>
    <w:rsid w:val="00444866"/>
    <w:rsid w:val="004516B7"/>
    <w:rsid w:val="004532AB"/>
    <w:rsid w:val="004559D8"/>
    <w:rsid w:val="00496F7B"/>
    <w:rsid w:val="004A074E"/>
    <w:rsid w:val="004A6616"/>
    <w:rsid w:val="004B10DA"/>
    <w:rsid w:val="004D2C07"/>
    <w:rsid w:val="004E1A48"/>
    <w:rsid w:val="00507CE9"/>
    <w:rsid w:val="0051333B"/>
    <w:rsid w:val="005138A5"/>
    <w:rsid w:val="00524800"/>
    <w:rsid w:val="00531191"/>
    <w:rsid w:val="00534D6E"/>
    <w:rsid w:val="0053528D"/>
    <w:rsid w:val="0053658E"/>
    <w:rsid w:val="005675BE"/>
    <w:rsid w:val="005743A5"/>
    <w:rsid w:val="005852DB"/>
    <w:rsid w:val="00591F46"/>
    <w:rsid w:val="00594B5F"/>
    <w:rsid w:val="005B1F2E"/>
    <w:rsid w:val="005B4391"/>
    <w:rsid w:val="005C6976"/>
    <w:rsid w:val="005D0044"/>
    <w:rsid w:val="005D0A0C"/>
    <w:rsid w:val="005D56F6"/>
    <w:rsid w:val="005E31D1"/>
    <w:rsid w:val="005F4B6A"/>
    <w:rsid w:val="00607E81"/>
    <w:rsid w:val="006120D3"/>
    <w:rsid w:val="00626C53"/>
    <w:rsid w:val="0064449E"/>
    <w:rsid w:val="006466FA"/>
    <w:rsid w:val="006507C2"/>
    <w:rsid w:val="0066130E"/>
    <w:rsid w:val="0066524F"/>
    <w:rsid w:val="00670BB4"/>
    <w:rsid w:val="0067150C"/>
    <w:rsid w:val="0067217E"/>
    <w:rsid w:val="00675C87"/>
    <w:rsid w:val="0067781E"/>
    <w:rsid w:val="006819BD"/>
    <w:rsid w:val="00687BEF"/>
    <w:rsid w:val="00687FF4"/>
    <w:rsid w:val="006A5005"/>
    <w:rsid w:val="006A5205"/>
    <w:rsid w:val="006A7820"/>
    <w:rsid w:val="006C20CB"/>
    <w:rsid w:val="006C40BF"/>
    <w:rsid w:val="006D0666"/>
    <w:rsid w:val="006F79C7"/>
    <w:rsid w:val="00700E38"/>
    <w:rsid w:val="00707066"/>
    <w:rsid w:val="00712D0D"/>
    <w:rsid w:val="00717B00"/>
    <w:rsid w:val="00721DFD"/>
    <w:rsid w:val="007252FD"/>
    <w:rsid w:val="0072707F"/>
    <w:rsid w:val="00737710"/>
    <w:rsid w:val="00741A8C"/>
    <w:rsid w:val="0075153D"/>
    <w:rsid w:val="007543BA"/>
    <w:rsid w:val="007633C2"/>
    <w:rsid w:val="00772B53"/>
    <w:rsid w:val="00774DF1"/>
    <w:rsid w:val="007762C5"/>
    <w:rsid w:val="007810D9"/>
    <w:rsid w:val="00792C68"/>
    <w:rsid w:val="00796DEB"/>
    <w:rsid w:val="007A48CD"/>
    <w:rsid w:val="007C3F74"/>
    <w:rsid w:val="007C55C8"/>
    <w:rsid w:val="007D58E3"/>
    <w:rsid w:val="007D63A7"/>
    <w:rsid w:val="007D7D30"/>
    <w:rsid w:val="007F22C5"/>
    <w:rsid w:val="008037F6"/>
    <w:rsid w:val="0080705D"/>
    <w:rsid w:val="008140CA"/>
    <w:rsid w:val="00826855"/>
    <w:rsid w:val="00842B49"/>
    <w:rsid w:val="00866CA9"/>
    <w:rsid w:val="008732C4"/>
    <w:rsid w:val="00882FE0"/>
    <w:rsid w:val="00895706"/>
    <w:rsid w:val="008A3461"/>
    <w:rsid w:val="008B42C4"/>
    <w:rsid w:val="008B447B"/>
    <w:rsid w:val="008C36B7"/>
    <w:rsid w:val="008D1E64"/>
    <w:rsid w:val="008E142A"/>
    <w:rsid w:val="00903E01"/>
    <w:rsid w:val="00904B8F"/>
    <w:rsid w:val="00905C9C"/>
    <w:rsid w:val="009170F5"/>
    <w:rsid w:val="00933845"/>
    <w:rsid w:val="00935FF5"/>
    <w:rsid w:val="00937014"/>
    <w:rsid w:val="00947D49"/>
    <w:rsid w:val="00956C36"/>
    <w:rsid w:val="00960FE6"/>
    <w:rsid w:val="00962571"/>
    <w:rsid w:val="00967C2A"/>
    <w:rsid w:val="00975A82"/>
    <w:rsid w:val="00976F65"/>
    <w:rsid w:val="00986AF7"/>
    <w:rsid w:val="00995152"/>
    <w:rsid w:val="009A257C"/>
    <w:rsid w:val="009B08D5"/>
    <w:rsid w:val="009B0C1B"/>
    <w:rsid w:val="009B2428"/>
    <w:rsid w:val="009C15EE"/>
    <w:rsid w:val="009C22A4"/>
    <w:rsid w:val="009D49BC"/>
    <w:rsid w:val="009D71A1"/>
    <w:rsid w:val="009E35E6"/>
    <w:rsid w:val="009E518B"/>
    <w:rsid w:val="009F2CBF"/>
    <w:rsid w:val="009F47CC"/>
    <w:rsid w:val="00A01A88"/>
    <w:rsid w:val="00A05589"/>
    <w:rsid w:val="00A05706"/>
    <w:rsid w:val="00A070F8"/>
    <w:rsid w:val="00A206AF"/>
    <w:rsid w:val="00A24BCD"/>
    <w:rsid w:val="00A25A9E"/>
    <w:rsid w:val="00A330F0"/>
    <w:rsid w:val="00A33400"/>
    <w:rsid w:val="00A472D5"/>
    <w:rsid w:val="00A54CC3"/>
    <w:rsid w:val="00A56DA8"/>
    <w:rsid w:val="00A6471A"/>
    <w:rsid w:val="00A71C73"/>
    <w:rsid w:val="00A7231F"/>
    <w:rsid w:val="00A75252"/>
    <w:rsid w:val="00A845C2"/>
    <w:rsid w:val="00A92789"/>
    <w:rsid w:val="00A933E1"/>
    <w:rsid w:val="00AA28C3"/>
    <w:rsid w:val="00AA4B4C"/>
    <w:rsid w:val="00AB5D5C"/>
    <w:rsid w:val="00AC1406"/>
    <w:rsid w:val="00AC78D2"/>
    <w:rsid w:val="00AD0C39"/>
    <w:rsid w:val="00AF69F8"/>
    <w:rsid w:val="00B03FA9"/>
    <w:rsid w:val="00B11149"/>
    <w:rsid w:val="00B20F39"/>
    <w:rsid w:val="00B27E58"/>
    <w:rsid w:val="00B51021"/>
    <w:rsid w:val="00B65E65"/>
    <w:rsid w:val="00B7626E"/>
    <w:rsid w:val="00B80C27"/>
    <w:rsid w:val="00B90C73"/>
    <w:rsid w:val="00B93240"/>
    <w:rsid w:val="00B9505D"/>
    <w:rsid w:val="00BA4568"/>
    <w:rsid w:val="00BA53F1"/>
    <w:rsid w:val="00BB0966"/>
    <w:rsid w:val="00BB0CF8"/>
    <w:rsid w:val="00BB1715"/>
    <w:rsid w:val="00BB2A02"/>
    <w:rsid w:val="00BD4ED8"/>
    <w:rsid w:val="00BE10FF"/>
    <w:rsid w:val="00BE2361"/>
    <w:rsid w:val="00BE3AD3"/>
    <w:rsid w:val="00BE6BF0"/>
    <w:rsid w:val="00BF0D01"/>
    <w:rsid w:val="00BF3E2C"/>
    <w:rsid w:val="00C005B1"/>
    <w:rsid w:val="00C05E8B"/>
    <w:rsid w:val="00C16375"/>
    <w:rsid w:val="00C32145"/>
    <w:rsid w:val="00C32511"/>
    <w:rsid w:val="00C37D82"/>
    <w:rsid w:val="00C61815"/>
    <w:rsid w:val="00C67BAD"/>
    <w:rsid w:val="00C72577"/>
    <w:rsid w:val="00C76C75"/>
    <w:rsid w:val="00C80927"/>
    <w:rsid w:val="00C90FF1"/>
    <w:rsid w:val="00C94A54"/>
    <w:rsid w:val="00C97AFC"/>
    <w:rsid w:val="00CC019E"/>
    <w:rsid w:val="00CC272D"/>
    <w:rsid w:val="00CC3FFB"/>
    <w:rsid w:val="00CD7063"/>
    <w:rsid w:val="00CE7E71"/>
    <w:rsid w:val="00CF6A74"/>
    <w:rsid w:val="00D02702"/>
    <w:rsid w:val="00D05111"/>
    <w:rsid w:val="00D1411E"/>
    <w:rsid w:val="00D17D6A"/>
    <w:rsid w:val="00D508AC"/>
    <w:rsid w:val="00D56B34"/>
    <w:rsid w:val="00D74B52"/>
    <w:rsid w:val="00D753BA"/>
    <w:rsid w:val="00D7703B"/>
    <w:rsid w:val="00D946B6"/>
    <w:rsid w:val="00D95B98"/>
    <w:rsid w:val="00DA281C"/>
    <w:rsid w:val="00DC1679"/>
    <w:rsid w:val="00DC7E1A"/>
    <w:rsid w:val="00DD393A"/>
    <w:rsid w:val="00DD3BA1"/>
    <w:rsid w:val="00DD61F7"/>
    <w:rsid w:val="00DE33C3"/>
    <w:rsid w:val="00DF0AD9"/>
    <w:rsid w:val="00DF2493"/>
    <w:rsid w:val="00DF28ED"/>
    <w:rsid w:val="00DF7E9D"/>
    <w:rsid w:val="00E01568"/>
    <w:rsid w:val="00E12E13"/>
    <w:rsid w:val="00E13718"/>
    <w:rsid w:val="00E14567"/>
    <w:rsid w:val="00E1798B"/>
    <w:rsid w:val="00E3688B"/>
    <w:rsid w:val="00E44D9E"/>
    <w:rsid w:val="00E50698"/>
    <w:rsid w:val="00E67F74"/>
    <w:rsid w:val="00EB6DFF"/>
    <w:rsid w:val="00EC7094"/>
    <w:rsid w:val="00EE67F1"/>
    <w:rsid w:val="00F11798"/>
    <w:rsid w:val="00F12557"/>
    <w:rsid w:val="00F27C1C"/>
    <w:rsid w:val="00F53DA7"/>
    <w:rsid w:val="00F551CD"/>
    <w:rsid w:val="00F56FD0"/>
    <w:rsid w:val="00F7690F"/>
    <w:rsid w:val="00F8745C"/>
    <w:rsid w:val="00F94EF8"/>
    <w:rsid w:val="00FA1281"/>
    <w:rsid w:val="00FA2F1A"/>
    <w:rsid w:val="00FA3A23"/>
    <w:rsid w:val="00FB395D"/>
    <w:rsid w:val="00FD4050"/>
    <w:rsid w:val="00FD44DD"/>
    <w:rsid w:val="00FE19F2"/>
    <w:rsid w:val="00FE76AB"/>
    <w:rsid w:val="00F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2d4d,#09f"/>
    </o:shapedefaults>
    <o:shapelayout v:ext="edit">
      <o:idmap v:ext="edit" data="2"/>
    </o:shapelayout>
  </w:shapeDefaults>
  <w:decimalSymbol w:val=","/>
  <w:listSeparator w:val=";"/>
  <w14:docId w14:val="6FEB0E6D"/>
  <w15:docId w15:val="{C005D69C-3E4E-4B3B-A345-0AFFF6DA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A472D5"/>
    <w:rPr>
      <w:lang w:eastAsia="en-US"/>
    </w:rPr>
  </w:style>
  <w:style w:type="paragraph" w:styleId="Naslov1">
    <w:name w:val="heading 1"/>
    <w:basedOn w:val="Navaden"/>
    <w:next w:val="Navaden"/>
    <w:qFormat/>
    <w:rsid w:val="002C614D"/>
    <w:pPr>
      <w:keepNext/>
      <w:jc w:val="center"/>
      <w:outlineLvl w:val="0"/>
    </w:pPr>
    <w:rPr>
      <w:b/>
      <w:i/>
      <w:sz w:val="28"/>
    </w:rPr>
  </w:style>
  <w:style w:type="paragraph" w:styleId="Naslov2">
    <w:name w:val="heading 2"/>
    <w:basedOn w:val="Navaden"/>
    <w:next w:val="Navaden"/>
    <w:qFormat/>
    <w:rsid w:val="002C614D"/>
    <w:pPr>
      <w:keepNext/>
      <w:jc w:val="center"/>
      <w:outlineLvl w:val="1"/>
    </w:pPr>
    <w:rPr>
      <w:b/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2C614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2C614D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2C614D"/>
    <w:rPr>
      <w:color w:val="0000FF"/>
      <w:u w:val="single"/>
    </w:rPr>
  </w:style>
  <w:style w:type="character" w:styleId="SledenaHiperpovezava">
    <w:name w:val="FollowedHyperlink"/>
    <w:basedOn w:val="Privzetapisavaodstavka"/>
    <w:rsid w:val="002C614D"/>
    <w:rPr>
      <w:color w:val="800080"/>
      <w:u w:val="single"/>
    </w:rPr>
  </w:style>
  <w:style w:type="paragraph" w:styleId="Napis">
    <w:name w:val="caption"/>
    <w:basedOn w:val="Navaden"/>
    <w:next w:val="Navaden"/>
    <w:qFormat/>
    <w:rsid w:val="002C614D"/>
    <w:pPr>
      <w:spacing w:before="120" w:after="120"/>
    </w:pPr>
    <w:rPr>
      <w:b/>
    </w:rPr>
  </w:style>
  <w:style w:type="paragraph" w:styleId="Besedilooblaka">
    <w:name w:val="Balloon Text"/>
    <w:basedOn w:val="Navaden"/>
    <w:semiHidden/>
    <w:rsid w:val="00112CEB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A56DA8"/>
    <w:pPr>
      <w:jc w:val="both"/>
    </w:pPr>
    <w:rPr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A845C2"/>
    <w:rPr>
      <w:lang w:eastAsia="en-US"/>
    </w:rPr>
  </w:style>
  <w:style w:type="table" w:styleId="Tabelamrea">
    <w:name w:val="Table Grid"/>
    <w:basedOn w:val="Navadnatabela"/>
    <w:uiPriority w:val="39"/>
    <w:rsid w:val="00A20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633C2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534D6E"/>
    <w:pPr>
      <w:spacing w:line="173" w:lineRule="atLeast"/>
    </w:pPr>
    <w:rPr>
      <w:rFonts w:ascii="Arial" w:hAnsi="Arial" w:cs="Arial"/>
      <w:color w:val="0F0F0F"/>
      <w:sz w:val="13"/>
      <w:szCs w:val="13"/>
      <w:lang w:eastAsia="sl-SI"/>
    </w:rPr>
  </w:style>
  <w:style w:type="character" w:styleId="Krepko">
    <w:name w:val="Strong"/>
    <w:basedOn w:val="Privzetapisavaodstavka"/>
    <w:uiPriority w:val="22"/>
    <w:qFormat/>
    <w:rsid w:val="00534D6E"/>
    <w:rPr>
      <w:b/>
      <w:bCs/>
    </w:rPr>
  </w:style>
  <w:style w:type="character" w:styleId="Poudarek">
    <w:name w:val="Emphasis"/>
    <w:basedOn w:val="Privzetapisavaodstavka"/>
    <w:uiPriority w:val="20"/>
    <w:qFormat/>
    <w:rsid w:val="001410A2"/>
    <w:rPr>
      <w:i/>
      <w:iCs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1410A2"/>
    <w:rPr>
      <w:color w:val="808080"/>
      <w:shd w:val="clear" w:color="auto" w:fill="E6E6E6"/>
    </w:rPr>
  </w:style>
  <w:style w:type="paragraph" w:customStyle="1" w:styleId="datumtevilka">
    <w:name w:val="datum številka"/>
    <w:basedOn w:val="Navaden"/>
    <w:qFormat/>
    <w:rsid w:val="00B7626E"/>
    <w:pPr>
      <w:tabs>
        <w:tab w:val="left" w:pos="1701"/>
      </w:tabs>
      <w:spacing w:line="260" w:lineRule="exact"/>
    </w:pPr>
    <w:rPr>
      <w:rFonts w:ascii="Arial" w:hAnsi="Arial"/>
      <w:lang w:eastAsia="sl-SI"/>
    </w:rPr>
  </w:style>
  <w:style w:type="paragraph" w:customStyle="1" w:styleId="ZADEVA">
    <w:name w:val="ZADEVA"/>
    <w:basedOn w:val="Navaden"/>
    <w:qFormat/>
    <w:rsid w:val="000F7E31"/>
    <w:pPr>
      <w:tabs>
        <w:tab w:val="left" w:pos="1701"/>
      </w:tabs>
      <w:spacing w:line="260" w:lineRule="exact"/>
      <w:ind w:left="1701" w:hanging="1701"/>
    </w:pPr>
    <w:rPr>
      <w:rFonts w:ascii="Arial" w:hAnsi="Arial"/>
      <w:b/>
      <w:szCs w:val="24"/>
      <w:lang w:val="it-IT"/>
    </w:rPr>
  </w:style>
  <w:style w:type="character" w:styleId="Nerazreenaomemba">
    <w:name w:val="Unresolved Mention"/>
    <w:basedOn w:val="Privzetapisavaodstavka"/>
    <w:uiPriority w:val="99"/>
    <w:semiHidden/>
    <w:unhideWhenUsed/>
    <w:rsid w:val="001B74F1"/>
    <w:rPr>
      <w:color w:val="605E5C"/>
      <w:shd w:val="clear" w:color="auto" w:fill="E1DFDD"/>
    </w:rPr>
  </w:style>
  <w:style w:type="paragraph" w:styleId="Telobesedila2">
    <w:name w:val="Body Text 2"/>
    <w:basedOn w:val="Navaden"/>
    <w:link w:val="Telobesedila2Znak"/>
    <w:rsid w:val="00BA53F1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BA53F1"/>
    <w:rPr>
      <w:lang w:eastAsia="en-US"/>
    </w:rPr>
  </w:style>
  <w:style w:type="paragraph" w:customStyle="1" w:styleId="Default">
    <w:name w:val="Default"/>
    <w:rsid w:val="00BA53F1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Trenutniseznam1">
    <w:name w:val="Trenutni seznam1"/>
    <w:uiPriority w:val="99"/>
    <w:rsid w:val="00AA28C3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81970">
      <w:bodyDiv w:val="1"/>
      <w:marLeft w:val="0"/>
      <w:marRight w:val="0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14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1872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3726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.muta@muta.s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p.ip@ip-rs.si" TargetMode="Externa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ija\Application%20Data\Microsoft\Predloge\EVROPSKA%20PISARN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89852B9-2E29-4C28-B7B0-6152A965C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EVROPSKA PISARNA</Template>
  <TotalTime>4</TotalTime>
  <Pages>6</Pages>
  <Words>776</Words>
  <Characters>6983</Characters>
  <Application>Microsoft Office Word</Application>
  <DocSecurity>0</DocSecurity>
  <Lines>58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Spoštovani</vt:lpstr>
    </vt:vector>
  </TitlesOfParts>
  <Company>Mestna občina Slovenj Gradec</Company>
  <LinksUpToDate>false</LinksUpToDate>
  <CharactersWithSpaces>7744</CharactersWithSpaces>
  <SharedDoc>false</SharedDoc>
  <HLinks>
    <vt:vector size="12" baseType="variant">
      <vt:variant>
        <vt:i4>6553630</vt:i4>
      </vt:variant>
      <vt:variant>
        <vt:i4>3</vt:i4>
      </vt:variant>
      <vt:variant>
        <vt:i4>0</vt:i4>
      </vt:variant>
      <vt:variant>
        <vt:i4>5</vt:i4>
      </vt:variant>
      <vt:variant>
        <vt:lpwstr>mailto:obcina.muta@muta.si</vt:lpwstr>
      </vt:variant>
      <vt:variant>
        <vt:lpwstr/>
      </vt:variant>
      <vt:variant>
        <vt:i4>7667767</vt:i4>
      </vt:variant>
      <vt:variant>
        <vt:i4>0</vt:i4>
      </vt:variant>
      <vt:variant>
        <vt:i4>0</vt:i4>
      </vt:variant>
      <vt:variant>
        <vt:i4>5</vt:i4>
      </vt:variant>
      <vt:variant>
        <vt:lpwstr>http://www.muta.si/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Spoštovani</dc:title>
  <dc:creator>Najtsob</dc:creator>
  <cp:lastModifiedBy>Nadja Pušnik</cp:lastModifiedBy>
  <cp:revision>4</cp:revision>
  <cp:lastPrinted>2023-10-03T12:01:00Z</cp:lastPrinted>
  <dcterms:created xsi:type="dcterms:W3CDTF">2025-01-30T07:18:00Z</dcterms:created>
  <dcterms:modified xsi:type="dcterms:W3CDTF">2025-01-30T09:36:00Z</dcterms:modified>
</cp:coreProperties>
</file>