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6F31C" w14:textId="531C8AA1" w:rsidR="00F70A9D" w:rsidRDefault="008E20B6" w:rsidP="001A6CAE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PRILOGA 1:</w:t>
      </w:r>
    </w:p>
    <w:p w14:paraId="3C59466C" w14:textId="77777777" w:rsidR="008E20B6" w:rsidRDefault="008E20B6" w:rsidP="001A6CAE">
      <w:pPr>
        <w:spacing w:line="276" w:lineRule="auto"/>
        <w:jc w:val="both"/>
        <w:rPr>
          <w:rFonts w:ascii="Arial" w:hAnsi="Arial" w:cs="Arial"/>
          <w:color w:val="000000"/>
        </w:rPr>
      </w:pPr>
    </w:p>
    <w:p w14:paraId="760ECC35" w14:textId="77777777" w:rsidR="008E20B6" w:rsidRDefault="008E20B6" w:rsidP="001A6CAE">
      <w:pPr>
        <w:spacing w:line="276" w:lineRule="auto"/>
        <w:jc w:val="both"/>
        <w:rPr>
          <w:rFonts w:ascii="Arial" w:hAnsi="Arial" w:cs="Arial"/>
          <w:color w:val="000000"/>
        </w:rPr>
      </w:pPr>
    </w:p>
    <w:p w14:paraId="497E3CA7" w14:textId="28764531" w:rsidR="008E20B6" w:rsidRPr="008E20B6" w:rsidRDefault="008E20B6" w:rsidP="001A6CAE">
      <w:pPr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8E20B6">
        <w:rPr>
          <w:rFonts w:ascii="Arial" w:hAnsi="Arial" w:cs="Arial"/>
          <w:b/>
          <w:bCs/>
          <w:color w:val="000000"/>
        </w:rPr>
        <w:t>PODATKI O PONUDNIKU</w:t>
      </w:r>
    </w:p>
    <w:p w14:paraId="54F48D65" w14:textId="77777777" w:rsidR="008E20B6" w:rsidRDefault="008E20B6" w:rsidP="008E20B6">
      <w:pPr>
        <w:jc w:val="both"/>
        <w:rPr>
          <w:rFonts w:ascii="Palatino Linotype" w:hAnsi="Palatino Linotype"/>
          <w:b/>
          <w:sz w:val="22"/>
          <w:szCs w:val="22"/>
        </w:rPr>
      </w:pPr>
    </w:p>
    <w:p w14:paraId="5EAEBF5A" w14:textId="77777777" w:rsidR="008E20B6" w:rsidRDefault="008E20B6" w:rsidP="008E20B6">
      <w:pPr>
        <w:jc w:val="both"/>
        <w:rPr>
          <w:rFonts w:ascii="Palatino Linotype" w:hAnsi="Palatino Linotype"/>
          <w:b/>
          <w:sz w:val="22"/>
          <w:szCs w:val="22"/>
        </w:rPr>
      </w:pPr>
    </w:p>
    <w:tbl>
      <w:tblPr>
        <w:tblStyle w:val="Navadnatabela1"/>
        <w:tblW w:w="0" w:type="auto"/>
        <w:tblLook w:val="04A0" w:firstRow="1" w:lastRow="0" w:firstColumn="1" w:lastColumn="0" w:noHBand="0" w:noVBand="1"/>
      </w:tblPr>
      <w:tblGrid>
        <w:gridCol w:w="3727"/>
        <w:gridCol w:w="5333"/>
      </w:tblGrid>
      <w:tr w:rsidR="008E20B6" w14:paraId="5A4FDBED" w14:textId="77777777" w:rsidTr="008E20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2D9B3A38" w14:textId="77777777" w:rsid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  <w:r w:rsidRPr="008E20B6">
              <w:rPr>
                <w:rFonts w:ascii="Arial" w:hAnsi="Arial" w:cs="Arial"/>
                <w:b w:val="0"/>
              </w:rPr>
              <w:t>Ime in priimek/naziv</w:t>
            </w:r>
          </w:p>
          <w:p w14:paraId="5EA3B90D" w14:textId="71AF8DA5" w:rsidR="008E20B6" w:rsidRP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5492" w:type="dxa"/>
          </w:tcPr>
          <w:p w14:paraId="49FF1831" w14:textId="77777777" w:rsidR="008E20B6" w:rsidRDefault="008E20B6" w:rsidP="008E20B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sz w:val="22"/>
                <w:szCs w:val="22"/>
              </w:rPr>
            </w:pPr>
          </w:p>
        </w:tc>
      </w:tr>
      <w:tr w:rsidR="008E20B6" w14:paraId="6EE396B2" w14:textId="77777777" w:rsidTr="008E2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434DFF50" w14:textId="77777777" w:rsid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  <w:r w:rsidRPr="008E20B6">
              <w:rPr>
                <w:rFonts w:ascii="Arial" w:hAnsi="Arial" w:cs="Arial"/>
                <w:b w:val="0"/>
              </w:rPr>
              <w:t>Naslov/sedež</w:t>
            </w:r>
          </w:p>
          <w:p w14:paraId="44B501EB" w14:textId="06F3EB2B" w:rsidR="008E20B6" w:rsidRP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5492" w:type="dxa"/>
          </w:tcPr>
          <w:p w14:paraId="6F1760A5" w14:textId="77777777" w:rsidR="008E20B6" w:rsidRDefault="008E20B6" w:rsidP="008E20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8E20B6" w14:paraId="701E06C1" w14:textId="77777777" w:rsidTr="008E20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516B053C" w14:textId="77777777" w:rsid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  <w:r w:rsidRPr="008E20B6">
              <w:rPr>
                <w:rFonts w:ascii="Arial" w:hAnsi="Arial" w:cs="Arial"/>
                <w:b w:val="0"/>
              </w:rPr>
              <w:t>Davčna številka</w:t>
            </w:r>
          </w:p>
          <w:p w14:paraId="2C191524" w14:textId="2F5C57D2" w:rsidR="008E20B6" w:rsidRP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5492" w:type="dxa"/>
          </w:tcPr>
          <w:p w14:paraId="594CBDE6" w14:textId="77777777" w:rsidR="008E20B6" w:rsidRDefault="008E20B6" w:rsidP="008E20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8E20B6" w14:paraId="2FD398E7" w14:textId="77777777" w:rsidTr="008E2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5DBB8419" w14:textId="77777777" w:rsid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  <w:r w:rsidRPr="008E20B6">
              <w:rPr>
                <w:rFonts w:ascii="Arial" w:hAnsi="Arial" w:cs="Arial"/>
                <w:b w:val="0"/>
              </w:rPr>
              <w:t>EMŠO/matična številka</w:t>
            </w:r>
          </w:p>
          <w:p w14:paraId="4AF61106" w14:textId="4C107B70" w:rsidR="008E20B6" w:rsidRP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5492" w:type="dxa"/>
          </w:tcPr>
          <w:p w14:paraId="5CF7F735" w14:textId="77777777" w:rsidR="008E20B6" w:rsidRDefault="008E20B6" w:rsidP="008E20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8E20B6" w14:paraId="67AC3CF6" w14:textId="77777777" w:rsidTr="008E20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6BFD2553" w14:textId="77777777" w:rsid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TRR</w:t>
            </w:r>
          </w:p>
          <w:p w14:paraId="639D97EE" w14:textId="073F0FCF" w:rsidR="008E20B6" w:rsidRP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5492" w:type="dxa"/>
          </w:tcPr>
          <w:p w14:paraId="2FDA6046" w14:textId="77777777" w:rsidR="008E20B6" w:rsidRDefault="008E20B6" w:rsidP="008E20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8E20B6" w14:paraId="2C3F075C" w14:textId="77777777" w:rsidTr="008E2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02B4F5B0" w14:textId="77777777" w:rsid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E-mail</w:t>
            </w:r>
          </w:p>
          <w:p w14:paraId="55AB99E9" w14:textId="75EAC4BA" w:rsidR="008E20B6" w:rsidRP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5492" w:type="dxa"/>
          </w:tcPr>
          <w:p w14:paraId="333C52BE" w14:textId="77777777" w:rsidR="008E20B6" w:rsidRDefault="008E20B6" w:rsidP="008E20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8E20B6" w14:paraId="758E89B8" w14:textId="77777777" w:rsidTr="008E20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4B57BE30" w14:textId="77777777" w:rsid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Telefon</w:t>
            </w:r>
          </w:p>
          <w:p w14:paraId="090A2114" w14:textId="3F47B448" w:rsidR="008E20B6" w:rsidRP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5492" w:type="dxa"/>
          </w:tcPr>
          <w:p w14:paraId="64A3A8C5" w14:textId="77777777" w:rsidR="008E20B6" w:rsidRDefault="008E20B6" w:rsidP="008E20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8E20B6" w14:paraId="63FDFD92" w14:textId="77777777" w:rsidTr="008E20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1C25E2BA" w14:textId="77777777" w:rsid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Kontaktna oseba</w:t>
            </w:r>
          </w:p>
          <w:p w14:paraId="78465738" w14:textId="7E6828BB" w:rsidR="008E20B6" w:rsidRP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5492" w:type="dxa"/>
          </w:tcPr>
          <w:p w14:paraId="3D8CF774" w14:textId="77777777" w:rsidR="008E20B6" w:rsidRDefault="008E20B6" w:rsidP="008E20B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8E20B6" w14:paraId="14C8998B" w14:textId="77777777" w:rsidTr="008E20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14:paraId="2F6177F8" w14:textId="77777777" w:rsid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Odgovorna oseba za podpis pogodbe</w:t>
            </w:r>
          </w:p>
          <w:p w14:paraId="2E9F2A24" w14:textId="25CA2A2E" w:rsidR="008E20B6" w:rsidRDefault="008E20B6" w:rsidP="008E20B6">
            <w:pPr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5492" w:type="dxa"/>
          </w:tcPr>
          <w:p w14:paraId="2B2064D2" w14:textId="77777777" w:rsidR="008E20B6" w:rsidRDefault="008E20B6" w:rsidP="008E20B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</w:tbl>
    <w:p w14:paraId="44E130F6" w14:textId="77777777" w:rsidR="008E20B6" w:rsidRDefault="008E20B6" w:rsidP="008E20B6">
      <w:pPr>
        <w:jc w:val="both"/>
        <w:rPr>
          <w:rFonts w:ascii="Palatino Linotype" w:hAnsi="Palatino Linotype"/>
          <w:b/>
          <w:sz w:val="22"/>
          <w:szCs w:val="22"/>
        </w:rPr>
      </w:pPr>
    </w:p>
    <w:p w14:paraId="491ABED5" w14:textId="77777777" w:rsidR="00F70A9D" w:rsidRPr="00826018" w:rsidRDefault="00F70A9D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04A2A31E" w14:textId="77777777" w:rsidR="00F70A9D" w:rsidRPr="00826018" w:rsidRDefault="00F70A9D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33D7317E" w14:textId="77777777" w:rsidR="00F70A9D" w:rsidRPr="00826018" w:rsidRDefault="00F70A9D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15EB526F" w14:textId="77777777" w:rsidR="00F70A9D" w:rsidRDefault="008E20B6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Kraj in datum: ……………………………………………………….</w:t>
      </w:r>
    </w:p>
    <w:p w14:paraId="6133BFCC" w14:textId="77777777" w:rsidR="008E20B6" w:rsidRDefault="008E20B6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743D7DC6" w14:textId="77777777" w:rsidR="008E20B6" w:rsidRDefault="008E20B6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373DFE0E" w14:textId="45095547" w:rsidR="008E20B6" w:rsidRDefault="008E20B6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  <w:proofErr w:type="spellStart"/>
      <w:r>
        <w:rPr>
          <w:rFonts w:ascii="Arial" w:hAnsi="Arial" w:cs="Arial"/>
          <w:color w:val="000000"/>
          <w:lang w:val="en-US"/>
        </w:rPr>
        <w:t>Podpis</w:t>
      </w:r>
      <w:proofErr w:type="spellEnd"/>
      <w:r>
        <w:rPr>
          <w:rFonts w:ascii="Arial" w:hAnsi="Arial" w:cs="Arial"/>
          <w:color w:val="000000"/>
          <w:lang w:val="en-US"/>
        </w:rPr>
        <w:t xml:space="preserve"> ponudnika: ……………………………………………</w:t>
      </w:r>
      <w:proofErr w:type="gramStart"/>
      <w:r>
        <w:rPr>
          <w:rFonts w:ascii="Arial" w:hAnsi="Arial" w:cs="Arial"/>
          <w:color w:val="000000"/>
          <w:lang w:val="en-US"/>
        </w:rPr>
        <w:t>…..</w:t>
      </w:r>
      <w:proofErr w:type="gramEnd"/>
    </w:p>
    <w:p w14:paraId="1105445D" w14:textId="77777777" w:rsidR="008E20B6" w:rsidRDefault="008E20B6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63D97C2F" w14:textId="77777777" w:rsidR="008E20B6" w:rsidRDefault="008E20B6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14A16D17" w14:textId="77777777" w:rsidR="008E20B6" w:rsidRDefault="008E20B6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0B3266DC" w14:textId="77777777" w:rsidR="00125610" w:rsidRDefault="00125610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5F3CA9F6" w14:textId="77777777" w:rsidR="00125610" w:rsidRDefault="00125610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074605CE" w14:textId="77777777" w:rsidR="00125610" w:rsidRDefault="00125610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1346D11E" w14:textId="77777777" w:rsidR="00125610" w:rsidRDefault="00125610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5A371A51" w14:textId="77777777" w:rsidR="00125610" w:rsidRDefault="00125610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1644A64E" w14:textId="77777777" w:rsidR="00125610" w:rsidRDefault="00125610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158791BD" w14:textId="77777777" w:rsidR="00125610" w:rsidRDefault="00125610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3D9D08E7" w14:textId="77777777" w:rsidR="00125610" w:rsidRDefault="00125610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4E0629FE" w14:textId="77777777" w:rsidR="00125610" w:rsidRDefault="00125610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736CC5ED" w14:textId="77777777" w:rsidR="00125610" w:rsidRDefault="00125610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162853BE" w14:textId="77777777" w:rsidR="00125610" w:rsidRDefault="00125610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2F3973E7" w14:textId="77777777" w:rsidR="00125610" w:rsidRDefault="00125610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51FA8B50" w14:textId="77777777" w:rsidR="00125610" w:rsidRDefault="00125610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13BF542E" w14:textId="77777777" w:rsidR="00125610" w:rsidRDefault="00125610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  <w:sectPr w:rsidR="00125610" w:rsidSect="00765DF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7E93498A" w14:textId="77777777" w:rsidR="009B750E" w:rsidRPr="009B750E" w:rsidRDefault="009B750E" w:rsidP="00125610">
      <w:pPr>
        <w:jc w:val="center"/>
        <w:rPr>
          <w:rFonts w:ascii="Arial" w:hAnsi="Arial" w:cs="Arial"/>
          <w:b/>
          <w:i/>
        </w:rPr>
      </w:pPr>
    </w:p>
    <w:p w14:paraId="0D038CC9" w14:textId="0FFA8BFA" w:rsidR="009B750E" w:rsidRPr="009B750E" w:rsidRDefault="009B750E" w:rsidP="009B750E">
      <w:pPr>
        <w:jc w:val="both"/>
        <w:rPr>
          <w:rFonts w:ascii="Arial" w:hAnsi="Arial" w:cs="Arial"/>
          <w:bCs/>
          <w:iCs/>
        </w:rPr>
      </w:pPr>
      <w:r w:rsidRPr="009B750E">
        <w:rPr>
          <w:rFonts w:ascii="Arial" w:hAnsi="Arial" w:cs="Arial"/>
          <w:bCs/>
          <w:iCs/>
        </w:rPr>
        <w:t>PRILOGA 2:</w:t>
      </w:r>
    </w:p>
    <w:p w14:paraId="216BF3E0" w14:textId="77777777" w:rsidR="009B750E" w:rsidRPr="009B750E" w:rsidRDefault="009B750E" w:rsidP="00125610">
      <w:pPr>
        <w:jc w:val="center"/>
        <w:rPr>
          <w:rFonts w:ascii="Arial" w:hAnsi="Arial" w:cs="Arial"/>
          <w:b/>
          <w:i/>
        </w:rPr>
      </w:pPr>
    </w:p>
    <w:p w14:paraId="2A079D90" w14:textId="07B95003" w:rsidR="00125610" w:rsidRPr="009B750E" w:rsidRDefault="00125610" w:rsidP="009B750E">
      <w:pPr>
        <w:jc w:val="both"/>
        <w:rPr>
          <w:rFonts w:ascii="Arial" w:hAnsi="Arial" w:cs="Arial"/>
          <w:b/>
          <w:iCs/>
        </w:rPr>
      </w:pPr>
      <w:r w:rsidRPr="009B750E">
        <w:rPr>
          <w:rFonts w:ascii="Arial" w:hAnsi="Arial" w:cs="Arial"/>
          <w:b/>
          <w:iCs/>
        </w:rPr>
        <w:t xml:space="preserve">IZJAVA O SPREJEMU POGOJEV JAVNEGA </w:t>
      </w:r>
      <w:r w:rsidR="009B750E">
        <w:rPr>
          <w:rFonts w:ascii="Arial" w:hAnsi="Arial" w:cs="Arial"/>
          <w:b/>
          <w:iCs/>
        </w:rPr>
        <w:t>RAZPISA</w:t>
      </w:r>
    </w:p>
    <w:p w14:paraId="01346134" w14:textId="77777777" w:rsidR="00125610" w:rsidRPr="009B750E" w:rsidRDefault="00125610" w:rsidP="00125610">
      <w:pPr>
        <w:jc w:val="center"/>
        <w:rPr>
          <w:rFonts w:ascii="Arial" w:hAnsi="Arial" w:cs="Arial"/>
          <w:b/>
          <w:i/>
        </w:rPr>
      </w:pPr>
    </w:p>
    <w:p w14:paraId="5181AABB" w14:textId="77777777" w:rsidR="00125610" w:rsidRPr="009B750E" w:rsidRDefault="00125610" w:rsidP="00125610">
      <w:pPr>
        <w:jc w:val="center"/>
        <w:rPr>
          <w:rFonts w:ascii="Arial" w:hAnsi="Arial" w:cs="Arial"/>
          <w:b/>
          <w:i/>
        </w:rPr>
      </w:pPr>
    </w:p>
    <w:p w14:paraId="767FB387" w14:textId="77777777" w:rsidR="00125610" w:rsidRPr="009B750E" w:rsidRDefault="00125610" w:rsidP="00B14427">
      <w:pPr>
        <w:spacing w:line="276" w:lineRule="auto"/>
        <w:jc w:val="center"/>
        <w:rPr>
          <w:rFonts w:ascii="Arial" w:hAnsi="Arial" w:cs="Arial"/>
          <w:b/>
          <w:i/>
        </w:rPr>
      </w:pPr>
    </w:p>
    <w:p w14:paraId="484446B1" w14:textId="1FCB0E3E" w:rsidR="009B750E" w:rsidRDefault="00125610" w:rsidP="00B14427">
      <w:pPr>
        <w:spacing w:line="276" w:lineRule="auto"/>
        <w:jc w:val="both"/>
        <w:rPr>
          <w:rFonts w:ascii="Arial" w:hAnsi="Arial" w:cs="Arial"/>
          <w:iCs/>
        </w:rPr>
      </w:pPr>
      <w:r w:rsidRPr="009B750E">
        <w:rPr>
          <w:rFonts w:ascii="Arial" w:hAnsi="Arial" w:cs="Arial"/>
          <w:iCs/>
        </w:rPr>
        <w:t>Podpisani ponudnik</w:t>
      </w:r>
      <w:r w:rsidR="009B750E">
        <w:rPr>
          <w:rFonts w:ascii="Arial" w:hAnsi="Arial" w:cs="Arial"/>
          <w:iCs/>
        </w:rPr>
        <w:t xml:space="preserve"> ……………………………………………………………………………….…</w:t>
      </w:r>
      <w:r w:rsidRPr="009B750E">
        <w:rPr>
          <w:rFonts w:ascii="Arial" w:hAnsi="Arial" w:cs="Arial"/>
          <w:iCs/>
        </w:rPr>
        <w:t xml:space="preserve"> izjavljam, </w:t>
      </w:r>
    </w:p>
    <w:p w14:paraId="093FA1A1" w14:textId="26584E7E" w:rsidR="009B750E" w:rsidRPr="009B750E" w:rsidRDefault="009B750E" w:rsidP="00B14427">
      <w:pPr>
        <w:spacing w:line="276" w:lineRule="auto"/>
        <w:jc w:val="both"/>
        <w:rPr>
          <w:rFonts w:ascii="Arial" w:hAnsi="Arial" w:cs="Arial"/>
          <w:iCs/>
          <w:sz w:val="16"/>
          <w:szCs w:val="16"/>
        </w:rPr>
      </w:pPr>
      <w:r w:rsidRPr="009B750E">
        <w:rPr>
          <w:rFonts w:ascii="Arial" w:hAnsi="Arial" w:cs="Arial"/>
          <w:iCs/>
          <w:sz w:val="16"/>
          <w:szCs w:val="16"/>
        </w:rPr>
        <w:t xml:space="preserve">                                       </w:t>
      </w:r>
      <w:r>
        <w:rPr>
          <w:rFonts w:ascii="Arial" w:hAnsi="Arial" w:cs="Arial"/>
          <w:iCs/>
          <w:sz w:val="16"/>
          <w:szCs w:val="16"/>
        </w:rPr>
        <w:t xml:space="preserve">                                                        </w:t>
      </w:r>
      <w:r w:rsidRPr="009B750E">
        <w:rPr>
          <w:rFonts w:ascii="Arial" w:hAnsi="Arial" w:cs="Arial"/>
          <w:iCs/>
          <w:sz w:val="16"/>
          <w:szCs w:val="16"/>
        </w:rPr>
        <w:t xml:space="preserve"> (ime in priimek/naziv)</w:t>
      </w:r>
    </w:p>
    <w:p w14:paraId="2E4DFF3F" w14:textId="4DEF11C4" w:rsidR="009B750E" w:rsidRDefault="009B750E" w:rsidP="00B14427">
      <w:pPr>
        <w:spacing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</w:t>
      </w:r>
    </w:p>
    <w:p w14:paraId="1C17476B" w14:textId="2C537D6C" w:rsidR="00125610" w:rsidRPr="009B750E" w:rsidRDefault="00125610" w:rsidP="00B14427">
      <w:pPr>
        <w:spacing w:line="276" w:lineRule="auto"/>
        <w:jc w:val="both"/>
        <w:rPr>
          <w:rFonts w:ascii="Arial" w:hAnsi="Arial" w:cs="Arial"/>
          <w:iCs/>
        </w:rPr>
      </w:pPr>
      <w:r w:rsidRPr="009B750E">
        <w:rPr>
          <w:rFonts w:ascii="Arial" w:hAnsi="Arial" w:cs="Arial"/>
          <w:iCs/>
        </w:rPr>
        <w:t xml:space="preserve">da z oddajo ponudbe potrjujem, da v celoti sprejemam pogoje javnega razpisa »Javno zbiranje ponudb za prodajo </w:t>
      </w:r>
      <w:r w:rsidR="00752BDD">
        <w:rPr>
          <w:rFonts w:ascii="Arial" w:hAnsi="Arial" w:cs="Arial"/>
          <w:iCs/>
        </w:rPr>
        <w:t>stanovanjske stavbe</w:t>
      </w:r>
      <w:r w:rsidRPr="009B750E">
        <w:rPr>
          <w:rFonts w:ascii="Arial" w:hAnsi="Arial" w:cs="Arial"/>
          <w:iCs/>
        </w:rPr>
        <w:t xml:space="preserve">«, št. </w:t>
      </w:r>
      <w:bookmarkStart w:id="0" w:name="_Hlk184635821"/>
      <w:r w:rsidR="005F4311">
        <w:rPr>
          <w:rFonts w:ascii="Arial" w:hAnsi="Arial" w:cs="Arial"/>
          <w:iCs/>
        </w:rPr>
        <w:t>478-00</w:t>
      </w:r>
      <w:r w:rsidR="00B9063A">
        <w:rPr>
          <w:rFonts w:ascii="Arial" w:hAnsi="Arial" w:cs="Arial"/>
          <w:iCs/>
        </w:rPr>
        <w:t>3</w:t>
      </w:r>
      <w:r w:rsidR="00752BDD">
        <w:rPr>
          <w:rFonts w:ascii="Arial" w:hAnsi="Arial" w:cs="Arial"/>
          <w:iCs/>
        </w:rPr>
        <w:t>5</w:t>
      </w:r>
      <w:r w:rsidR="00B9063A">
        <w:rPr>
          <w:rFonts w:ascii="Arial" w:hAnsi="Arial" w:cs="Arial"/>
          <w:iCs/>
        </w:rPr>
        <w:t>/202</w:t>
      </w:r>
      <w:r w:rsidR="00752BDD">
        <w:rPr>
          <w:rFonts w:ascii="Arial" w:hAnsi="Arial" w:cs="Arial"/>
          <w:iCs/>
        </w:rPr>
        <w:t>5-1</w:t>
      </w:r>
      <w:r w:rsidR="005F4311">
        <w:rPr>
          <w:rFonts w:ascii="Arial" w:hAnsi="Arial" w:cs="Arial"/>
          <w:iCs/>
        </w:rPr>
        <w:t xml:space="preserve"> </w:t>
      </w:r>
      <w:bookmarkEnd w:id="0"/>
      <w:r w:rsidR="005F4311">
        <w:rPr>
          <w:rFonts w:ascii="Arial" w:hAnsi="Arial" w:cs="Arial"/>
          <w:iCs/>
        </w:rPr>
        <w:t xml:space="preserve">z dne </w:t>
      </w:r>
      <w:r w:rsidR="00752BDD">
        <w:rPr>
          <w:rFonts w:ascii="Arial" w:hAnsi="Arial" w:cs="Arial"/>
          <w:iCs/>
        </w:rPr>
        <w:t>14</w:t>
      </w:r>
      <w:r w:rsidR="005F4311">
        <w:rPr>
          <w:rFonts w:ascii="Arial" w:hAnsi="Arial" w:cs="Arial"/>
          <w:iCs/>
        </w:rPr>
        <w:t xml:space="preserve">. </w:t>
      </w:r>
      <w:r w:rsidR="00B14427">
        <w:rPr>
          <w:rFonts w:ascii="Arial" w:hAnsi="Arial" w:cs="Arial"/>
          <w:iCs/>
        </w:rPr>
        <w:t>7</w:t>
      </w:r>
      <w:r w:rsidR="005F4311">
        <w:rPr>
          <w:rFonts w:ascii="Arial" w:hAnsi="Arial" w:cs="Arial"/>
          <w:iCs/>
        </w:rPr>
        <w:t>. 202</w:t>
      </w:r>
      <w:r w:rsidR="00B9063A">
        <w:rPr>
          <w:rFonts w:ascii="Arial" w:hAnsi="Arial" w:cs="Arial"/>
          <w:iCs/>
        </w:rPr>
        <w:t>5</w:t>
      </w:r>
      <w:r w:rsidRPr="009B750E">
        <w:rPr>
          <w:rFonts w:ascii="Arial" w:hAnsi="Arial" w:cs="Arial"/>
          <w:iCs/>
        </w:rPr>
        <w:t>.</w:t>
      </w:r>
    </w:p>
    <w:p w14:paraId="441B93A3" w14:textId="77777777" w:rsidR="00125610" w:rsidRPr="009B750E" w:rsidRDefault="00125610" w:rsidP="00125610">
      <w:pPr>
        <w:jc w:val="both"/>
        <w:rPr>
          <w:rFonts w:ascii="Arial" w:hAnsi="Arial" w:cs="Arial"/>
          <w:iCs/>
        </w:rPr>
      </w:pPr>
    </w:p>
    <w:p w14:paraId="70FB9DCB" w14:textId="77777777" w:rsidR="00125610" w:rsidRPr="009B750E" w:rsidRDefault="00125610" w:rsidP="00125610">
      <w:pPr>
        <w:jc w:val="both"/>
        <w:rPr>
          <w:rFonts w:ascii="Arial" w:hAnsi="Arial" w:cs="Arial"/>
          <w:iCs/>
        </w:rPr>
      </w:pPr>
    </w:p>
    <w:p w14:paraId="7FE15CD1" w14:textId="77777777" w:rsidR="00125610" w:rsidRDefault="00125610" w:rsidP="00125610">
      <w:pPr>
        <w:jc w:val="both"/>
        <w:rPr>
          <w:rFonts w:ascii="Arial" w:hAnsi="Arial" w:cs="Arial"/>
          <w:iCs/>
        </w:rPr>
      </w:pPr>
    </w:p>
    <w:p w14:paraId="2EAA13EA" w14:textId="77777777" w:rsidR="009B750E" w:rsidRDefault="009B750E" w:rsidP="00125610">
      <w:pPr>
        <w:jc w:val="both"/>
        <w:rPr>
          <w:rFonts w:ascii="Arial" w:hAnsi="Arial" w:cs="Arial"/>
          <w:iCs/>
        </w:rPr>
      </w:pPr>
    </w:p>
    <w:p w14:paraId="2DF5F363" w14:textId="77777777" w:rsidR="009B750E" w:rsidRPr="00826018" w:rsidRDefault="009B750E" w:rsidP="009B750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4F86D8D5" w14:textId="77777777" w:rsidR="009B750E" w:rsidRDefault="009B750E" w:rsidP="009B750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Kraj in datum: ……………………………………………………….</w:t>
      </w:r>
    </w:p>
    <w:p w14:paraId="0339423E" w14:textId="77777777" w:rsidR="009B750E" w:rsidRDefault="009B750E" w:rsidP="009B750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46AEF65A" w14:textId="77777777" w:rsidR="009B750E" w:rsidRDefault="009B750E" w:rsidP="009B750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412DAC85" w14:textId="77777777" w:rsidR="009B750E" w:rsidRDefault="009B750E" w:rsidP="009B750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  <w:proofErr w:type="spellStart"/>
      <w:r>
        <w:rPr>
          <w:rFonts w:ascii="Arial" w:hAnsi="Arial" w:cs="Arial"/>
          <w:color w:val="000000"/>
          <w:lang w:val="en-US"/>
        </w:rPr>
        <w:t>Podpis</w:t>
      </w:r>
      <w:proofErr w:type="spellEnd"/>
      <w:r>
        <w:rPr>
          <w:rFonts w:ascii="Arial" w:hAnsi="Arial" w:cs="Arial"/>
          <w:color w:val="000000"/>
          <w:lang w:val="en-US"/>
        </w:rPr>
        <w:t xml:space="preserve"> ponudnika: ……………………………………………</w:t>
      </w:r>
      <w:proofErr w:type="gramStart"/>
      <w:r>
        <w:rPr>
          <w:rFonts w:ascii="Arial" w:hAnsi="Arial" w:cs="Arial"/>
          <w:color w:val="000000"/>
          <w:lang w:val="en-US"/>
        </w:rPr>
        <w:t>…..</w:t>
      </w:r>
      <w:proofErr w:type="gramEnd"/>
    </w:p>
    <w:p w14:paraId="10404249" w14:textId="77777777" w:rsidR="009B750E" w:rsidRDefault="009B750E" w:rsidP="009B750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611E8E5A" w14:textId="77777777" w:rsidR="00125610" w:rsidRPr="009B750E" w:rsidRDefault="00125610" w:rsidP="00125610">
      <w:pPr>
        <w:jc w:val="both"/>
        <w:rPr>
          <w:rFonts w:ascii="Arial" w:hAnsi="Arial" w:cs="Arial"/>
          <w:b/>
          <w:iCs/>
        </w:rPr>
      </w:pPr>
    </w:p>
    <w:p w14:paraId="6C47FB71" w14:textId="77777777" w:rsidR="00125610" w:rsidRPr="009B750E" w:rsidRDefault="00125610" w:rsidP="00125610">
      <w:pPr>
        <w:jc w:val="both"/>
        <w:rPr>
          <w:rFonts w:ascii="Arial" w:hAnsi="Arial" w:cs="Arial"/>
          <w:b/>
          <w:i/>
        </w:rPr>
      </w:pPr>
    </w:p>
    <w:p w14:paraId="20861BB5" w14:textId="77777777" w:rsidR="00125610" w:rsidRPr="009B750E" w:rsidRDefault="00125610" w:rsidP="00125610">
      <w:pPr>
        <w:jc w:val="both"/>
        <w:rPr>
          <w:rFonts w:ascii="Arial" w:hAnsi="Arial" w:cs="Arial"/>
          <w:b/>
          <w:i/>
        </w:rPr>
      </w:pPr>
    </w:p>
    <w:p w14:paraId="1731FB51" w14:textId="77777777" w:rsidR="00125610" w:rsidRDefault="00125610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041BE561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2BB9197B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3C84B486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2429F6DA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20AA1E36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27BCB44A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4D23F5EF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1FA4CDFB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6D1C1245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3757D949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30794324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33F7007D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4ED5DBD3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434A4BF4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73607DED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41E61C8D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0779F18C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2A59897A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23A0FB6F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69DD1ED8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764CCCAC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7F30B238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3E731673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40E7E7E2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  <w:sectPr w:rsidR="009B750E" w:rsidSect="00765DF4"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2208FB26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lastRenderedPageBreak/>
        <w:t>PRILOGA 3:</w:t>
      </w:r>
    </w:p>
    <w:p w14:paraId="508141E1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6D62FE62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/>
        </w:rPr>
      </w:pPr>
      <w:r w:rsidRPr="009B750E">
        <w:rPr>
          <w:rFonts w:ascii="Arial" w:hAnsi="Arial" w:cs="Arial"/>
          <w:b/>
          <w:bCs/>
          <w:color w:val="000000"/>
          <w:lang w:val="en-US"/>
        </w:rPr>
        <w:t>PONUDBA</w:t>
      </w:r>
    </w:p>
    <w:p w14:paraId="0746361C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/>
        </w:rPr>
      </w:pPr>
    </w:p>
    <w:p w14:paraId="207E6620" w14:textId="77777777" w:rsidR="009B750E" w:rsidRPr="009B750E" w:rsidRDefault="009B750E" w:rsidP="009B750E">
      <w:pPr>
        <w:jc w:val="both"/>
        <w:rPr>
          <w:rFonts w:ascii="Arial" w:hAnsi="Arial" w:cs="Arial"/>
          <w:b/>
          <w:iCs/>
        </w:rPr>
      </w:pPr>
    </w:p>
    <w:p w14:paraId="4E4E7F6E" w14:textId="34F282FD" w:rsidR="009B750E" w:rsidRDefault="009B750E" w:rsidP="009B750E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PONUDNIK:</w:t>
      </w:r>
      <w:r w:rsidR="00AB2C08">
        <w:rPr>
          <w:rFonts w:ascii="Arial" w:hAnsi="Arial" w:cs="Arial"/>
          <w:bCs/>
          <w:iCs/>
        </w:rPr>
        <w:t xml:space="preserve"> ………………………………………………………………………………………………….</w:t>
      </w:r>
    </w:p>
    <w:p w14:paraId="1CF7A291" w14:textId="43E18745" w:rsidR="00AB2C08" w:rsidRPr="00AB2C08" w:rsidRDefault="00AB2C08" w:rsidP="009B750E">
      <w:pPr>
        <w:jc w:val="both"/>
        <w:rPr>
          <w:rFonts w:ascii="Arial" w:hAnsi="Arial" w:cs="Arial"/>
          <w:bCs/>
          <w:iCs/>
          <w:sz w:val="16"/>
          <w:szCs w:val="16"/>
        </w:rPr>
      </w:pPr>
      <w:r>
        <w:rPr>
          <w:rFonts w:ascii="Arial" w:hAnsi="Arial" w:cs="Arial"/>
          <w:bCs/>
          <w:iCs/>
        </w:rPr>
        <w:t xml:space="preserve">                                      </w:t>
      </w:r>
      <w:r w:rsidRPr="00AB2C08">
        <w:rPr>
          <w:rFonts w:ascii="Arial" w:hAnsi="Arial" w:cs="Arial"/>
          <w:bCs/>
          <w:iCs/>
          <w:sz w:val="16"/>
          <w:szCs w:val="16"/>
        </w:rPr>
        <w:t xml:space="preserve">  </w:t>
      </w:r>
      <w:r>
        <w:rPr>
          <w:rFonts w:ascii="Arial" w:hAnsi="Arial" w:cs="Arial"/>
          <w:bCs/>
          <w:iCs/>
          <w:sz w:val="16"/>
          <w:szCs w:val="16"/>
        </w:rPr>
        <w:t xml:space="preserve">                                        </w:t>
      </w:r>
      <w:r w:rsidRPr="00AB2C08">
        <w:rPr>
          <w:rFonts w:ascii="Arial" w:hAnsi="Arial" w:cs="Arial"/>
          <w:bCs/>
          <w:iCs/>
          <w:sz w:val="16"/>
          <w:szCs w:val="16"/>
        </w:rPr>
        <w:t xml:space="preserve">     (ime in priimek/naziv)</w:t>
      </w:r>
    </w:p>
    <w:p w14:paraId="71CF0D90" w14:textId="77777777" w:rsidR="009B750E" w:rsidRDefault="009B750E" w:rsidP="009B750E">
      <w:pPr>
        <w:jc w:val="both"/>
        <w:rPr>
          <w:rFonts w:ascii="Arial" w:hAnsi="Arial" w:cs="Arial"/>
          <w:bCs/>
          <w:iCs/>
        </w:rPr>
      </w:pPr>
    </w:p>
    <w:p w14:paraId="7F3AE7AA" w14:textId="77777777" w:rsidR="009B750E" w:rsidRPr="009B750E" w:rsidRDefault="009B750E" w:rsidP="009B750E">
      <w:pPr>
        <w:jc w:val="both"/>
        <w:rPr>
          <w:rFonts w:ascii="Arial" w:hAnsi="Arial" w:cs="Arial"/>
          <w:bCs/>
          <w:iCs/>
        </w:rPr>
      </w:pPr>
    </w:p>
    <w:p w14:paraId="347B8E01" w14:textId="77777777" w:rsidR="009B750E" w:rsidRPr="009B750E" w:rsidRDefault="009B750E" w:rsidP="009B750E">
      <w:pPr>
        <w:jc w:val="both"/>
        <w:rPr>
          <w:rFonts w:ascii="Arial" w:hAnsi="Arial" w:cs="Arial"/>
          <w:b/>
          <w:iCs/>
        </w:rPr>
      </w:pPr>
    </w:p>
    <w:p w14:paraId="03039D8D" w14:textId="415E8336" w:rsidR="009B750E" w:rsidRPr="009B750E" w:rsidRDefault="009B750E" w:rsidP="009B750E">
      <w:pPr>
        <w:jc w:val="center"/>
        <w:rPr>
          <w:rFonts w:ascii="Arial" w:hAnsi="Arial" w:cs="Arial"/>
          <w:b/>
          <w:iCs/>
        </w:rPr>
      </w:pPr>
      <w:r w:rsidRPr="009B750E">
        <w:rPr>
          <w:rFonts w:ascii="Arial" w:hAnsi="Arial" w:cs="Arial"/>
          <w:b/>
          <w:iCs/>
        </w:rPr>
        <w:t>P</w:t>
      </w:r>
      <w:r w:rsidR="00B9063A">
        <w:rPr>
          <w:rFonts w:ascii="Arial" w:hAnsi="Arial" w:cs="Arial"/>
          <w:b/>
          <w:iCs/>
        </w:rPr>
        <w:t xml:space="preserve"> </w:t>
      </w:r>
      <w:r w:rsidRPr="009B750E">
        <w:rPr>
          <w:rFonts w:ascii="Arial" w:hAnsi="Arial" w:cs="Arial"/>
          <w:b/>
          <w:iCs/>
        </w:rPr>
        <w:t>O</w:t>
      </w:r>
      <w:r w:rsidR="00B9063A">
        <w:rPr>
          <w:rFonts w:ascii="Arial" w:hAnsi="Arial" w:cs="Arial"/>
          <w:b/>
          <w:iCs/>
        </w:rPr>
        <w:t xml:space="preserve"> </w:t>
      </w:r>
      <w:r w:rsidRPr="009B750E">
        <w:rPr>
          <w:rFonts w:ascii="Arial" w:hAnsi="Arial" w:cs="Arial"/>
          <w:b/>
          <w:iCs/>
        </w:rPr>
        <w:t>N</w:t>
      </w:r>
      <w:r w:rsidR="00B9063A">
        <w:rPr>
          <w:rFonts w:ascii="Arial" w:hAnsi="Arial" w:cs="Arial"/>
          <w:b/>
          <w:iCs/>
        </w:rPr>
        <w:t xml:space="preserve"> </w:t>
      </w:r>
      <w:r w:rsidRPr="009B750E">
        <w:rPr>
          <w:rFonts w:ascii="Arial" w:hAnsi="Arial" w:cs="Arial"/>
          <w:b/>
          <w:iCs/>
        </w:rPr>
        <w:t>U</w:t>
      </w:r>
      <w:r w:rsidR="00B9063A">
        <w:rPr>
          <w:rFonts w:ascii="Arial" w:hAnsi="Arial" w:cs="Arial"/>
          <w:b/>
          <w:iCs/>
        </w:rPr>
        <w:t xml:space="preserve"> </w:t>
      </w:r>
      <w:r w:rsidRPr="009B750E">
        <w:rPr>
          <w:rFonts w:ascii="Arial" w:hAnsi="Arial" w:cs="Arial"/>
          <w:b/>
          <w:iCs/>
        </w:rPr>
        <w:t>D</w:t>
      </w:r>
      <w:r w:rsidR="00B9063A">
        <w:rPr>
          <w:rFonts w:ascii="Arial" w:hAnsi="Arial" w:cs="Arial"/>
          <w:b/>
          <w:iCs/>
        </w:rPr>
        <w:t xml:space="preserve"> </w:t>
      </w:r>
      <w:r w:rsidRPr="009B750E">
        <w:rPr>
          <w:rFonts w:ascii="Arial" w:hAnsi="Arial" w:cs="Arial"/>
          <w:b/>
          <w:iCs/>
        </w:rPr>
        <w:t>B</w:t>
      </w:r>
      <w:r w:rsidR="00B9063A">
        <w:rPr>
          <w:rFonts w:ascii="Arial" w:hAnsi="Arial" w:cs="Arial"/>
          <w:b/>
          <w:iCs/>
        </w:rPr>
        <w:t xml:space="preserve"> </w:t>
      </w:r>
      <w:r w:rsidRPr="009B750E">
        <w:rPr>
          <w:rFonts w:ascii="Arial" w:hAnsi="Arial" w:cs="Arial"/>
          <w:b/>
          <w:iCs/>
        </w:rPr>
        <w:t>A</w:t>
      </w:r>
    </w:p>
    <w:p w14:paraId="3CBFCDE4" w14:textId="6F773FD9" w:rsidR="009B750E" w:rsidRPr="009B750E" w:rsidRDefault="009B750E" w:rsidP="009B750E">
      <w:pPr>
        <w:jc w:val="center"/>
        <w:rPr>
          <w:rFonts w:ascii="Arial" w:hAnsi="Arial" w:cs="Arial"/>
          <w:b/>
          <w:iCs/>
        </w:rPr>
      </w:pPr>
      <w:r w:rsidRPr="009B750E">
        <w:rPr>
          <w:rFonts w:ascii="Arial" w:hAnsi="Arial" w:cs="Arial"/>
          <w:b/>
          <w:iCs/>
        </w:rPr>
        <w:t xml:space="preserve">za nakup nepremičnin </w:t>
      </w:r>
    </w:p>
    <w:p w14:paraId="254A68FE" w14:textId="77777777" w:rsidR="009B750E" w:rsidRPr="009B750E" w:rsidRDefault="009B750E" w:rsidP="009B750E">
      <w:pPr>
        <w:jc w:val="both"/>
        <w:rPr>
          <w:rFonts w:ascii="Arial" w:hAnsi="Arial" w:cs="Arial"/>
          <w:b/>
          <w:iCs/>
        </w:rPr>
      </w:pPr>
    </w:p>
    <w:p w14:paraId="02659CA5" w14:textId="2220D324" w:rsidR="00F57633" w:rsidRDefault="009B750E" w:rsidP="00B14427">
      <w:pPr>
        <w:spacing w:line="276" w:lineRule="auto"/>
        <w:jc w:val="both"/>
        <w:rPr>
          <w:rFonts w:ascii="Arial" w:hAnsi="Arial" w:cs="Arial"/>
          <w:iCs/>
        </w:rPr>
      </w:pPr>
      <w:r w:rsidRPr="009B750E">
        <w:rPr>
          <w:rFonts w:ascii="Arial" w:hAnsi="Arial" w:cs="Arial"/>
          <w:iCs/>
        </w:rPr>
        <w:t>Na osnovi javnega razpisa za prodajo nepremičnine z »Javnim zbiranjem ponudb za prodajo</w:t>
      </w:r>
      <w:r w:rsidR="00B9063A">
        <w:rPr>
          <w:rFonts w:ascii="Arial" w:hAnsi="Arial" w:cs="Arial"/>
          <w:iCs/>
        </w:rPr>
        <w:t xml:space="preserve"> </w:t>
      </w:r>
      <w:r w:rsidR="00752BDD">
        <w:rPr>
          <w:rFonts w:ascii="Arial" w:hAnsi="Arial" w:cs="Arial"/>
          <w:iCs/>
        </w:rPr>
        <w:t>stanovanjske stavbe</w:t>
      </w:r>
      <w:r w:rsidRPr="009B750E">
        <w:rPr>
          <w:rFonts w:ascii="Arial" w:hAnsi="Arial" w:cs="Arial"/>
          <w:iCs/>
        </w:rPr>
        <w:t xml:space="preserve"> (št. 478-00</w:t>
      </w:r>
      <w:r w:rsidR="00B9063A">
        <w:rPr>
          <w:rFonts w:ascii="Arial" w:hAnsi="Arial" w:cs="Arial"/>
          <w:iCs/>
        </w:rPr>
        <w:t>3</w:t>
      </w:r>
      <w:r w:rsidR="00752BDD">
        <w:rPr>
          <w:rFonts w:ascii="Arial" w:hAnsi="Arial" w:cs="Arial"/>
          <w:iCs/>
        </w:rPr>
        <w:t>5</w:t>
      </w:r>
      <w:r w:rsidR="00B9063A">
        <w:rPr>
          <w:rFonts w:ascii="Arial" w:hAnsi="Arial" w:cs="Arial"/>
          <w:iCs/>
        </w:rPr>
        <w:t>/202</w:t>
      </w:r>
      <w:r w:rsidR="00752BDD">
        <w:rPr>
          <w:rFonts w:ascii="Arial" w:hAnsi="Arial" w:cs="Arial"/>
          <w:iCs/>
        </w:rPr>
        <w:t>5</w:t>
      </w:r>
      <w:r w:rsidR="00B9063A">
        <w:rPr>
          <w:rFonts w:ascii="Arial" w:hAnsi="Arial" w:cs="Arial"/>
          <w:iCs/>
        </w:rPr>
        <w:t>-</w:t>
      </w:r>
      <w:r w:rsidR="00752BDD">
        <w:rPr>
          <w:rFonts w:ascii="Arial" w:hAnsi="Arial" w:cs="Arial"/>
          <w:iCs/>
        </w:rPr>
        <w:t>1</w:t>
      </w:r>
      <w:r w:rsidR="00AB2C08">
        <w:rPr>
          <w:rFonts w:ascii="Arial" w:hAnsi="Arial" w:cs="Arial"/>
          <w:iCs/>
        </w:rPr>
        <w:t xml:space="preserve"> z dne </w:t>
      </w:r>
      <w:r w:rsidR="00752BDD">
        <w:rPr>
          <w:rFonts w:ascii="Arial" w:hAnsi="Arial" w:cs="Arial"/>
          <w:iCs/>
        </w:rPr>
        <w:t>14</w:t>
      </w:r>
      <w:r w:rsidR="00B9063A">
        <w:rPr>
          <w:rFonts w:ascii="Arial" w:hAnsi="Arial" w:cs="Arial"/>
          <w:iCs/>
        </w:rPr>
        <w:t xml:space="preserve">. </w:t>
      </w:r>
      <w:r w:rsidR="00B14427">
        <w:rPr>
          <w:rFonts w:ascii="Arial" w:hAnsi="Arial" w:cs="Arial"/>
          <w:iCs/>
        </w:rPr>
        <w:t>7</w:t>
      </w:r>
      <w:r w:rsidR="00B9063A">
        <w:rPr>
          <w:rFonts w:ascii="Arial" w:hAnsi="Arial" w:cs="Arial"/>
          <w:iCs/>
        </w:rPr>
        <w:t>. 2025</w:t>
      </w:r>
      <w:r w:rsidR="00AB2C08">
        <w:rPr>
          <w:rFonts w:ascii="Arial" w:hAnsi="Arial" w:cs="Arial"/>
          <w:iCs/>
        </w:rPr>
        <w:t xml:space="preserve">) </w:t>
      </w:r>
      <w:r w:rsidRPr="009B750E">
        <w:rPr>
          <w:rFonts w:ascii="Arial" w:hAnsi="Arial" w:cs="Arial"/>
          <w:iCs/>
        </w:rPr>
        <w:t xml:space="preserve">dajemo naslednjo </w:t>
      </w:r>
      <w:r w:rsidR="00752BDD">
        <w:rPr>
          <w:rFonts w:ascii="Arial" w:hAnsi="Arial" w:cs="Arial"/>
          <w:iCs/>
        </w:rPr>
        <w:t xml:space="preserve">skupno </w:t>
      </w:r>
      <w:r w:rsidRPr="009B750E">
        <w:rPr>
          <w:rFonts w:ascii="Arial" w:hAnsi="Arial" w:cs="Arial"/>
          <w:iCs/>
        </w:rPr>
        <w:t>ponudbo</w:t>
      </w:r>
      <w:r w:rsidR="00656174">
        <w:rPr>
          <w:rFonts w:ascii="Arial" w:hAnsi="Arial" w:cs="Arial"/>
          <w:iCs/>
        </w:rPr>
        <w:t xml:space="preserve"> </w:t>
      </w:r>
      <w:r w:rsidR="00AB2C08">
        <w:rPr>
          <w:rFonts w:ascii="Arial" w:hAnsi="Arial" w:cs="Arial"/>
          <w:iCs/>
        </w:rPr>
        <w:t>z</w:t>
      </w:r>
      <w:r w:rsidRPr="009B750E">
        <w:rPr>
          <w:rFonts w:ascii="Arial" w:hAnsi="Arial" w:cs="Arial"/>
          <w:iCs/>
        </w:rPr>
        <w:t>a nepremičnin</w:t>
      </w:r>
      <w:r w:rsidR="00752BDD">
        <w:rPr>
          <w:rFonts w:ascii="Arial" w:hAnsi="Arial" w:cs="Arial"/>
          <w:iCs/>
        </w:rPr>
        <w:t>e</w:t>
      </w:r>
    </w:p>
    <w:p w14:paraId="73CA30B7" w14:textId="77777777" w:rsidR="00752BDD" w:rsidRDefault="00752BDD" w:rsidP="00B14427">
      <w:pPr>
        <w:spacing w:line="276" w:lineRule="auto"/>
        <w:jc w:val="both"/>
        <w:rPr>
          <w:rFonts w:ascii="Arial" w:hAnsi="Arial" w:cs="Arial"/>
          <w:iCs/>
        </w:rPr>
      </w:pPr>
    </w:p>
    <w:tbl>
      <w:tblPr>
        <w:tblStyle w:val="Tabelasvetlamrea1"/>
        <w:tblW w:w="0" w:type="auto"/>
        <w:tblLook w:val="04A0" w:firstRow="1" w:lastRow="0" w:firstColumn="1" w:lastColumn="0" w:noHBand="0" w:noVBand="1"/>
      </w:tblPr>
      <w:tblGrid>
        <w:gridCol w:w="2266"/>
        <w:gridCol w:w="1840"/>
        <w:gridCol w:w="2689"/>
        <w:gridCol w:w="2265"/>
      </w:tblGrid>
      <w:tr w:rsidR="00752BDD" w:rsidRPr="00CF7F6B" w14:paraId="3950318C" w14:textId="77777777" w:rsidTr="00FB3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  <w:shd w:val="clear" w:color="auto" w:fill="D9D9D9" w:themeFill="background1" w:themeFillShade="D9"/>
          </w:tcPr>
          <w:p w14:paraId="1939356B" w14:textId="77777777" w:rsidR="00752BDD" w:rsidRPr="00CF7F6B" w:rsidRDefault="00752BDD" w:rsidP="00FB3F2D">
            <w:pPr>
              <w:pStyle w:val="Odstavekseznama"/>
              <w:spacing w:line="276" w:lineRule="auto"/>
              <w:ind w:left="0"/>
              <w:rPr>
                <w:rFonts w:ascii="Arial" w:hAnsi="Arial" w:cs="Arial"/>
                <w:iCs/>
                <w:sz w:val="20"/>
                <w:szCs w:val="20"/>
              </w:rPr>
            </w:pPr>
            <w:r w:rsidRPr="00CF7F6B">
              <w:rPr>
                <w:rFonts w:ascii="Arial" w:hAnsi="Arial" w:cs="Arial"/>
                <w:iCs/>
                <w:sz w:val="20"/>
                <w:szCs w:val="20"/>
              </w:rPr>
              <w:t>ID znak nepremičnine</w:t>
            </w:r>
          </w:p>
        </w:tc>
        <w:tc>
          <w:tcPr>
            <w:tcW w:w="1840" w:type="dxa"/>
            <w:shd w:val="clear" w:color="auto" w:fill="D9D9D9" w:themeFill="background1" w:themeFillShade="D9"/>
          </w:tcPr>
          <w:p w14:paraId="42C3133A" w14:textId="77777777" w:rsidR="00752BDD" w:rsidRPr="00CF7F6B" w:rsidRDefault="00752BDD" w:rsidP="00FB3F2D">
            <w:pPr>
              <w:pStyle w:val="Odstavekseznama"/>
              <w:spacing w:line="276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 w:rsidRPr="00CF7F6B">
              <w:rPr>
                <w:rFonts w:ascii="Arial" w:hAnsi="Arial" w:cs="Arial"/>
                <w:iCs/>
                <w:sz w:val="20"/>
                <w:szCs w:val="20"/>
              </w:rPr>
              <w:t>Izmera do celote po GURS</w:t>
            </w:r>
          </w:p>
        </w:tc>
        <w:tc>
          <w:tcPr>
            <w:tcW w:w="2689" w:type="dxa"/>
            <w:shd w:val="clear" w:color="auto" w:fill="D9D9D9" w:themeFill="background1" w:themeFillShade="D9"/>
          </w:tcPr>
          <w:p w14:paraId="50C56B3D" w14:textId="77777777" w:rsidR="00752BDD" w:rsidRPr="00CF7F6B" w:rsidRDefault="00752BDD" w:rsidP="00FB3F2D">
            <w:pPr>
              <w:pStyle w:val="Odstavekseznama"/>
              <w:spacing w:line="276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 w:rsidRPr="00CF7F6B">
              <w:rPr>
                <w:rFonts w:ascii="Arial" w:hAnsi="Arial" w:cs="Arial"/>
                <w:iCs/>
                <w:sz w:val="20"/>
                <w:szCs w:val="20"/>
              </w:rPr>
              <w:t>Dejanska raba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40AFF4D4" w14:textId="77777777" w:rsidR="00752BDD" w:rsidRPr="00CF7F6B" w:rsidRDefault="00752BDD" w:rsidP="00FB3F2D">
            <w:pPr>
              <w:pStyle w:val="Odstavekseznama"/>
              <w:spacing w:line="276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 w:rsidRPr="00CF7F6B">
              <w:rPr>
                <w:rFonts w:ascii="Arial" w:hAnsi="Arial" w:cs="Arial"/>
                <w:iCs/>
                <w:sz w:val="20"/>
                <w:szCs w:val="20"/>
              </w:rPr>
              <w:t>Delež, ki je predmet prodaje</w:t>
            </w:r>
          </w:p>
        </w:tc>
      </w:tr>
      <w:tr w:rsidR="00752BDD" w:rsidRPr="00CF7F6B" w14:paraId="15564E5E" w14:textId="77777777" w:rsidTr="00FB3F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54899B1B" w14:textId="77777777" w:rsidR="00752BDD" w:rsidRPr="00CF7F6B" w:rsidRDefault="00752BDD" w:rsidP="00FB3F2D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Stavba 808 140</w:t>
            </w:r>
          </w:p>
        </w:tc>
        <w:tc>
          <w:tcPr>
            <w:tcW w:w="1840" w:type="dxa"/>
          </w:tcPr>
          <w:p w14:paraId="3E102D15" w14:textId="77777777" w:rsidR="00752BDD" w:rsidRPr="00CF7F6B" w:rsidRDefault="00752BDD" w:rsidP="00FB3F2D">
            <w:pPr>
              <w:pStyle w:val="Odstavekseznama"/>
              <w:spacing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103,60 m2</w:t>
            </w:r>
          </w:p>
        </w:tc>
        <w:tc>
          <w:tcPr>
            <w:tcW w:w="2689" w:type="dxa"/>
          </w:tcPr>
          <w:p w14:paraId="0D9E430B" w14:textId="77777777" w:rsidR="00752BDD" w:rsidRPr="00CF7F6B" w:rsidRDefault="00752BDD" w:rsidP="00FB3F2D">
            <w:pPr>
              <w:pStyle w:val="Odstavekseznama"/>
              <w:spacing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Dvostanovanjska stavba</w:t>
            </w:r>
          </w:p>
        </w:tc>
        <w:tc>
          <w:tcPr>
            <w:tcW w:w="2265" w:type="dxa"/>
          </w:tcPr>
          <w:p w14:paraId="0B7EAA42" w14:textId="77777777" w:rsidR="00752BDD" w:rsidRPr="00CF7F6B" w:rsidRDefault="00752BDD" w:rsidP="00FB3F2D">
            <w:pPr>
              <w:pStyle w:val="Odstavekseznam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1/1</w:t>
            </w:r>
          </w:p>
        </w:tc>
      </w:tr>
      <w:tr w:rsidR="00752BDD" w:rsidRPr="00CF7F6B" w14:paraId="6DB74751" w14:textId="77777777" w:rsidTr="00FB3F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2B091BF4" w14:textId="77777777" w:rsidR="00752BDD" w:rsidRPr="00CF7F6B" w:rsidRDefault="00752BDD" w:rsidP="00FB3F2D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Parcela 808 73/4</w:t>
            </w:r>
          </w:p>
        </w:tc>
        <w:tc>
          <w:tcPr>
            <w:tcW w:w="1840" w:type="dxa"/>
          </w:tcPr>
          <w:p w14:paraId="17823523" w14:textId="77777777" w:rsidR="00752BDD" w:rsidRPr="00CF7F6B" w:rsidRDefault="00752BDD" w:rsidP="00FB3F2D">
            <w:pPr>
              <w:pStyle w:val="Odstavekseznama"/>
              <w:spacing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290,00 m2</w:t>
            </w:r>
          </w:p>
        </w:tc>
        <w:tc>
          <w:tcPr>
            <w:tcW w:w="2689" w:type="dxa"/>
          </w:tcPr>
          <w:p w14:paraId="793D3CDA" w14:textId="77777777" w:rsidR="00752BDD" w:rsidRPr="00CF7F6B" w:rsidRDefault="00752BDD" w:rsidP="00FB3F2D">
            <w:pPr>
              <w:pStyle w:val="Odstavekseznama"/>
              <w:spacing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Pozidano stavbno zemljišče</w:t>
            </w:r>
          </w:p>
        </w:tc>
        <w:tc>
          <w:tcPr>
            <w:tcW w:w="2265" w:type="dxa"/>
          </w:tcPr>
          <w:p w14:paraId="3D547FCA" w14:textId="77777777" w:rsidR="00752BDD" w:rsidRPr="00CF7F6B" w:rsidRDefault="00752BDD" w:rsidP="00FB3F2D">
            <w:pPr>
              <w:pStyle w:val="Odstavekseznam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1/1</w:t>
            </w:r>
          </w:p>
        </w:tc>
      </w:tr>
      <w:tr w:rsidR="00752BDD" w:rsidRPr="00CF7F6B" w14:paraId="422685D1" w14:textId="77777777" w:rsidTr="00FB3F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6" w:type="dxa"/>
          </w:tcPr>
          <w:p w14:paraId="2B37CD96" w14:textId="77777777" w:rsidR="00752BDD" w:rsidRPr="00CF7F6B" w:rsidRDefault="00752BDD" w:rsidP="00FB3F2D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Cs/>
                <w:sz w:val="20"/>
                <w:szCs w:val="20"/>
              </w:rPr>
              <w:t>Parcela 808 73/5</w:t>
            </w:r>
          </w:p>
        </w:tc>
        <w:tc>
          <w:tcPr>
            <w:tcW w:w="1840" w:type="dxa"/>
          </w:tcPr>
          <w:p w14:paraId="16D6C158" w14:textId="77777777" w:rsidR="00752BDD" w:rsidRPr="00CF7F6B" w:rsidRDefault="00752BDD" w:rsidP="00FB3F2D">
            <w:pPr>
              <w:pStyle w:val="Odstavekseznama"/>
              <w:spacing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23,00 m2</w:t>
            </w:r>
          </w:p>
        </w:tc>
        <w:tc>
          <w:tcPr>
            <w:tcW w:w="2689" w:type="dxa"/>
          </w:tcPr>
          <w:p w14:paraId="47C41C3E" w14:textId="77777777" w:rsidR="00752BDD" w:rsidRPr="00CF7F6B" w:rsidRDefault="00752BDD" w:rsidP="00FB3F2D">
            <w:pPr>
              <w:pStyle w:val="Odstavekseznama"/>
              <w:spacing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Pozidano stavbno zemljišče</w:t>
            </w:r>
          </w:p>
        </w:tc>
        <w:tc>
          <w:tcPr>
            <w:tcW w:w="2265" w:type="dxa"/>
          </w:tcPr>
          <w:p w14:paraId="497C571B" w14:textId="77777777" w:rsidR="00752BDD" w:rsidRPr="00CF7F6B" w:rsidRDefault="00752BDD" w:rsidP="00FB3F2D">
            <w:pPr>
              <w:pStyle w:val="Odstavekseznama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1/1</w:t>
            </w:r>
          </w:p>
        </w:tc>
      </w:tr>
    </w:tbl>
    <w:p w14:paraId="73A16A46" w14:textId="77777777" w:rsidR="00752BDD" w:rsidRDefault="00752BDD" w:rsidP="00B14427">
      <w:pPr>
        <w:spacing w:line="276" w:lineRule="auto"/>
        <w:jc w:val="both"/>
        <w:rPr>
          <w:rFonts w:ascii="Arial" w:hAnsi="Arial" w:cs="Arial"/>
          <w:iCs/>
        </w:rPr>
      </w:pPr>
    </w:p>
    <w:p w14:paraId="7B7B2071" w14:textId="77777777" w:rsidR="00AB2C08" w:rsidRDefault="00AB2C08" w:rsidP="009B750E">
      <w:pPr>
        <w:jc w:val="both"/>
        <w:rPr>
          <w:rFonts w:ascii="Arial" w:hAnsi="Arial" w:cs="Arial"/>
          <w:iCs/>
        </w:rPr>
      </w:pPr>
    </w:p>
    <w:p w14:paraId="1DEEE391" w14:textId="793F73BE" w:rsidR="00B9063A" w:rsidRDefault="00752BDD" w:rsidP="009B750E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………………………….. EUR z besedo: ………………………………………………….</w:t>
      </w:r>
    </w:p>
    <w:p w14:paraId="4F5A6BF7" w14:textId="77777777" w:rsidR="00B9063A" w:rsidRPr="009B750E" w:rsidRDefault="00B9063A" w:rsidP="009B750E">
      <w:pPr>
        <w:jc w:val="both"/>
        <w:rPr>
          <w:rFonts w:ascii="Arial" w:hAnsi="Arial" w:cs="Arial"/>
          <w:iCs/>
        </w:rPr>
      </w:pPr>
    </w:p>
    <w:p w14:paraId="696FAA18" w14:textId="77777777" w:rsidR="009B750E" w:rsidRPr="009B750E" w:rsidRDefault="009B750E" w:rsidP="009B750E">
      <w:pPr>
        <w:jc w:val="both"/>
        <w:rPr>
          <w:rFonts w:ascii="Arial" w:hAnsi="Arial" w:cs="Arial"/>
          <w:iCs/>
        </w:rPr>
      </w:pPr>
      <w:r w:rsidRPr="009B750E">
        <w:rPr>
          <w:rFonts w:ascii="Arial" w:hAnsi="Arial" w:cs="Arial"/>
          <w:iCs/>
        </w:rPr>
        <w:t>Rok za plačilo kupnine je 15 dni od sklenitve pogodbe. Ponudba velja še 30 dni po poteku roka za odpiranje ponudb.</w:t>
      </w:r>
    </w:p>
    <w:p w14:paraId="7BDD3E98" w14:textId="77777777" w:rsidR="009B750E" w:rsidRPr="009B750E" w:rsidRDefault="009B750E" w:rsidP="009B750E">
      <w:pPr>
        <w:jc w:val="both"/>
        <w:rPr>
          <w:rFonts w:ascii="Arial" w:hAnsi="Arial" w:cs="Arial"/>
          <w:iCs/>
        </w:rPr>
      </w:pPr>
    </w:p>
    <w:p w14:paraId="7DC410AB" w14:textId="77777777" w:rsidR="009B750E" w:rsidRDefault="009B750E" w:rsidP="001A6CAE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/>
        </w:rPr>
      </w:pPr>
    </w:p>
    <w:p w14:paraId="24B5B9E7" w14:textId="77777777" w:rsidR="00AB2C08" w:rsidRDefault="00AB2C08" w:rsidP="001A6CAE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/>
        </w:rPr>
      </w:pPr>
    </w:p>
    <w:p w14:paraId="65BD0AB9" w14:textId="77777777" w:rsidR="00AB2C08" w:rsidRDefault="00AB2C08" w:rsidP="00AB2C08">
      <w:pPr>
        <w:jc w:val="both"/>
        <w:rPr>
          <w:rFonts w:ascii="Arial" w:hAnsi="Arial" w:cs="Arial"/>
          <w:iCs/>
        </w:rPr>
      </w:pPr>
    </w:p>
    <w:p w14:paraId="20513F8A" w14:textId="77777777" w:rsidR="00AB2C08" w:rsidRPr="00826018" w:rsidRDefault="00AB2C08" w:rsidP="00AB2C08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67FF4CEC" w14:textId="77777777" w:rsidR="00AB2C08" w:rsidRDefault="00AB2C08" w:rsidP="00AB2C08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Kraj in datum: ……………………………………………………….</w:t>
      </w:r>
    </w:p>
    <w:p w14:paraId="4836F7FD" w14:textId="77777777" w:rsidR="00AB2C08" w:rsidRDefault="00AB2C08" w:rsidP="00AB2C08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7FD48138" w14:textId="77777777" w:rsidR="00AB2C08" w:rsidRDefault="00AB2C08" w:rsidP="00AB2C08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166E3928" w14:textId="77777777" w:rsidR="00AB2C08" w:rsidRDefault="00AB2C08" w:rsidP="00B9063A">
      <w:pPr>
        <w:spacing w:line="276" w:lineRule="auto"/>
        <w:jc w:val="right"/>
        <w:rPr>
          <w:rFonts w:ascii="Arial" w:hAnsi="Arial" w:cs="Arial"/>
          <w:color w:val="000000"/>
          <w:lang w:val="en-US"/>
        </w:rPr>
      </w:pPr>
      <w:proofErr w:type="spellStart"/>
      <w:r>
        <w:rPr>
          <w:rFonts w:ascii="Arial" w:hAnsi="Arial" w:cs="Arial"/>
          <w:color w:val="000000"/>
          <w:lang w:val="en-US"/>
        </w:rPr>
        <w:t>Podpis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ponudnika</w:t>
      </w:r>
      <w:proofErr w:type="spellEnd"/>
      <w:r>
        <w:rPr>
          <w:rFonts w:ascii="Arial" w:hAnsi="Arial" w:cs="Arial"/>
          <w:color w:val="000000"/>
          <w:lang w:val="en-US"/>
        </w:rPr>
        <w:t>: ……………………………………………</w:t>
      </w:r>
      <w:proofErr w:type="gramStart"/>
      <w:r>
        <w:rPr>
          <w:rFonts w:ascii="Arial" w:hAnsi="Arial" w:cs="Arial"/>
          <w:color w:val="000000"/>
          <w:lang w:val="en-US"/>
        </w:rPr>
        <w:t>…..</w:t>
      </w:r>
      <w:proofErr w:type="gramEnd"/>
    </w:p>
    <w:p w14:paraId="1D937818" w14:textId="77777777" w:rsidR="00AB2C08" w:rsidRDefault="00AB2C08" w:rsidP="00AB2C08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01253CE0" w14:textId="77777777" w:rsidR="00AB2C08" w:rsidRDefault="00AB2C08" w:rsidP="001A6CAE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/>
        </w:rPr>
      </w:pPr>
    </w:p>
    <w:p w14:paraId="7EE76086" w14:textId="77777777" w:rsidR="00AB2C08" w:rsidRDefault="00AB2C08" w:rsidP="001A6CAE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/>
        </w:rPr>
      </w:pPr>
    </w:p>
    <w:p w14:paraId="629B9FDA" w14:textId="77777777" w:rsidR="00AB2C08" w:rsidRDefault="00AB2C08" w:rsidP="001A6CAE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/>
        </w:rPr>
        <w:sectPr w:rsidR="00AB2C08" w:rsidSect="00765DF4"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72807D4C" w14:textId="6031E79A" w:rsidR="00AB2C08" w:rsidRPr="00AB2C08" w:rsidRDefault="00AB2C08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  <w:r w:rsidRPr="00AB2C08">
        <w:rPr>
          <w:rFonts w:ascii="Arial" w:hAnsi="Arial" w:cs="Arial"/>
          <w:color w:val="000000"/>
          <w:lang w:val="en-US"/>
        </w:rPr>
        <w:lastRenderedPageBreak/>
        <w:t>PRILOGA 4</w:t>
      </w:r>
      <w:r>
        <w:rPr>
          <w:rFonts w:ascii="Arial" w:hAnsi="Arial" w:cs="Arial"/>
          <w:color w:val="000000"/>
          <w:lang w:val="en-US"/>
        </w:rPr>
        <w:t>:</w:t>
      </w:r>
    </w:p>
    <w:p w14:paraId="05C5CB5C" w14:textId="77777777" w:rsidR="00AB2C08" w:rsidRDefault="00AB2C08" w:rsidP="001A6CAE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/>
        </w:rPr>
      </w:pPr>
    </w:p>
    <w:p w14:paraId="669B35A3" w14:textId="1DCD1882" w:rsidR="00AB2C08" w:rsidRDefault="00AB2C08" w:rsidP="001A6CAE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/>
        </w:rPr>
      </w:pPr>
      <w:r>
        <w:rPr>
          <w:rFonts w:ascii="Arial" w:hAnsi="Arial" w:cs="Arial"/>
          <w:b/>
          <w:bCs/>
          <w:color w:val="000000"/>
          <w:lang w:val="en-US"/>
        </w:rPr>
        <w:t>IZJAVA PONUDNIKA</w:t>
      </w:r>
    </w:p>
    <w:p w14:paraId="03EE8AE5" w14:textId="77777777" w:rsidR="00AB2C08" w:rsidRDefault="00AB2C08" w:rsidP="001A6CAE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/>
        </w:rPr>
      </w:pPr>
    </w:p>
    <w:p w14:paraId="1CF10BF4" w14:textId="77777777" w:rsidR="00AB2C08" w:rsidRDefault="00AB2C08" w:rsidP="001A6CAE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/>
        </w:rPr>
      </w:pPr>
    </w:p>
    <w:p w14:paraId="7569C41B" w14:textId="77777777" w:rsidR="00AB2C08" w:rsidRPr="009B750E" w:rsidRDefault="00AB2C08" w:rsidP="00AB2C08">
      <w:pPr>
        <w:jc w:val="both"/>
        <w:rPr>
          <w:rFonts w:ascii="Arial" w:hAnsi="Arial" w:cs="Arial"/>
          <w:b/>
          <w:iCs/>
        </w:rPr>
      </w:pPr>
    </w:p>
    <w:p w14:paraId="7595306C" w14:textId="77777777" w:rsidR="00AB2C08" w:rsidRDefault="00AB2C08" w:rsidP="00AB2C08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PONUDNIK: ………………………………………………………………………………………………….</w:t>
      </w:r>
    </w:p>
    <w:p w14:paraId="776F9FBC" w14:textId="77777777" w:rsidR="00AB2C08" w:rsidRPr="00AB2C08" w:rsidRDefault="00AB2C08" w:rsidP="00AB2C08">
      <w:pPr>
        <w:jc w:val="both"/>
        <w:rPr>
          <w:rFonts w:ascii="Arial" w:hAnsi="Arial" w:cs="Arial"/>
          <w:bCs/>
          <w:iCs/>
          <w:sz w:val="16"/>
          <w:szCs w:val="16"/>
        </w:rPr>
      </w:pPr>
      <w:r>
        <w:rPr>
          <w:rFonts w:ascii="Arial" w:hAnsi="Arial" w:cs="Arial"/>
          <w:bCs/>
          <w:iCs/>
        </w:rPr>
        <w:t xml:space="preserve">                                      </w:t>
      </w:r>
      <w:r w:rsidRPr="00AB2C08">
        <w:rPr>
          <w:rFonts w:ascii="Arial" w:hAnsi="Arial" w:cs="Arial"/>
          <w:bCs/>
          <w:iCs/>
          <w:sz w:val="16"/>
          <w:szCs w:val="16"/>
        </w:rPr>
        <w:t xml:space="preserve">  </w:t>
      </w:r>
      <w:r>
        <w:rPr>
          <w:rFonts w:ascii="Arial" w:hAnsi="Arial" w:cs="Arial"/>
          <w:bCs/>
          <w:iCs/>
          <w:sz w:val="16"/>
          <w:szCs w:val="16"/>
        </w:rPr>
        <w:t xml:space="preserve">                                        </w:t>
      </w:r>
      <w:r w:rsidRPr="00AB2C08">
        <w:rPr>
          <w:rFonts w:ascii="Arial" w:hAnsi="Arial" w:cs="Arial"/>
          <w:bCs/>
          <w:iCs/>
          <w:sz w:val="16"/>
          <w:szCs w:val="16"/>
        </w:rPr>
        <w:t xml:space="preserve">     (ime in priimek/naziv)</w:t>
      </w:r>
    </w:p>
    <w:p w14:paraId="62DAF351" w14:textId="77777777" w:rsidR="00AB2C08" w:rsidRDefault="00AB2C08" w:rsidP="001A6CAE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/>
        </w:rPr>
      </w:pPr>
    </w:p>
    <w:p w14:paraId="3DB1A0B5" w14:textId="77777777" w:rsidR="00AB2C08" w:rsidRDefault="00AB2C08" w:rsidP="001A6CAE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/>
        </w:rPr>
      </w:pPr>
    </w:p>
    <w:p w14:paraId="57CEB513" w14:textId="77777777" w:rsidR="00AB2C08" w:rsidRDefault="00AB2C08" w:rsidP="001A6CAE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/>
        </w:rPr>
      </w:pPr>
    </w:p>
    <w:p w14:paraId="6B7F1EA6" w14:textId="77777777" w:rsidR="00AB2C08" w:rsidRDefault="00AB2C08" w:rsidP="00AB2C08">
      <w:pPr>
        <w:jc w:val="both"/>
        <w:rPr>
          <w:rFonts w:ascii="Palatino Linotype" w:hAnsi="Palatino Linotype"/>
          <w:b/>
          <w:i/>
          <w:sz w:val="22"/>
          <w:szCs w:val="22"/>
        </w:rPr>
      </w:pPr>
    </w:p>
    <w:p w14:paraId="06C7B25B" w14:textId="77777777" w:rsidR="00AB2C08" w:rsidRPr="00AB2C08" w:rsidRDefault="00AB2C08" w:rsidP="00AB2C08">
      <w:pPr>
        <w:jc w:val="center"/>
        <w:rPr>
          <w:rFonts w:ascii="Arial" w:hAnsi="Arial" w:cs="Arial"/>
          <w:b/>
          <w:iCs/>
        </w:rPr>
      </w:pPr>
      <w:r w:rsidRPr="00AB2C08">
        <w:rPr>
          <w:rFonts w:ascii="Arial" w:hAnsi="Arial" w:cs="Arial"/>
          <w:b/>
          <w:iCs/>
        </w:rPr>
        <w:t xml:space="preserve">I Z J A V A </w:t>
      </w:r>
    </w:p>
    <w:p w14:paraId="6B43DE18" w14:textId="77777777" w:rsidR="00AB2C08" w:rsidRPr="00AB2C08" w:rsidRDefault="00AB2C08" w:rsidP="00AB2C08">
      <w:pPr>
        <w:jc w:val="both"/>
        <w:rPr>
          <w:rFonts w:ascii="Arial" w:hAnsi="Arial" w:cs="Arial"/>
          <w:b/>
          <w:iCs/>
        </w:rPr>
      </w:pPr>
    </w:p>
    <w:p w14:paraId="25AC3961" w14:textId="76804DCD" w:rsidR="00AB2C08" w:rsidRPr="00AB2C08" w:rsidRDefault="00643E55" w:rsidP="00B14427">
      <w:pPr>
        <w:spacing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V skladu s šestim in sedmim odstavkom 51. člena Zakona o stvarnem premoženju države in samoupravnih lokalnih skupnosti, podpisani ponudnik i</w:t>
      </w:r>
      <w:r w:rsidR="00AB2C08" w:rsidRPr="00AB2C08">
        <w:rPr>
          <w:rFonts w:ascii="Arial" w:hAnsi="Arial" w:cs="Arial"/>
          <w:iCs/>
        </w:rPr>
        <w:t xml:space="preserve">zjavljam, da nisem </w:t>
      </w:r>
      <w:r w:rsidR="00AB2C08" w:rsidRPr="00643E55">
        <w:rPr>
          <w:rFonts w:ascii="Arial" w:hAnsi="Arial" w:cs="Arial"/>
          <w:b/>
          <w:bCs/>
          <w:iCs/>
        </w:rPr>
        <w:t xml:space="preserve">cenilec </w:t>
      </w:r>
      <w:r w:rsidR="00AB2C08" w:rsidRPr="00AB2C08">
        <w:rPr>
          <w:rFonts w:ascii="Arial" w:hAnsi="Arial" w:cs="Arial"/>
          <w:iCs/>
        </w:rPr>
        <w:t>nepremičnin</w:t>
      </w:r>
      <w:r w:rsidRPr="00643E55">
        <w:rPr>
          <w:rFonts w:ascii="Arial" w:hAnsi="Arial" w:cs="Arial"/>
          <w:b/>
          <w:bCs/>
          <w:iCs/>
        </w:rPr>
        <w:t xml:space="preserve"> </w:t>
      </w:r>
      <w:r w:rsidR="00AB2C08" w:rsidRPr="00AB2C08">
        <w:rPr>
          <w:rFonts w:ascii="Arial" w:hAnsi="Arial" w:cs="Arial"/>
          <w:iCs/>
        </w:rPr>
        <w:t xml:space="preserve">ali </w:t>
      </w:r>
      <w:r w:rsidR="00AB2C08" w:rsidRPr="00643E55">
        <w:rPr>
          <w:rFonts w:ascii="Arial" w:hAnsi="Arial" w:cs="Arial"/>
          <w:b/>
          <w:bCs/>
          <w:iCs/>
        </w:rPr>
        <w:t>član komisije za vodenje javnega zbiranja ponudb</w:t>
      </w:r>
      <w:r w:rsidR="00AB2C08" w:rsidRPr="00AB2C08">
        <w:rPr>
          <w:rFonts w:ascii="Arial" w:hAnsi="Arial" w:cs="Arial"/>
          <w:iCs/>
        </w:rPr>
        <w:t xml:space="preserve">, </w:t>
      </w:r>
      <w:r w:rsidR="00B9063A">
        <w:rPr>
          <w:rFonts w:ascii="Arial" w:hAnsi="Arial" w:cs="Arial"/>
          <w:iCs/>
        </w:rPr>
        <w:t xml:space="preserve">v zvezi z javnim razpisom Javno zbiranje ponudb za prodajo </w:t>
      </w:r>
      <w:r w:rsidR="00752BDD">
        <w:rPr>
          <w:rFonts w:ascii="Arial" w:hAnsi="Arial" w:cs="Arial"/>
          <w:iCs/>
        </w:rPr>
        <w:t>stanovanjske stavbe</w:t>
      </w:r>
      <w:r w:rsidR="00B9063A">
        <w:rPr>
          <w:rFonts w:ascii="Arial" w:hAnsi="Arial" w:cs="Arial"/>
          <w:iCs/>
        </w:rPr>
        <w:t>, št. 478-003</w:t>
      </w:r>
      <w:r w:rsidR="00752BDD">
        <w:rPr>
          <w:rFonts w:ascii="Arial" w:hAnsi="Arial" w:cs="Arial"/>
          <w:iCs/>
        </w:rPr>
        <w:t>5</w:t>
      </w:r>
      <w:r w:rsidR="00B9063A">
        <w:rPr>
          <w:rFonts w:ascii="Arial" w:hAnsi="Arial" w:cs="Arial"/>
          <w:iCs/>
        </w:rPr>
        <w:t>/202</w:t>
      </w:r>
      <w:r w:rsidR="00752BDD">
        <w:rPr>
          <w:rFonts w:ascii="Arial" w:hAnsi="Arial" w:cs="Arial"/>
          <w:iCs/>
        </w:rPr>
        <w:t>5-1</w:t>
      </w:r>
      <w:r w:rsidR="00B9063A">
        <w:rPr>
          <w:rFonts w:ascii="Arial" w:hAnsi="Arial" w:cs="Arial"/>
          <w:iCs/>
        </w:rPr>
        <w:t xml:space="preserve"> z dne </w:t>
      </w:r>
      <w:r w:rsidR="00752BDD">
        <w:rPr>
          <w:rFonts w:ascii="Arial" w:hAnsi="Arial" w:cs="Arial"/>
          <w:iCs/>
        </w:rPr>
        <w:t>14</w:t>
      </w:r>
      <w:r w:rsidR="00B9063A">
        <w:rPr>
          <w:rFonts w:ascii="Arial" w:hAnsi="Arial" w:cs="Arial"/>
          <w:iCs/>
        </w:rPr>
        <w:t xml:space="preserve">. </w:t>
      </w:r>
      <w:r w:rsidR="00752BDD">
        <w:rPr>
          <w:rFonts w:ascii="Arial" w:hAnsi="Arial" w:cs="Arial"/>
          <w:iCs/>
        </w:rPr>
        <w:t>7</w:t>
      </w:r>
      <w:r w:rsidR="00B9063A">
        <w:rPr>
          <w:rFonts w:ascii="Arial" w:hAnsi="Arial" w:cs="Arial"/>
          <w:iCs/>
        </w:rPr>
        <w:t xml:space="preserve">. 2025, </w:t>
      </w:r>
      <w:r w:rsidR="00B14427">
        <w:rPr>
          <w:rFonts w:ascii="Arial" w:hAnsi="Arial" w:cs="Arial"/>
          <w:iCs/>
        </w:rPr>
        <w:t>oz.</w:t>
      </w:r>
      <w:r w:rsidR="00B9063A">
        <w:rPr>
          <w:rFonts w:ascii="Arial" w:hAnsi="Arial" w:cs="Arial"/>
          <w:iCs/>
        </w:rPr>
        <w:t>:</w:t>
      </w:r>
    </w:p>
    <w:p w14:paraId="5B21FF0D" w14:textId="77777777" w:rsidR="00AB2C08" w:rsidRPr="00AB2C08" w:rsidRDefault="00AB2C08" w:rsidP="00B14427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</w:rPr>
      </w:pPr>
      <w:r w:rsidRPr="00AB2C08">
        <w:rPr>
          <w:rFonts w:ascii="Arial" w:hAnsi="Arial" w:cs="Arial"/>
          <w:iCs/>
        </w:rPr>
        <w:t>fizična oseba, ki je s članom komisije ali cenilcem v krvnem sorodstvu v ravni vrsti do kateregakoli kolena, v stranski vrsti pa do tretjega kolena, ali ki je s članom komisije ali cenilcem v zakonu, zunajzakonski skupnosti, sklenjeni ali nesklenjeni partnerski zvezi ali v svaštvu do drugega kolena, ne glede na to, ali je zakonska zveza oz. partnerska zveza prenehala ali ne,</w:t>
      </w:r>
    </w:p>
    <w:p w14:paraId="42427422" w14:textId="77777777" w:rsidR="00AB2C08" w:rsidRPr="00AB2C08" w:rsidRDefault="00AB2C08" w:rsidP="00B14427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</w:rPr>
      </w:pPr>
      <w:r w:rsidRPr="00AB2C08">
        <w:rPr>
          <w:rFonts w:ascii="Arial" w:hAnsi="Arial" w:cs="Arial"/>
          <w:iCs/>
        </w:rPr>
        <w:t>fizična oseba, ki je s članom komisije ali cenilcem v odnosu skrbništva ali posvojenca ali posvojitelja,</w:t>
      </w:r>
    </w:p>
    <w:p w14:paraId="0A6E1119" w14:textId="77777777" w:rsidR="00AB2C08" w:rsidRPr="00AB2C08" w:rsidRDefault="00AB2C08" w:rsidP="00B14427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</w:rPr>
      </w:pPr>
      <w:r w:rsidRPr="00AB2C08">
        <w:rPr>
          <w:rFonts w:ascii="Arial" w:hAnsi="Arial" w:cs="Arial"/>
          <w:iCs/>
        </w:rPr>
        <w:t>pravna oseba, v kapitalu katere ima član komisije ali cenilec delež večji od 50 % in</w:t>
      </w:r>
    </w:p>
    <w:p w14:paraId="3B92B044" w14:textId="34A7C984" w:rsidR="00AB2C08" w:rsidRDefault="00AB2C08" w:rsidP="00B14427">
      <w:pPr>
        <w:pStyle w:val="Odstavekseznam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</w:rPr>
      </w:pPr>
      <w:r w:rsidRPr="00AB2C08">
        <w:rPr>
          <w:rFonts w:ascii="Arial" w:hAnsi="Arial" w:cs="Arial"/>
          <w:iCs/>
        </w:rPr>
        <w:t>drug</w:t>
      </w:r>
      <w:r w:rsidR="00B14427">
        <w:rPr>
          <w:rFonts w:ascii="Arial" w:hAnsi="Arial" w:cs="Arial"/>
          <w:iCs/>
        </w:rPr>
        <w:t>a</w:t>
      </w:r>
      <w:r w:rsidRPr="00AB2C08">
        <w:rPr>
          <w:rFonts w:ascii="Arial" w:hAnsi="Arial" w:cs="Arial"/>
          <w:iCs/>
        </w:rPr>
        <w:t xml:space="preserve"> osebe, s katerimi je glede na znane okoliščine ali na kakršnemkoli pravnem temelju povezan član komisije ali cenilec, tako da zaradi te povezave obstaja dvom o njegovi nepristranskosti pri opravljanju funkcije člana komisije ali cenilca.</w:t>
      </w:r>
    </w:p>
    <w:p w14:paraId="0C7BF844" w14:textId="77777777" w:rsidR="00643E55" w:rsidRDefault="00643E55" w:rsidP="00643E55">
      <w:pPr>
        <w:jc w:val="both"/>
        <w:rPr>
          <w:rFonts w:ascii="Arial" w:hAnsi="Arial" w:cs="Arial"/>
          <w:iCs/>
        </w:rPr>
      </w:pPr>
    </w:p>
    <w:p w14:paraId="042345E6" w14:textId="77777777" w:rsidR="00643E55" w:rsidRPr="00643E55" w:rsidRDefault="00643E55" w:rsidP="00643E55">
      <w:pPr>
        <w:jc w:val="both"/>
        <w:rPr>
          <w:rFonts w:ascii="Arial" w:hAnsi="Arial" w:cs="Arial"/>
          <w:iCs/>
        </w:rPr>
      </w:pPr>
    </w:p>
    <w:p w14:paraId="058105C9" w14:textId="77777777" w:rsidR="00AB2C08" w:rsidRPr="00AB2C08" w:rsidRDefault="00AB2C08" w:rsidP="00AB2C08">
      <w:pPr>
        <w:pStyle w:val="Odstavekseznama"/>
        <w:jc w:val="both"/>
        <w:rPr>
          <w:rFonts w:ascii="Arial" w:hAnsi="Arial" w:cs="Arial"/>
          <w:iCs/>
        </w:rPr>
      </w:pPr>
    </w:p>
    <w:p w14:paraId="260DDACC" w14:textId="77777777" w:rsidR="00643E55" w:rsidRDefault="00643E55" w:rsidP="00643E55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/>
        </w:rPr>
      </w:pPr>
    </w:p>
    <w:p w14:paraId="7C8F92C8" w14:textId="77777777" w:rsidR="00643E55" w:rsidRDefault="00643E55" w:rsidP="00643E55">
      <w:pPr>
        <w:jc w:val="both"/>
        <w:rPr>
          <w:rFonts w:ascii="Arial" w:hAnsi="Arial" w:cs="Arial"/>
          <w:iCs/>
        </w:rPr>
      </w:pPr>
    </w:p>
    <w:p w14:paraId="2AFEF838" w14:textId="77777777" w:rsidR="00643E55" w:rsidRPr="00826018" w:rsidRDefault="00643E55" w:rsidP="00643E55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12855609" w14:textId="77777777" w:rsidR="00643E55" w:rsidRDefault="00643E55" w:rsidP="00643E55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Kraj in datum: ……………………………………………………….</w:t>
      </w:r>
    </w:p>
    <w:p w14:paraId="20425B02" w14:textId="77777777" w:rsidR="00643E55" w:rsidRDefault="00643E55" w:rsidP="00643E55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2CAA16FF" w14:textId="77777777" w:rsidR="00643E55" w:rsidRDefault="00643E55" w:rsidP="00643E55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1441021E" w14:textId="77777777" w:rsidR="00643E55" w:rsidRDefault="00643E55" w:rsidP="00B9063A">
      <w:pPr>
        <w:spacing w:line="276" w:lineRule="auto"/>
        <w:jc w:val="right"/>
        <w:rPr>
          <w:rFonts w:ascii="Arial" w:hAnsi="Arial" w:cs="Arial"/>
          <w:color w:val="000000"/>
          <w:lang w:val="en-US"/>
        </w:rPr>
      </w:pPr>
      <w:proofErr w:type="spellStart"/>
      <w:r>
        <w:rPr>
          <w:rFonts w:ascii="Arial" w:hAnsi="Arial" w:cs="Arial"/>
          <w:color w:val="000000"/>
          <w:lang w:val="en-US"/>
        </w:rPr>
        <w:t>Podpis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ponudnika</w:t>
      </w:r>
      <w:proofErr w:type="spellEnd"/>
      <w:r>
        <w:rPr>
          <w:rFonts w:ascii="Arial" w:hAnsi="Arial" w:cs="Arial"/>
          <w:color w:val="000000"/>
          <w:lang w:val="en-US"/>
        </w:rPr>
        <w:t>: ……………………………………………</w:t>
      </w:r>
      <w:proofErr w:type="gramStart"/>
      <w:r>
        <w:rPr>
          <w:rFonts w:ascii="Arial" w:hAnsi="Arial" w:cs="Arial"/>
          <w:color w:val="000000"/>
          <w:lang w:val="en-US"/>
        </w:rPr>
        <w:t>…..</w:t>
      </w:r>
      <w:proofErr w:type="gramEnd"/>
    </w:p>
    <w:p w14:paraId="1CFAE555" w14:textId="77777777" w:rsidR="00643E55" w:rsidRDefault="00643E55" w:rsidP="00643E55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41C7A4C5" w14:textId="77777777" w:rsidR="00AB2C08" w:rsidRDefault="00AB2C08" w:rsidP="00AB2C08">
      <w:pPr>
        <w:pStyle w:val="Odstavekseznama"/>
        <w:jc w:val="both"/>
        <w:rPr>
          <w:rFonts w:ascii="Palatino Linotype" w:hAnsi="Palatino Linotype"/>
          <w:i/>
          <w:sz w:val="22"/>
          <w:szCs w:val="22"/>
        </w:rPr>
      </w:pPr>
    </w:p>
    <w:p w14:paraId="4F11CD97" w14:textId="7A55BEDD" w:rsidR="00AB2C08" w:rsidRPr="009B750E" w:rsidRDefault="00AB2C08" w:rsidP="001A6CAE">
      <w:pPr>
        <w:spacing w:line="276" w:lineRule="auto"/>
        <w:jc w:val="both"/>
        <w:rPr>
          <w:rFonts w:ascii="Arial" w:hAnsi="Arial" w:cs="Arial"/>
          <w:b/>
          <w:bCs/>
          <w:color w:val="000000"/>
          <w:lang w:val="en-US"/>
        </w:rPr>
        <w:sectPr w:rsidR="00AB2C08" w:rsidRPr="009B750E" w:rsidSect="00765DF4"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489EA3FE" w14:textId="77777777" w:rsidR="00F70A9D" w:rsidRPr="00826018" w:rsidRDefault="00F70A9D" w:rsidP="001A6CAE">
      <w:pPr>
        <w:spacing w:line="276" w:lineRule="auto"/>
        <w:jc w:val="both"/>
        <w:rPr>
          <w:rFonts w:ascii="Arial" w:hAnsi="Arial" w:cs="Arial"/>
          <w:color w:val="000000"/>
          <w:lang w:val="en-US"/>
        </w:rPr>
      </w:pPr>
    </w:p>
    <w:p w14:paraId="5D4931EC" w14:textId="77777777" w:rsidR="00F70A9D" w:rsidRPr="00826018" w:rsidRDefault="00F70A9D" w:rsidP="001A6CAE">
      <w:pPr>
        <w:spacing w:line="276" w:lineRule="auto"/>
        <w:ind w:left="360"/>
        <w:jc w:val="both"/>
        <w:rPr>
          <w:rFonts w:ascii="Arial" w:hAnsi="Arial" w:cs="Arial"/>
          <w:color w:val="000000"/>
          <w:lang w:eastAsia="sl-SI"/>
        </w:rPr>
      </w:pPr>
    </w:p>
    <w:p w14:paraId="5C0D18E1" w14:textId="77777777" w:rsidR="00F70A9D" w:rsidRPr="00826018" w:rsidRDefault="00F70A9D" w:rsidP="001A6CAE">
      <w:pPr>
        <w:spacing w:line="276" w:lineRule="auto"/>
        <w:jc w:val="both"/>
        <w:rPr>
          <w:rFonts w:ascii="Arial" w:hAnsi="Arial" w:cs="Arial"/>
          <w:color w:val="000000"/>
          <w:lang w:eastAsia="sl-SI"/>
        </w:rPr>
      </w:pPr>
    </w:p>
    <w:p w14:paraId="1E01552A" w14:textId="77777777" w:rsidR="009403A3" w:rsidRPr="00826018" w:rsidRDefault="009403A3" w:rsidP="001A6CAE">
      <w:pPr>
        <w:spacing w:line="276" w:lineRule="auto"/>
        <w:rPr>
          <w:rFonts w:ascii="Arial" w:hAnsi="Arial" w:cs="Arial"/>
        </w:rPr>
      </w:pPr>
    </w:p>
    <w:p w14:paraId="3BE5BA8F" w14:textId="77777777" w:rsidR="009403A3" w:rsidRPr="00826018" w:rsidRDefault="009403A3" w:rsidP="001A6CAE">
      <w:pPr>
        <w:spacing w:line="276" w:lineRule="auto"/>
        <w:rPr>
          <w:rFonts w:ascii="Arial" w:hAnsi="Arial" w:cs="Arial"/>
        </w:rPr>
      </w:pPr>
    </w:p>
    <w:p w14:paraId="2F5AC839" w14:textId="77777777" w:rsidR="009403A3" w:rsidRPr="00826018" w:rsidRDefault="009403A3" w:rsidP="001A6CAE">
      <w:pPr>
        <w:spacing w:line="276" w:lineRule="auto"/>
        <w:rPr>
          <w:rFonts w:ascii="Arial" w:hAnsi="Arial" w:cs="Arial"/>
        </w:rPr>
        <w:sectPr w:rsidR="009403A3" w:rsidRPr="00826018" w:rsidSect="00765DF4">
          <w:headerReference w:type="default" r:id="rId14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31DBADCA" w14:textId="77777777" w:rsidR="00873C17" w:rsidRPr="00826018" w:rsidRDefault="00873C17" w:rsidP="001A6CAE">
      <w:pPr>
        <w:spacing w:line="276" w:lineRule="auto"/>
        <w:rPr>
          <w:rFonts w:ascii="Arial" w:hAnsi="Arial" w:cs="Arial"/>
        </w:rPr>
        <w:sectPr w:rsidR="00873C17" w:rsidRPr="00826018" w:rsidSect="00765DF4">
          <w:headerReference w:type="default" r:id="rId15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253DC1BC" w14:textId="2D15FA6D" w:rsidR="00873C17" w:rsidRPr="00826018" w:rsidRDefault="00873C17" w:rsidP="001A6CAE">
      <w:pPr>
        <w:spacing w:line="276" w:lineRule="auto"/>
        <w:rPr>
          <w:rFonts w:ascii="Arial" w:hAnsi="Arial" w:cs="Arial"/>
        </w:rPr>
        <w:sectPr w:rsidR="00873C17" w:rsidRPr="00826018" w:rsidSect="00765DF4">
          <w:headerReference w:type="default" r:id="rId16"/>
          <w:footnotePr>
            <w:pos w:val="beneathText"/>
            <w:numStart w:val="116"/>
          </w:footnotePr>
          <w:pgSz w:w="11906" w:h="16838" w:code="9"/>
          <w:pgMar w:top="284" w:right="1418" w:bottom="510" w:left="1418" w:header="284" w:footer="669" w:gutter="0"/>
          <w:cols w:space="708"/>
          <w:docGrid w:linePitch="272"/>
        </w:sectPr>
      </w:pPr>
    </w:p>
    <w:p w14:paraId="4D3E010B" w14:textId="77777777" w:rsidR="001410A2" w:rsidRPr="00826018" w:rsidRDefault="001410A2" w:rsidP="001A6CAE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sectPr w:rsidR="001410A2" w:rsidRPr="00826018" w:rsidSect="00765DF4">
      <w:headerReference w:type="default" r:id="rId17"/>
      <w:footnotePr>
        <w:pos w:val="beneathText"/>
        <w:numStart w:val="116"/>
      </w:footnotePr>
      <w:pgSz w:w="11906" w:h="16838" w:code="9"/>
      <w:pgMar w:top="284" w:right="1418" w:bottom="510" w:left="1418" w:header="284" w:footer="66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2D943" w14:textId="77777777" w:rsidR="00FC51DF" w:rsidRDefault="00FC51DF">
      <w:r>
        <w:separator/>
      </w:r>
    </w:p>
  </w:endnote>
  <w:endnote w:type="continuationSeparator" w:id="0">
    <w:p w14:paraId="409F6085" w14:textId="77777777" w:rsidR="00FC51DF" w:rsidRDefault="00FC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14448" w14:textId="77777777" w:rsidR="00D86CC4" w:rsidRDefault="00D86CC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80E81" w14:textId="73A569BA" w:rsidR="001B74F1" w:rsidRPr="007762C5" w:rsidRDefault="007762C5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61824" behindDoc="0" locked="0" layoutInCell="1" allowOverlap="1" wp14:anchorId="72BECDDD" wp14:editId="66C5EB9F">
          <wp:simplePos x="0" y="0"/>
          <wp:positionH relativeFrom="margin">
            <wp:posOffset>2706929</wp:posOffset>
          </wp:positionH>
          <wp:positionV relativeFrom="paragraph">
            <wp:posOffset>32594</wp:posOffset>
          </wp:positionV>
          <wp:extent cx="322580" cy="387465"/>
          <wp:effectExtent l="0" t="0" r="1270" b="0"/>
          <wp:wrapNone/>
          <wp:docPr id="1074087479" name="Slika 1074087479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678" cy="3959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3E55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6F0504A" wp14:editId="64B0F49F">
              <wp:simplePos x="0" y="0"/>
              <wp:positionH relativeFrom="rightMargin">
                <wp:posOffset>38100</wp:posOffset>
              </wp:positionH>
              <wp:positionV relativeFrom="paragraph">
                <wp:posOffset>47625</wp:posOffset>
              </wp:positionV>
              <wp:extent cx="6350" cy="393700"/>
              <wp:effectExtent l="0" t="0" r="12700" b="6350"/>
              <wp:wrapNone/>
              <wp:docPr id="247394093" name="Raven povezovalni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 flipV="1">
                        <a:off x="0" y="0"/>
                        <a:ext cx="6350" cy="39370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253D78" id="Raven povezovalnik 2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3pt,3.75pt" to="3.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" strokecolor="red">
              <o:lock v:ext="edit" shapetype="f"/>
              <w10:wrap anchorx="margin"/>
            </v:line>
          </w:pict>
        </mc:Fallback>
      </mc:AlternateContent>
    </w:r>
    <w:r w:rsidR="00643E55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9FD149" wp14:editId="0B3AD464">
              <wp:simplePos x="0" y="0"/>
              <wp:positionH relativeFrom="margin">
                <wp:posOffset>-1270</wp:posOffset>
              </wp:positionH>
              <wp:positionV relativeFrom="paragraph">
                <wp:posOffset>2540</wp:posOffset>
              </wp:positionV>
              <wp:extent cx="3044825" cy="5080"/>
              <wp:effectExtent l="0" t="0" r="3175" b="13970"/>
              <wp:wrapNone/>
              <wp:docPr id="1376105906" name="Raven povezoval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3044825" cy="508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DD53330" id="Raven povezovalnik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.2pt" to="239.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" strokecolor="red">
              <o:lock v:ext="edit" shapetype="f"/>
              <w10:wrap anchorx="margin"/>
            </v:line>
          </w:pict>
        </mc:Fallback>
      </mc:AlternateContent>
    </w:r>
    <w:r w:rsidR="001B74F1" w:rsidRPr="007762C5"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58752" behindDoc="0" locked="0" layoutInCell="1" allowOverlap="1" wp14:anchorId="7041D24B" wp14:editId="0489B9FB">
          <wp:simplePos x="0" y="0"/>
          <wp:positionH relativeFrom="margin">
            <wp:posOffset>2709500</wp:posOffset>
          </wp:positionH>
          <wp:positionV relativeFrom="paragraph">
            <wp:posOffset>34642</wp:posOffset>
          </wp:positionV>
          <wp:extent cx="322955" cy="387915"/>
          <wp:effectExtent l="0" t="0" r="1270" b="0"/>
          <wp:wrapNone/>
          <wp:docPr id="2115263341" name="Slika 2115263341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harpenSoften amount="50000"/>
                            </a14:imgEffect>
                            <a14:imgEffect>
                              <a14:brightnessContrast bright="40000"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955" cy="387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glow>
                      <a:schemeClr val="accent1"/>
                    </a:glo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74F1" w:rsidRPr="007762C5">
      <w:rPr>
        <w:rFonts w:ascii="Arial" w:hAnsi="Arial" w:cs="Arial"/>
        <w:b/>
        <w:sz w:val="14"/>
        <w:szCs w:val="14"/>
      </w:rPr>
      <w:t>T:</w:t>
    </w:r>
    <w:r w:rsidR="001B74F1" w:rsidRPr="007762C5">
      <w:rPr>
        <w:rFonts w:ascii="Arial" w:hAnsi="Arial" w:cs="Arial"/>
        <w:bCs/>
        <w:sz w:val="14"/>
        <w:szCs w:val="14"/>
      </w:rPr>
      <w:t xml:space="preserve"> 02 887 96 00</w:t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Cs/>
        <w:sz w:val="14"/>
        <w:szCs w:val="14"/>
      </w:rPr>
      <w:tab/>
    </w:r>
    <w:r w:rsidR="001B74F1" w:rsidRPr="007762C5">
      <w:rPr>
        <w:rFonts w:ascii="Arial" w:hAnsi="Arial" w:cs="Arial"/>
        <w:b/>
        <w:sz w:val="14"/>
        <w:szCs w:val="14"/>
      </w:rPr>
      <w:t>MŠ:</w:t>
    </w:r>
    <w:r w:rsidR="001B74F1" w:rsidRPr="007762C5">
      <w:rPr>
        <w:rFonts w:ascii="Arial" w:hAnsi="Arial" w:cs="Arial"/>
        <w:bCs/>
        <w:sz w:val="14"/>
        <w:szCs w:val="14"/>
      </w:rPr>
      <w:t xml:space="preserve"> 5881706000</w:t>
    </w:r>
  </w:p>
  <w:p w14:paraId="4E37F495" w14:textId="64A111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E:</w:t>
    </w:r>
    <w:r w:rsidRPr="007762C5">
      <w:rPr>
        <w:rFonts w:ascii="Arial" w:hAnsi="Arial" w:cs="Arial"/>
        <w:bCs/>
        <w:sz w:val="14"/>
        <w:szCs w:val="14"/>
      </w:rPr>
      <w:t xml:space="preserve"> obcina.muta@muta.si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DŠ:</w:t>
    </w:r>
    <w:r w:rsidRPr="007762C5">
      <w:rPr>
        <w:rFonts w:ascii="Arial" w:hAnsi="Arial" w:cs="Arial"/>
        <w:bCs/>
        <w:sz w:val="14"/>
        <w:szCs w:val="14"/>
      </w:rPr>
      <w:t xml:space="preserve"> SI89876547</w:t>
    </w:r>
  </w:p>
  <w:p w14:paraId="05AFC3B4" w14:textId="4FEEAC65" w:rsidR="001B74F1" w:rsidRPr="007762C5" w:rsidRDefault="001B74F1" w:rsidP="001B74F1">
    <w:pPr>
      <w:pStyle w:val="Glava"/>
      <w:tabs>
        <w:tab w:val="left" w:pos="5112"/>
      </w:tabs>
      <w:spacing w:line="240" w:lineRule="exact"/>
      <w:rPr>
        <w:rFonts w:ascii="Arial" w:hAnsi="Arial" w:cs="Arial"/>
        <w:bCs/>
        <w:sz w:val="14"/>
        <w:szCs w:val="14"/>
      </w:rPr>
    </w:pPr>
    <w:r w:rsidRPr="007762C5">
      <w:rPr>
        <w:rFonts w:ascii="Arial" w:hAnsi="Arial" w:cs="Arial"/>
        <w:b/>
        <w:sz w:val="14"/>
        <w:szCs w:val="14"/>
      </w:rPr>
      <w:t>www</w:t>
    </w:r>
    <w:r w:rsidRPr="007762C5">
      <w:rPr>
        <w:rFonts w:ascii="Arial" w:hAnsi="Arial" w:cs="Arial"/>
        <w:bCs/>
        <w:sz w:val="14"/>
        <w:szCs w:val="14"/>
      </w:rPr>
      <w:t>.muta.si</w:t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Cs/>
        <w:sz w:val="14"/>
        <w:szCs w:val="14"/>
      </w:rPr>
      <w:tab/>
    </w:r>
    <w:r w:rsidRPr="007762C5">
      <w:rPr>
        <w:rFonts w:ascii="Arial" w:hAnsi="Arial" w:cs="Arial"/>
        <w:b/>
        <w:sz w:val="14"/>
        <w:szCs w:val="14"/>
      </w:rPr>
      <w:t>TRR:</w:t>
    </w:r>
    <w:r w:rsidRPr="007762C5">
      <w:rPr>
        <w:rFonts w:ascii="Arial" w:hAnsi="Arial" w:cs="Arial"/>
        <w:bCs/>
        <w:sz w:val="14"/>
        <w:szCs w:val="14"/>
      </w:rPr>
      <w:t xml:space="preserve"> SI56 0128 1010 0011 065</w:t>
    </w:r>
  </w:p>
  <w:p w14:paraId="56055F0A" w14:textId="08D59B34" w:rsidR="00DD61F7" w:rsidRDefault="00DD61F7" w:rsidP="00B7626E">
    <w:pPr>
      <w:pStyle w:val="Noga"/>
      <w:jc w:val="center"/>
      <w:rPr>
        <w:rFonts w:ascii="France" w:hAnsi="Franc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05284" w14:textId="77777777" w:rsidR="00D86CC4" w:rsidRDefault="00D86CC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4C642" w14:textId="77777777" w:rsidR="00FC51DF" w:rsidRDefault="00FC51DF">
      <w:r>
        <w:separator/>
      </w:r>
    </w:p>
  </w:footnote>
  <w:footnote w:type="continuationSeparator" w:id="0">
    <w:p w14:paraId="3E4C702D" w14:textId="77777777" w:rsidR="00FC51DF" w:rsidRDefault="00FC5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74F6D" w14:textId="77777777" w:rsidR="00D86CC4" w:rsidRDefault="00D86CC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CDBC" w14:textId="77777777" w:rsidR="00134B4A" w:rsidRDefault="00134B4A" w:rsidP="000F1E41">
    <w:pPr>
      <w:pStyle w:val="Glava"/>
      <w:rPr>
        <w:rFonts w:ascii="France" w:hAnsi="France"/>
        <w:sz w:val="32"/>
      </w:rPr>
    </w:pPr>
  </w:p>
  <w:p w14:paraId="52A46DD4" w14:textId="76A1C072" w:rsidR="000F1E41" w:rsidRPr="001B74F1" w:rsidRDefault="00643E55" w:rsidP="00F12557">
    <w:pPr>
      <w:pStyle w:val="Glava"/>
      <w:tabs>
        <w:tab w:val="left" w:pos="5112"/>
      </w:tabs>
      <w:spacing w:before="120" w:line="240" w:lineRule="exact"/>
      <w:ind w:left="709" w:right="851"/>
      <w:rPr>
        <w:rFonts w:ascii="Arial" w:hAnsi="Arial" w:cs="Arial"/>
        <w:sz w:val="18"/>
        <w:szCs w:val="22"/>
      </w:rPr>
    </w:pPr>
    <w:r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592609AB" wp14:editId="54AFC83D">
              <wp:simplePos x="0" y="0"/>
              <wp:positionH relativeFrom="column">
                <wp:posOffset>1602104</wp:posOffset>
              </wp:positionH>
              <wp:positionV relativeFrom="paragraph">
                <wp:posOffset>78105</wp:posOffset>
              </wp:positionV>
              <wp:extent cx="0" cy="659130"/>
              <wp:effectExtent l="0" t="0" r="19050" b="7620"/>
              <wp:wrapNone/>
              <wp:docPr id="1176989068" name="Raven povezovalni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659130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2EE87A" id="Raven povezovalnik 3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26.15pt,6.15pt" to="126.1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" strokecolor="red">
              <o:lock v:ext="edit" shapetype="f"/>
            </v:line>
          </w:pict>
        </mc:Fallback>
      </mc:AlternateContent>
    </w:r>
    <w:r w:rsidR="00F12557">
      <w:rPr>
        <w:rFonts w:ascii="France" w:hAnsi="France"/>
        <w:noProof/>
        <w:sz w:val="32"/>
        <w:lang w:eastAsia="sl-SI"/>
      </w:rPr>
      <w:drawing>
        <wp:anchor distT="0" distB="0" distL="114300" distR="114300" simplePos="0" relativeHeight="251655680" behindDoc="0" locked="0" layoutInCell="1" allowOverlap="1" wp14:anchorId="239E1423" wp14:editId="4306696E">
          <wp:simplePos x="0" y="0"/>
          <wp:positionH relativeFrom="margin">
            <wp:posOffset>-635</wp:posOffset>
          </wp:positionH>
          <wp:positionV relativeFrom="paragraph">
            <wp:posOffset>80594</wp:posOffset>
          </wp:positionV>
          <wp:extent cx="555955" cy="667781"/>
          <wp:effectExtent l="0" t="0" r="0" b="0"/>
          <wp:wrapNone/>
          <wp:docPr id="1808647556" name="Slika 1808647556" descr="muta_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muta_g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955" cy="66778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2557">
      <w:rPr>
        <w:rFonts w:ascii="Arial" w:hAnsi="Arial" w:cs="Arial"/>
        <w:b/>
        <w:sz w:val="18"/>
        <w:szCs w:val="22"/>
      </w:rPr>
      <w:t xml:space="preserve">     </w:t>
    </w:r>
    <w:r w:rsidR="000F1E41" w:rsidRPr="00F12557">
      <w:rPr>
        <w:rFonts w:ascii="Arial" w:hAnsi="Arial" w:cs="Arial"/>
        <w:b/>
        <w:szCs w:val="24"/>
      </w:rPr>
      <w:t>OBČINA MUTA</w:t>
    </w:r>
    <w:r w:rsidR="001B74F1" w:rsidRPr="00F12557">
      <w:rPr>
        <w:rFonts w:ascii="Arial" w:hAnsi="Arial" w:cs="Arial"/>
        <w:b/>
        <w:szCs w:val="24"/>
      </w:rPr>
      <w:t xml:space="preserve">    </w:t>
    </w:r>
    <w:r w:rsidR="000F1E41" w:rsidRPr="00F12557">
      <w:rPr>
        <w:rFonts w:ascii="Arial" w:hAnsi="Arial" w:cs="Arial"/>
        <w:szCs w:val="24"/>
      </w:rPr>
      <w:tab/>
    </w:r>
  </w:p>
  <w:p w14:paraId="3BFD46DE" w14:textId="0906E531" w:rsidR="00F12557" w:rsidRDefault="00F12557" w:rsidP="00F12557">
    <w:pPr>
      <w:pStyle w:val="Glava"/>
      <w:tabs>
        <w:tab w:val="left" w:pos="5112"/>
      </w:tabs>
      <w:spacing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</w:t>
    </w:r>
  </w:p>
  <w:p w14:paraId="09163144" w14:textId="38669C4C" w:rsidR="000F1E41" w:rsidRPr="001B74F1" w:rsidRDefault="00F12557" w:rsidP="00F12557">
    <w:pPr>
      <w:pStyle w:val="Glava"/>
      <w:tabs>
        <w:tab w:val="left" w:pos="5112"/>
      </w:tabs>
      <w:spacing w:before="120" w:line="240" w:lineRule="exact"/>
      <w:ind w:left="709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      G</w:t>
    </w:r>
    <w:r w:rsidR="000F1E41" w:rsidRPr="001B74F1">
      <w:rPr>
        <w:rFonts w:ascii="Arial" w:hAnsi="Arial" w:cs="Arial"/>
        <w:sz w:val="16"/>
      </w:rPr>
      <w:t>lavni trg 17</w:t>
    </w:r>
  </w:p>
  <w:p w14:paraId="5B2AE594" w14:textId="4272EDCE" w:rsidR="00D86CC4" w:rsidRPr="001B74F1" w:rsidRDefault="00F12557" w:rsidP="00D86CC4">
    <w:pPr>
      <w:pStyle w:val="Glava"/>
      <w:tabs>
        <w:tab w:val="left" w:pos="5112"/>
      </w:tabs>
      <w:spacing w:line="240" w:lineRule="exact"/>
      <w:ind w:left="709" w:right="1134"/>
      <w:rPr>
        <w:rFonts w:cs="Arial"/>
        <w:sz w:val="14"/>
        <w:szCs w:val="18"/>
      </w:rPr>
    </w:pPr>
    <w:r>
      <w:rPr>
        <w:rFonts w:ascii="Arial" w:hAnsi="Arial" w:cs="Arial"/>
        <w:sz w:val="16"/>
      </w:rPr>
      <w:t xml:space="preserve">      </w:t>
    </w:r>
    <w:r w:rsidR="000F1E41" w:rsidRPr="001B74F1">
      <w:rPr>
        <w:rFonts w:ascii="Arial" w:hAnsi="Arial" w:cs="Arial"/>
        <w:sz w:val="16"/>
      </w:rPr>
      <w:t>2366 Muta</w:t>
    </w:r>
    <w:r w:rsidRPr="00F12557">
      <w:rPr>
        <w:rFonts w:ascii="Arial" w:hAnsi="Arial" w:cs="Arial"/>
        <w:b/>
        <w:szCs w:val="24"/>
      </w:rPr>
      <w:t xml:space="preserve"> </w:t>
    </w:r>
    <w:r>
      <w:rPr>
        <w:rFonts w:ascii="Arial" w:hAnsi="Arial" w:cs="Arial"/>
        <w:b/>
        <w:szCs w:val="24"/>
      </w:rPr>
      <w:t xml:space="preserve">               </w:t>
    </w:r>
  </w:p>
  <w:p w14:paraId="336CA99D" w14:textId="1A2A45BB" w:rsidR="000F1E41" w:rsidRPr="001B74F1" w:rsidRDefault="000F1E41" w:rsidP="00F12557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 w:rsidRPr="001B74F1">
      <w:rPr>
        <w:rFonts w:cs="Arial"/>
        <w:sz w:val="14"/>
        <w:szCs w:val="18"/>
      </w:rPr>
      <w:tab/>
    </w:r>
  </w:p>
  <w:p w14:paraId="6AB3B071" w14:textId="0C2560CF" w:rsidR="000F1E41" w:rsidRPr="008037F6" w:rsidRDefault="000F1E41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0A84D90A" w14:textId="7E24F587" w:rsidR="00905C9C" w:rsidRDefault="000F1E41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58A7B" w14:textId="77777777" w:rsidR="00D86CC4" w:rsidRDefault="00D86CC4">
    <w:pPr>
      <w:pStyle w:val="Glav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241E1" w14:textId="77777777" w:rsidR="00F70A9D" w:rsidRDefault="00F70A9D" w:rsidP="000F1E41">
    <w:pPr>
      <w:pStyle w:val="Glava"/>
      <w:rPr>
        <w:rFonts w:ascii="France" w:hAnsi="France"/>
        <w:sz w:val="32"/>
      </w:rPr>
    </w:pPr>
  </w:p>
  <w:p w14:paraId="7C616CCD" w14:textId="77777777" w:rsidR="00F70A9D" w:rsidRDefault="00F70A9D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B95D9" w14:textId="77777777" w:rsidR="009403A3" w:rsidRDefault="009403A3" w:rsidP="000F1E41">
    <w:pPr>
      <w:pStyle w:val="Glava"/>
      <w:rPr>
        <w:rFonts w:ascii="France" w:hAnsi="France"/>
        <w:sz w:val="32"/>
      </w:rPr>
    </w:pPr>
  </w:p>
  <w:p w14:paraId="76D73834" w14:textId="09CAA8E3" w:rsidR="009403A3" w:rsidRPr="001B74F1" w:rsidRDefault="009403A3" w:rsidP="00F12557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 w:rsidRPr="001B74F1">
      <w:rPr>
        <w:rFonts w:cs="Arial"/>
        <w:sz w:val="14"/>
        <w:szCs w:val="18"/>
      </w:rPr>
      <w:tab/>
    </w:r>
  </w:p>
  <w:p w14:paraId="39941D40" w14:textId="77777777" w:rsidR="009403A3" w:rsidRPr="008037F6" w:rsidRDefault="009403A3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0232EB8F" w14:textId="77777777" w:rsidR="009403A3" w:rsidRDefault="009403A3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AE71" w14:textId="77777777" w:rsidR="00873C17" w:rsidRDefault="00873C17" w:rsidP="000F1E41">
    <w:pPr>
      <w:pStyle w:val="Glava"/>
      <w:rPr>
        <w:rFonts w:ascii="France" w:hAnsi="France"/>
        <w:sz w:val="32"/>
      </w:rPr>
    </w:pPr>
  </w:p>
  <w:p w14:paraId="1E80AF29" w14:textId="663843EC" w:rsidR="00873C17" w:rsidRPr="001B74F1" w:rsidRDefault="00873C17" w:rsidP="00F12557">
    <w:pPr>
      <w:pStyle w:val="Glava"/>
      <w:tabs>
        <w:tab w:val="left" w:pos="5112"/>
      </w:tabs>
      <w:spacing w:line="240" w:lineRule="exact"/>
      <w:ind w:left="709" w:right="1134"/>
      <w:rPr>
        <w:rFonts w:ascii="Arial" w:hAnsi="Arial" w:cs="Arial"/>
        <w:sz w:val="14"/>
        <w:szCs w:val="18"/>
      </w:rPr>
    </w:pPr>
    <w:r w:rsidRPr="001B74F1">
      <w:rPr>
        <w:rFonts w:cs="Arial"/>
        <w:sz w:val="14"/>
        <w:szCs w:val="18"/>
      </w:rPr>
      <w:tab/>
    </w:r>
  </w:p>
  <w:p w14:paraId="49CC884B" w14:textId="77777777" w:rsidR="00873C17" w:rsidRPr="008037F6" w:rsidRDefault="00873C17" w:rsidP="000F1E41">
    <w:pPr>
      <w:pStyle w:val="Glava"/>
      <w:tabs>
        <w:tab w:val="left" w:pos="5112"/>
      </w:tabs>
      <w:spacing w:line="240" w:lineRule="exact"/>
      <w:rPr>
        <w:rFonts w:ascii="Arial" w:hAnsi="Arial" w:cs="Arial"/>
        <w:b/>
        <w:sz w:val="16"/>
      </w:rPr>
    </w:pPr>
    <w:r w:rsidRPr="008037F6">
      <w:rPr>
        <w:rFonts w:ascii="Arial" w:hAnsi="Arial" w:cs="Arial"/>
        <w:sz w:val="16"/>
      </w:rPr>
      <w:tab/>
    </w:r>
  </w:p>
  <w:p w14:paraId="46957B44" w14:textId="77777777" w:rsidR="00873C17" w:rsidRDefault="00873C17" w:rsidP="00905C9C">
    <w:pPr>
      <w:pStyle w:val="Glava"/>
      <w:tabs>
        <w:tab w:val="left" w:pos="5112"/>
      </w:tabs>
      <w:spacing w:line="240" w:lineRule="exact"/>
      <w:rPr>
        <w:rFonts w:ascii="Arial" w:hAnsi="Arial" w:cs="Arial"/>
        <w:sz w:val="16"/>
      </w:rPr>
    </w:pPr>
    <w:r w:rsidRPr="008037F6">
      <w:rPr>
        <w:rFonts w:ascii="Arial" w:hAnsi="Arial" w:cs="Arial"/>
        <w:sz w:val="16"/>
      </w:rPr>
      <w:tab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8AEF1" w14:textId="77777777" w:rsidR="00F8745C" w:rsidRDefault="00F8745C" w:rsidP="000F1E41">
    <w:pPr>
      <w:pStyle w:val="Glava"/>
      <w:rPr>
        <w:rFonts w:ascii="France" w:hAnsi="France"/>
        <w:sz w:val="32"/>
      </w:rPr>
    </w:pPr>
  </w:p>
  <w:p w14:paraId="093C58C7" w14:textId="77777777" w:rsidR="00F8745C" w:rsidRDefault="00F8745C" w:rsidP="00F8745C">
    <w:pPr>
      <w:pStyle w:val="Glava"/>
      <w:tabs>
        <w:tab w:val="left" w:pos="5112"/>
      </w:tabs>
      <w:spacing w:before="120" w:line="240" w:lineRule="exact"/>
      <w:rPr>
        <w:rFonts w:cs="Arial"/>
        <w:sz w:val="16"/>
      </w:rPr>
    </w:pPr>
    <w:r>
      <w:rPr>
        <w:rFonts w:cs="Arial"/>
        <w:sz w:val="16"/>
      </w:rPr>
      <w:t xml:space="preserve">                          </w:t>
    </w:r>
  </w:p>
  <w:p w14:paraId="6B267C45" w14:textId="77777777" w:rsidR="00F8745C" w:rsidRPr="00134B4A" w:rsidRDefault="00F8745C" w:rsidP="00F8745C">
    <w:pPr>
      <w:pStyle w:val="Glava"/>
      <w:tabs>
        <w:tab w:val="left" w:pos="5112"/>
      </w:tabs>
      <w:spacing w:line="240" w:lineRule="exact"/>
      <w:rPr>
        <w:rFonts w:ascii="Tahoma" w:hAnsi="Tahoma" w:cs="Tahoma"/>
        <w:sz w:val="16"/>
      </w:rPr>
    </w:pPr>
    <w:r>
      <w:rPr>
        <w:rFonts w:cs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350907"/>
    <w:multiLevelType w:val="hybridMultilevel"/>
    <w:tmpl w:val="51D6076E"/>
    <w:lvl w:ilvl="0" w:tplc="0B727F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94E03"/>
    <w:multiLevelType w:val="multilevel"/>
    <w:tmpl w:val="037E7C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766A1E23"/>
    <w:multiLevelType w:val="hybridMultilevel"/>
    <w:tmpl w:val="1F463C94"/>
    <w:lvl w:ilvl="0" w:tplc="CA5849A8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044FD6"/>
    <w:multiLevelType w:val="multilevel"/>
    <w:tmpl w:val="037E7C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num w:numId="1" w16cid:durableId="587737270">
    <w:abstractNumId w:val="2"/>
  </w:num>
  <w:num w:numId="2" w16cid:durableId="1822186343">
    <w:abstractNumId w:val="3"/>
  </w:num>
  <w:num w:numId="3" w16cid:durableId="560872654">
    <w:abstractNumId w:val="1"/>
  </w:num>
  <w:num w:numId="4" w16cid:durableId="222907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>
      <o:colormru v:ext="edit" colors="#002d4d,#09f"/>
    </o:shapedefaults>
  </w:hdrShapeDefaults>
  <w:footnotePr>
    <w:pos w:val="beneathText"/>
    <w:numStart w:val="11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DA8"/>
    <w:rsid w:val="00016546"/>
    <w:rsid w:val="000202FA"/>
    <w:rsid w:val="00026B49"/>
    <w:rsid w:val="00030CE5"/>
    <w:rsid w:val="00030D38"/>
    <w:rsid w:val="0004614A"/>
    <w:rsid w:val="000574D8"/>
    <w:rsid w:val="000637DA"/>
    <w:rsid w:val="0006755C"/>
    <w:rsid w:val="000748B1"/>
    <w:rsid w:val="00087643"/>
    <w:rsid w:val="000940F8"/>
    <w:rsid w:val="000E32A1"/>
    <w:rsid w:val="000F1E41"/>
    <w:rsid w:val="000F3DCC"/>
    <w:rsid w:val="000F5C05"/>
    <w:rsid w:val="000F6F15"/>
    <w:rsid w:val="000F7E31"/>
    <w:rsid w:val="00104D3D"/>
    <w:rsid w:val="00112CEB"/>
    <w:rsid w:val="00113EC9"/>
    <w:rsid w:val="00117150"/>
    <w:rsid w:val="00125610"/>
    <w:rsid w:val="00130AEB"/>
    <w:rsid w:val="00134AC3"/>
    <w:rsid w:val="00134B4A"/>
    <w:rsid w:val="001363E6"/>
    <w:rsid w:val="001410A2"/>
    <w:rsid w:val="00142D5F"/>
    <w:rsid w:val="001573B7"/>
    <w:rsid w:val="00162A44"/>
    <w:rsid w:val="00164AB7"/>
    <w:rsid w:val="001670E7"/>
    <w:rsid w:val="00197A5E"/>
    <w:rsid w:val="001A6083"/>
    <w:rsid w:val="001A6CAE"/>
    <w:rsid w:val="001B4101"/>
    <w:rsid w:val="001B74F1"/>
    <w:rsid w:val="001E40D3"/>
    <w:rsid w:val="001F50EF"/>
    <w:rsid w:val="00201C2C"/>
    <w:rsid w:val="00210545"/>
    <w:rsid w:val="00211281"/>
    <w:rsid w:val="0024064A"/>
    <w:rsid w:val="00253C16"/>
    <w:rsid w:val="002571ED"/>
    <w:rsid w:val="00262D2A"/>
    <w:rsid w:val="0026426D"/>
    <w:rsid w:val="00266FB4"/>
    <w:rsid w:val="002731CE"/>
    <w:rsid w:val="00287E38"/>
    <w:rsid w:val="002906CE"/>
    <w:rsid w:val="0029304E"/>
    <w:rsid w:val="002A622E"/>
    <w:rsid w:val="002A72F2"/>
    <w:rsid w:val="002B3467"/>
    <w:rsid w:val="002B3654"/>
    <w:rsid w:val="002B4BB1"/>
    <w:rsid w:val="002B7B13"/>
    <w:rsid w:val="002C473C"/>
    <w:rsid w:val="002C614D"/>
    <w:rsid w:val="002D4A1D"/>
    <w:rsid w:val="002F2E69"/>
    <w:rsid w:val="003078F9"/>
    <w:rsid w:val="003136AB"/>
    <w:rsid w:val="003235E2"/>
    <w:rsid w:val="00337204"/>
    <w:rsid w:val="00344169"/>
    <w:rsid w:val="00346BA1"/>
    <w:rsid w:val="00347D21"/>
    <w:rsid w:val="00355301"/>
    <w:rsid w:val="00366D0B"/>
    <w:rsid w:val="00374C6A"/>
    <w:rsid w:val="00377E07"/>
    <w:rsid w:val="00383D2C"/>
    <w:rsid w:val="00384DB0"/>
    <w:rsid w:val="003A5519"/>
    <w:rsid w:val="003A7EFB"/>
    <w:rsid w:val="003B2565"/>
    <w:rsid w:val="003D0070"/>
    <w:rsid w:val="003D5F36"/>
    <w:rsid w:val="003D676F"/>
    <w:rsid w:val="003E18FB"/>
    <w:rsid w:val="003E21EB"/>
    <w:rsid w:val="003E7380"/>
    <w:rsid w:val="00402223"/>
    <w:rsid w:val="0040295F"/>
    <w:rsid w:val="00415BA4"/>
    <w:rsid w:val="004275BB"/>
    <w:rsid w:val="004324F6"/>
    <w:rsid w:val="004375FA"/>
    <w:rsid w:val="004431B5"/>
    <w:rsid w:val="00444866"/>
    <w:rsid w:val="004532AB"/>
    <w:rsid w:val="004559D8"/>
    <w:rsid w:val="00464B8D"/>
    <w:rsid w:val="00465594"/>
    <w:rsid w:val="004708C2"/>
    <w:rsid w:val="00496F7B"/>
    <w:rsid w:val="004A074E"/>
    <w:rsid w:val="004A3C5E"/>
    <w:rsid w:val="004D2C07"/>
    <w:rsid w:val="004E1A48"/>
    <w:rsid w:val="00507CE9"/>
    <w:rsid w:val="0051333B"/>
    <w:rsid w:val="005138A5"/>
    <w:rsid w:val="00524800"/>
    <w:rsid w:val="00531191"/>
    <w:rsid w:val="00534D6E"/>
    <w:rsid w:val="0053528D"/>
    <w:rsid w:val="005675BE"/>
    <w:rsid w:val="005743A5"/>
    <w:rsid w:val="005852DB"/>
    <w:rsid w:val="00594B5F"/>
    <w:rsid w:val="005B1F2E"/>
    <w:rsid w:val="005C6976"/>
    <w:rsid w:val="005D0044"/>
    <w:rsid w:val="005D0A0C"/>
    <w:rsid w:val="005E31D1"/>
    <w:rsid w:val="005E7329"/>
    <w:rsid w:val="005F4311"/>
    <w:rsid w:val="005F4B6A"/>
    <w:rsid w:val="00607E81"/>
    <w:rsid w:val="006120D3"/>
    <w:rsid w:val="00626C53"/>
    <w:rsid w:val="00643E55"/>
    <w:rsid w:val="006466FA"/>
    <w:rsid w:val="006507C2"/>
    <w:rsid w:val="00656174"/>
    <w:rsid w:val="00670BB4"/>
    <w:rsid w:val="0067150C"/>
    <w:rsid w:val="0067217E"/>
    <w:rsid w:val="00675C87"/>
    <w:rsid w:val="0067781E"/>
    <w:rsid w:val="006819BD"/>
    <w:rsid w:val="00687FF4"/>
    <w:rsid w:val="00690960"/>
    <w:rsid w:val="006A5005"/>
    <w:rsid w:val="006A5205"/>
    <w:rsid w:val="006A7820"/>
    <w:rsid w:val="006C20CB"/>
    <w:rsid w:val="006C22D0"/>
    <w:rsid w:val="006C40BF"/>
    <w:rsid w:val="006D0666"/>
    <w:rsid w:val="006F36F1"/>
    <w:rsid w:val="00700E38"/>
    <w:rsid w:val="00707066"/>
    <w:rsid w:val="00712D0D"/>
    <w:rsid w:val="00713AC5"/>
    <w:rsid w:val="00721DFD"/>
    <w:rsid w:val="0072707F"/>
    <w:rsid w:val="00737710"/>
    <w:rsid w:val="0075153D"/>
    <w:rsid w:val="00752BDD"/>
    <w:rsid w:val="007633C2"/>
    <w:rsid w:val="00765DF4"/>
    <w:rsid w:val="00767BB3"/>
    <w:rsid w:val="00774DF1"/>
    <w:rsid w:val="007762C5"/>
    <w:rsid w:val="0078707B"/>
    <w:rsid w:val="007914C3"/>
    <w:rsid w:val="00792C68"/>
    <w:rsid w:val="00796DEB"/>
    <w:rsid w:val="007A48CD"/>
    <w:rsid w:val="007A6CA5"/>
    <w:rsid w:val="007C3F74"/>
    <w:rsid w:val="007C55C8"/>
    <w:rsid w:val="007D58E3"/>
    <w:rsid w:val="007D63A7"/>
    <w:rsid w:val="007D7D30"/>
    <w:rsid w:val="007F22C5"/>
    <w:rsid w:val="008037F6"/>
    <w:rsid w:val="0080705D"/>
    <w:rsid w:val="008140CA"/>
    <w:rsid w:val="00826018"/>
    <w:rsid w:val="00826855"/>
    <w:rsid w:val="00842B49"/>
    <w:rsid w:val="00846AD5"/>
    <w:rsid w:val="00862379"/>
    <w:rsid w:val="00866CA9"/>
    <w:rsid w:val="008711B4"/>
    <w:rsid w:val="008732C4"/>
    <w:rsid w:val="00873C17"/>
    <w:rsid w:val="00882FE0"/>
    <w:rsid w:val="00895706"/>
    <w:rsid w:val="008A3461"/>
    <w:rsid w:val="008B42C4"/>
    <w:rsid w:val="008B447B"/>
    <w:rsid w:val="008C36B7"/>
    <w:rsid w:val="008D1E64"/>
    <w:rsid w:val="008E20B6"/>
    <w:rsid w:val="008F412B"/>
    <w:rsid w:val="00901E43"/>
    <w:rsid w:val="00903E01"/>
    <w:rsid w:val="00904B8F"/>
    <w:rsid w:val="00905C9C"/>
    <w:rsid w:val="009170F5"/>
    <w:rsid w:val="00932C84"/>
    <w:rsid w:val="00935FF5"/>
    <w:rsid w:val="00937014"/>
    <w:rsid w:val="009403A3"/>
    <w:rsid w:val="00947D49"/>
    <w:rsid w:val="00956C36"/>
    <w:rsid w:val="00960FE6"/>
    <w:rsid w:val="00967C2A"/>
    <w:rsid w:val="00975A82"/>
    <w:rsid w:val="00976F65"/>
    <w:rsid w:val="00995152"/>
    <w:rsid w:val="009A257C"/>
    <w:rsid w:val="009B08D5"/>
    <w:rsid w:val="009B2428"/>
    <w:rsid w:val="009B750E"/>
    <w:rsid w:val="009C22A4"/>
    <w:rsid w:val="009D71A1"/>
    <w:rsid w:val="009E35E6"/>
    <w:rsid w:val="009E518B"/>
    <w:rsid w:val="009F2CBF"/>
    <w:rsid w:val="009F47CC"/>
    <w:rsid w:val="00A01A88"/>
    <w:rsid w:val="00A05706"/>
    <w:rsid w:val="00A206AF"/>
    <w:rsid w:val="00A25A9E"/>
    <w:rsid w:val="00A330F0"/>
    <w:rsid w:val="00A54CC3"/>
    <w:rsid w:val="00A56DA8"/>
    <w:rsid w:val="00A7231F"/>
    <w:rsid w:val="00A75252"/>
    <w:rsid w:val="00A845C2"/>
    <w:rsid w:val="00A95B7A"/>
    <w:rsid w:val="00AA4B4C"/>
    <w:rsid w:val="00AB2C08"/>
    <w:rsid w:val="00AC1406"/>
    <w:rsid w:val="00AC78D2"/>
    <w:rsid w:val="00AF69F8"/>
    <w:rsid w:val="00B03FA9"/>
    <w:rsid w:val="00B11149"/>
    <w:rsid w:val="00B14427"/>
    <w:rsid w:val="00B208EE"/>
    <w:rsid w:val="00B20F39"/>
    <w:rsid w:val="00B27E58"/>
    <w:rsid w:val="00B45512"/>
    <w:rsid w:val="00B51021"/>
    <w:rsid w:val="00B65E65"/>
    <w:rsid w:val="00B7626E"/>
    <w:rsid w:val="00B80C27"/>
    <w:rsid w:val="00B9063A"/>
    <w:rsid w:val="00B9505D"/>
    <w:rsid w:val="00BA4568"/>
    <w:rsid w:val="00BB0966"/>
    <w:rsid w:val="00BB0CF8"/>
    <w:rsid w:val="00BB1715"/>
    <w:rsid w:val="00BB2A02"/>
    <w:rsid w:val="00BD4ED8"/>
    <w:rsid w:val="00BE10FF"/>
    <w:rsid w:val="00BE2361"/>
    <w:rsid w:val="00BE3AD3"/>
    <w:rsid w:val="00BE6BF0"/>
    <w:rsid w:val="00BF0D01"/>
    <w:rsid w:val="00BF3E2C"/>
    <w:rsid w:val="00BF6062"/>
    <w:rsid w:val="00C005B1"/>
    <w:rsid w:val="00C16375"/>
    <w:rsid w:val="00C172CD"/>
    <w:rsid w:val="00C32145"/>
    <w:rsid w:val="00C376A7"/>
    <w:rsid w:val="00C37D82"/>
    <w:rsid w:val="00C50E1B"/>
    <w:rsid w:val="00C61815"/>
    <w:rsid w:val="00C67BAD"/>
    <w:rsid w:val="00C72577"/>
    <w:rsid w:val="00C76C75"/>
    <w:rsid w:val="00C80927"/>
    <w:rsid w:val="00C90FF1"/>
    <w:rsid w:val="00C94A54"/>
    <w:rsid w:val="00C97AFC"/>
    <w:rsid w:val="00CA54EE"/>
    <w:rsid w:val="00CC019E"/>
    <w:rsid w:val="00CC272D"/>
    <w:rsid w:val="00CC3FFB"/>
    <w:rsid w:val="00CD67DE"/>
    <w:rsid w:val="00CD7063"/>
    <w:rsid w:val="00CE7E71"/>
    <w:rsid w:val="00D02702"/>
    <w:rsid w:val="00D05111"/>
    <w:rsid w:val="00D1411E"/>
    <w:rsid w:val="00D56B34"/>
    <w:rsid w:val="00D65A1C"/>
    <w:rsid w:val="00D74B52"/>
    <w:rsid w:val="00D7703B"/>
    <w:rsid w:val="00D86CC4"/>
    <w:rsid w:val="00D943D1"/>
    <w:rsid w:val="00D95B98"/>
    <w:rsid w:val="00DC7E1A"/>
    <w:rsid w:val="00DD3BA1"/>
    <w:rsid w:val="00DD61F7"/>
    <w:rsid w:val="00DE33C3"/>
    <w:rsid w:val="00DF0AD9"/>
    <w:rsid w:val="00DF28ED"/>
    <w:rsid w:val="00DF7E9D"/>
    <w:rsid w:val="00E01568"/>
    <w:rsid w:val="00E1071C"/>
    <w:rsid w:val="00E12E13"/>
    <w:rsid w:val="00E13718"/>
    <w:rsid w:val="00E14567"/>
    <w:rsid w:val="00E1798B"/>
    <w:rsid w:val="00E2524C"/>
    <w:rsid w:val="00E3688B"/>
    <w:rsid w:val="00E44D9E"/>
    <w:rsid w:val="00E50698"/>
    <w:rsid w:val="00EA5DCC"/>
    <w:rsid w:val="00EA75E5"/>
    <w:rsid w:val="00EC7094"/>
    <w:rsid w:val="00EE67F1"/>
    <w:rsid w:val="00F11798"/>
    <w:rsid w:val="00F12557"/>
    <w:rsid w:val="00F27C1C"/>
    <w:rsid w:val="00F53DA7"/>
    <w:rsid w:val="00F551CD"/>
    <w:rsid w:val="00F56FD0"/>
    <w:rsid w:val="00F57633"/>
    <w:rsid w:val="00F70A9D"/>
    <w:rsid w:val="00F7690F"/>
    <w:rsid w:val="00F8745C"/>
    <w:rsid w:val="00F94EF8"/>
    <w:rsid w:val="00FA1281"/>
    <w:rsid w:val="00FA2F1A"/>
    <w:rsid w:val="00FA3A23"/>
    <w:rsid w:val="00FC51DF"/>
    <w:rsid w:val="00FD4050"/>
    <w:rsid w:val="00FD44DD"/>
    <w:rsid w:val="00FE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2d4d,#09f"/>
    </o:shapedefaults>
    <o:shapelayout v:ext="edit">
      <o:idmap v:ext="edit" data="2"/>
    </o:shapelayout>
  </w:shapeDefaults>
  <w:decimalSymbol w:val=","/>
  <w:listSeparator w:val=";"/>
  <w14:docId w14:val="6FEB0E6D"/>
  <w15:docId w15:val="{157B916E-D313-42E6-8BEB-6D12F2D6F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14D"/>
    <w:rPr>
      <w:lang w:eastAsia="en-US"/>
    </w:rPr>
  </w:style>
  <w:style w:type="paragraph" w:styleId="Naslov1">
    <w:name w:val="heading 1"/>
    <w:basedOn w:val="Navaden"/>
    <w:next w:val="Navaden"/>
    <w:qFormat/>
    <w:rsid w:val="002C614D"/>
    <w:pPr>
      <w:keepNext/>
      <w:jc w:val="center"/>
      <w:outlineLvl w:val="0"/>
    </w:pPr>
    <w:rPr>
      <w:b/>
      <w:i/>
      <w:sz w:val="28"/>
    </w:rPr>
  </w:style>
  <w:style w:type="paragraph" w:styleId="Naslov2">
    <w:name w:val="heading 2"/>
    <w:basedOn w:val="Navaden"/>
    <w:next w:val="Navaden"/>
    <w:qFormat/>
    <w:rsid w:val="002C614D"/>
    <w:pPr>
      <w:keepNext/>
      <w:jc w:val="center"/>
      <w:outlineLvl w:val="1"/>
    </w:pPr>
    <w:rPr>
      <w:b/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C614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2C614D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2C614D"/>
    <w:rPr>
      <w:color w:val="0000FF"/>
      <w:u w:val="single"/>
    </w:rPr>
  </w:style>
  <w:style w:type="character" w:styleId="SledenaHiperpovezava">
    <w:name w:val="FollowedHyperlink"/>
    <w:basedOn w:val="Privzetapisavaodstavka"/>
    <w:rsid w:val="002C614D"/>
    <w:rPr>
      <w:color w:val="800080"/>
      <w:u w:val="single"/>
    </w:rPr>
  </w:style>
  <w:style w:type="paragraph" w:styleId="Napis">
    <w:name w:val="caption"/>
    <w:basedOn w:val="Navaden"/>
    <w:next w:val="Navaden"/>
    <w:qFormat/>
    <w:rsid w:val="002C614D"/>
    <w:pPr>
      <w:spacing w:before="120" w:after="120"/>
    </w:pPr>
    <w:rPr>
      <w:b/>
    </w:rPr>
  </w:style>
  <w:style w:type="paragraph" w:styleId="Besedilooblaka">
    <w:name w:val="Balloon Text"/>
    <w:basedOn w:val="Navaden"/>
    <w:semiHidden/>
    <w:rsid w:val="00112CEB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A56DA8"/>
    <w:pPr>
      <w:jc w:val="both"/>
    </w:pPr>
    <w:rPr>
      <w:sz w:val="24"/>
      <w:szCs w:val="24"/>
      <w:lang w:eastAsia="sl-SI"/>
    </w:rPr>
  </w:style>
  <w:style w:type="character" w:customStyle="1" w:styleId="GlavaZnak">
    <w:name w:val="Glava Znak"/>
    <w:basedOn w:val="Privzetapisavaodstavka"/>
    <w:link w:val="Glava"/>
    <w:rsid w:val="00A845C2"/>
    <w:rPr>
      <w:lang w:eastAsia="en-US"/>
    </w:rPr>
  </w:style>
  <w:style w:type="table" w:styleId="Tabelamrea">
    <w:name w:val="Table Grid"/>
    <w:basedOn w:val="Navadnatabela"/>
    <w:rsid w:val="00A20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633C2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534D6E"/>
    <w:pPr>
      <w:spacing w:line="173" w:lineRule="atLeast"/>
    </w:pPr>
    <w:rPr>
      <w:rFonts w:ascii="Arial" w:hAnsi="Arial" w:cs="Arial"/>
      <w:color w:val="0F0F0F"/>
      <w:sz w:val="13"/>
      <w:szCs w:val="13"/>
      <w:lang w:eastAsia="sl-SI"/>
    </w:rPr>
  </w:style>
  <w:style w:type="character" w:styleId="Krepko">
    <w:name w:val="Strong"/>
    <w:basedOn w:val="Privzetapisavaodstavka"/>
    <w:uiPriority w:val="22"/>
    <w:qFormat/>
    <w:rsid w:val="00534D6E"/>
    <w:rPr>
      <w:b/>
      <w:bCs/>
    </w:rPr>
  </w:style>
  <w:style w:type="character" w:styleId="Poudarek">
    <w:name w:val="Emphasis"/>
    <w:basedOn w:val="Privzetapisavaodstavka"/>
    <w:uiPriority w:val="20"/>
    <w:qFormat/>
    <w:rsid w:val="001410A2"/>
    <w:rPr>
      <w:i/>
      <w:iCs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1410A2"/>
    <w:rPr>
      <w:color w:val="808080"/>
      <w:shd w:val="clear" w:color="auto" w:fill="E6E6E6"/>
    </w:rPr>
  </w:style>
  <w:style w:type="paragraph" w:customStyle="1" w:styleId="datumtevilka">
    <w:name w:val="datum številka"/>
    <w:basedOn w:val="Navaden"/>
    <w:qFormat/>
    <w:rsid w:val="00B7626E"/>
    <w:pPr>
      <w:tabs>
        <w:tab w:val="left" w:pos="1701"/>
      </w:tabs>
      <w:spacing w:line="260" w:lineRule="exact"/>
    </w:pPr>
    <w:rPr>
      <w:rFonts w:ascii="Arial" w:hAnsi="Arial"/>
      <w:lang w:eastAsia="sl-SI"/>
    </w:rPr>
  </w:style>
  <w:style w:type="paragraph" w:customStyle="1" w:styleId="ZADEVA">
    <w:name w:val="ZADEVA"/>
    <w:basedOn w:val="Navaden"/>
    <w:qFormat/>
    <w:rsid w:val="000F7E31"/>
    <w:pPr>
      <w:tabs>
        <w:tab w:val="left" w:pos="1701"/>
      </w:tabs>
      <w:spacing w:line="260" w:lineRule="exact"/>
      <w:ind w:left="1701" w:hanging="1701"/>
    </w:pPr>
    <w:rPr>
      <w:rFonts w:ascii="Arial" w:hAnsi="Arial"/>
      <w:b/>
      <w:szCs w:val="24"/>
      <w:lang w:val="it-IT"/>
    </w:rPr>
  </w:style>
  <w:style w:type="character" w:styleId="Nerazreenaomemba">
    <w:name w:val="Unresolved Mention"/>
    <w:basedOn w:val="Privzetapisavaodstavka"/>
    <w:uiPriority w:val="99"/>
    <w:semiHidden/>
    <w:unhideWhenUsed/>
    <w:rsid w:val="001B74F1"/>
    <w:rPr>
      <w:color w:val="605E5C"/>
      <w:shd w:val="clear" w:color="auto" w:fill="E1DFDD"/>
    </w:rPr>
  </w:style>
  <w:style w:type="table" w:styleId="Navadnatabela1">
    <w:name w:val="Plain Table 1"/>
    <w:basedOn w:val="Navadnatabela"/>
    <w:uiPriority w:val="41"/>
    <w:rsid w:val="008E20B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vetlamrea1">
    <w:name w:val="Grid Table 1 Light"/>
    <w:basedOn w:val="Navadnatabela"/>
    <w:uiPriority w:val="46"/>
    <w:rsid w:val="00752BD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3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81970">
      <w:bodyDiv w:val="1"/>
      <w:marLeft w:val="0"/>
      <w:marRight w:val="0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5141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3726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171872">
                          <w:marLeft w:val="10"/>
                          <w:marRight w:val="480"/>
                          <w:marTop w:val="10"/>
                          <w:marBottom w:val="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2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63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ija\Application%20Data\Microsoft\Predloge\EVROPSKA%20PISARN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89852B9-2E29-4C28-B7B0-6152A965C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EVROPSKA PISARNA</Template>
  <TotalTime>0</TotalTime>
  <Pages>8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Spoštovani</vt:lpstr>
    </vt:vector>
  </TitlesOfParts>
  <Company>Mestna občina Slovenj Gradec</Company>
  <LinksUpToDate>false</LinksUpToDate>
  <CharactersWithSpaces>3227</CharactersWithSpaces>
  <SharedDoc>false</SharedDoc>
  <HLinks>
    <vt:vector size="12" baseType="variant">
      <vt:variant>
        <vt:i4>6553630</vt:i4>
      </vt:variant>
      <vt:variant>
        <vt:i4>3</vt:i4>
      </vt:variant>
      <vt:variant>
        <vt:i4>0</vt:i4>
      </vt:variant>
      <vt:variant>
        <vt:i4>5</vt:i4>
      </vt:variant>
      <vt:variant>
        <vt:lpwstr>mailto:obcina.muta@muta.si</vt:lpwstr>
      </vt:variant>
      <vt:variant>
        <vt:lpwstr/>
      </vt:variant>
      <vt:variant>
        <vt:i4>7667767</vt:i4>
      </vt:variant>
      <vt:variant>
        <vt:i4>0</vt:i4>
      </vt:variant>
      <vt:variant>
        <vt:i4>0</vt:i4>
      </vt:variant>
      <vt:variant>
        <vt:i4>5</vt:i4>
      </vt:variant>
      <vt:variant>
        <vt:lpwstr>http://www.muta.si/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Spoštovani</dc:title>
  <dc:subject/>
  <dc:creator>Najtsob</dc:creator>
  <cp:keywords/>
  <dc:description/>
  <cp:lastModifiedBy>Ksenija Ditinger</cp:lastModifiedBy>
  <cp:revision>2</cp:revision>
  <cp:lastPrinted>2025-07-08T09:36:00Z</cp:lastPrinted>
  <dcterms:created xsi:type="dcterms:W3CDTF">2025-07-08T09:36:00Z</dcterms:created>
  <dcterms:modified xsi:type="dcterms:W3CDTF">2025-07-08T09:36:00Z</dcterms:modified>
</cp:coreProperties>
</file>